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705" w:rsidRPr="004F209C" w:rsidRDefault="00234705" w:rsidP="00234705">
      <w:pPr>
        <w:jc w:val="right"/>
        <w:rPr>
          <w:noProof/>
          <w:sz w:val="20"/>
        </w:rPr>
      </w:pPr>
      <w:r w:rsidRPr="004F209C">
        <w:rPr>
          <w:rFonts w:hint="eastAsia"/>
          <w:sz w:val="20"/>
        </w:rPr>
        <w:t xml:space="preserve">受付番号　第　　　　</w:t>
      </w:r>
      <w:r w:rsidR="00BA4BA1" w:rsidRPr="004F209C">
        <w:rPr>
          <w:rFonts w:hint="eastAsia"/>
          <w:sz w:val="20"/>
        </w:rPr>
        <w:t xml:space="preserve">　　</w:t>
      </w:r>
      <w:r w:rsidRPr="004F209C">
        <w:rPr>
          <w:rFonts w:hint="eastAsia"/>
          <w:sz w:val="20"/>
        </w:rPr>
        <w:t xml:space="preserve">　　　　　　　号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60"/>
        <w:gridCol w:w="1158"/>
        <w:gridCol w:w="2665"/>
        <w:gridCol w:w="1195"/>
        <w:gridCol w:w="772"/>
      </w:tblGrid>
      <w:tr w:rsidR="00234705" w:rsidRPr="004F209C" w:rsidTr="004F209C">
        <w:trPr>
          <w:trHeight w:val="1738"/>
        </w:trPr>
        <w:tc>
          <w:tcPr>
            <w:tcW w:w="9650" w:type="dxa"/>
            <w:gridSpan w:val="5"/>
            <w:tcBorders>
              <w:bottom w:val="nil"/>
            </w:tcBorders>
          </w:tcPr>
          <w:p w:rsidR="00234705" w:rsidRPr="004F209C" w:rsidRDefault="00234705" w:rsidP="00234705">
            <w:pPr>
              <w:spacing w:beforeLines="50" w:before="145"/>
              <w:ind w:right="23"/>
              <w:jc w:val="center"/>
              <w:rPr>
                <w:rFonts w:ascii="ＭＳ 明朝" w:eastAsia="ＭＳ 明朝" w:hAnsi="ＭＳ 明朝"/>
                <w:b/>
                <w:spacing w:val="0"/>
                <w:sz w:val="32"/>
                <w:szCs w:val="32"/>
              </w:rPr>
            </w:pPr>
            <w:r w:rsidRPr="004F209C">
              <w:rPr>
                <w:rFonts w:ascii="ＭＳ 明朝" w:eastAsia="ＭＳ 明朝" w:hAnsi="ＭＳ 明朝" w:hint="eastAsia"/>
                <w:b/>
                <w:spacing w:val="0"/>
                <w:sz w:val="32"/>
                <w:szCs w:val="32"/>
              </w:rPr>
              <w:t>設備利用</w:t>
            </w:r>
            <w:r w:rsidR="00D50037">
              <w:rPr>
                <w:rFonts w:ascii="ＭＳ 明朝" w:eastAsia="ＭＳ 明朝" w:hAnsi="ＭＳ 明朝" w:hint="eastAsia"/>
                <w:b/>
                <w:spacing w:val="0"/>
                <w:sz w:val="32"/>
                <w:szCs w:val="32"/>
              </w:rPr>
              <w:t>サービス</w:t>
            </w:r>
            <w:r w:rsidRPr="004F209C">
              <w:rPr>
                <w:rFonts w:ascii="ＭＳ 明朝" w:eastAsia="ＭＳ 明朝" w:hAnsi="ＭＳ 明朝" w:hint="eastAsia"/>
                <w:b/>
                <w:spacing w:val="0"/>
                <w:sz w:val="32"/>
                <w:szCs w:val="32"/>
              </w:rPr>
              <w:t>申込書</w:t>
            </w:r>
          </w:p>
          <w:p w:rsidR="00234705" w:rsidRPr="004F209C" w:rsidRDefault="00E538D6" w:rsidP="000D7C24">
            <w:pPr>
              <w:ind w:rightChars="148" w:right="285"/>
              <w:jc w:val="right"/>
              <w:rPr>
                <w:rFonts w:ascii="ＭＳ 明朝" w:eastAsia="ＭＳ 明朝" w:hAnsi="ＭＳ 明朝"/>
                <w:spacing w:val="0"/>
                <w:sz w:val="20"/>
              </w:rPr>
            </w:pPr>
            <w:sdt>
              <w:sdtPr>
                <w:rPr>
                  <w:rFonts w:ascii="ＭＳ 明朝" w:eastAsia="ＭＳ 明朝" w:hAnsi="ＭＳ 明朝"/>
                  <w:spacing w:val="0"/>
                  <w:sz w:val="20"/>
                </w:rPr>
                <w:alias w:val="申込日の選択"/>
                <w:tag w:val="申込日の選択"/>
                <w:id w:val="258110091"/>
                <w:placeholder>
                  <w:docPart w:val="F509035D2D0A424C852D87060CA0DA32"/>
                </w:placeholder>
                <w:showingPlcHdr/>
                <w:date>
                  <w:dateFormat w:val="gggee年MM月dd日"/>
                  <w:lid w:val="ja-JP"/>
                  <w:storeMappedDataAs w:val="text"/>
                  <w:calendar w:val="japan"/>
                </w:date>
              </w:sdtPr>
              <w:sdtEndPr/>
              <w:sdtContent>
                <w:r w:rsidR="00FC737D">
                  <w:rPr>
                    <w:rStyle w:val="a5"/>
                    <w:rFonts w:ascii="ＭＳ 明朝" w:eastAsia="ＭＳ 明朝" w:hAnsi="ＭＳ 明朝" w:hint="eastAsia"/>
                    <w:sz w:val="20"/>
                  </w:rPr>
                  <w:t>（申込日</w:t>
                </w:r>
                <w:r w:rsidR="0023006E" w:rsidRPr="004F209C">
                  <w:rPr>
                    <w:rStyle w:val="a5"/>
                    <w:rFonts w:ascii="ＭＳ 明朝" w:eastAsia="ＭＳ 明朝" w:hAnsi="ＭＳ 明朝" w:hint="eastAsia"/>
                    <w:sz w:val="20"/>
                  </w:rPr>
                  <w:t>の選択</w:t>
                </w:r>
                <w:r w:rsidR="00FC737D">
                  <w:rPr>
                    <w:rStyle w:val="a5"/>
                    <w:rFonts w:ascii="ＭＳ 明朝" w:eastAsia="ＭＳ 明朝" w:hAnsi="ＭＳ 明朝" w:hint="eastAsia"/>
                    <w:sz w:val="20"/>
                  </w:rPr>
                  <w:t>）</w:t>
                </w:r>
              </w:sdtContent>
            </w:sdt>
          </w:p>
          <w:p w:rsidR="00234705" w:rsidRPr="004F209C" w:rsidRDefault="00234705" w:rsidP="00C56510">
            <w:pPr>
              <w:rPr>
                <w:rFonts w:ascii="ＭＳ 明朝" w:eastAsia="ＭＳ 明朝" w:hAnsi="ＭＳ 明朝"/>
                <w:spacing w:val="0"/>
                <w:sz w:val="20"/>
              </w:rPr>
            </w:pPr>
          </w:p>
          <w:p w:rsidR="00234705" w:rsidRPr="004F209C" w:rsidRDefault="00234705" w:rsidP="00653BA4">
            <w:pPr>
              <w:ind w:leftChars="200" w:left="386"/>
              <w:rPr>
                <w:rFonts w:ascii="ＭＳ 明朝" w:eastAsia="ＭＳ 明朝" w:hAnsi="ＭＳ 明朝"/>
                <w:spacing w:val="0"/>
                <w:sz w:val="20"/>
              </w:rPr>
            </w:pPr>
            <w:r w:rsidRPr="004F209C">
              <w:rPr>
                <w:rFonts w:ascii="ＭＳ 明朝" w:eastAsia="ＭＳ 明朝" w:hAnsi="ＭＳ 明朝" w:hint="eastAsia"/>
                <w:spacing w:val="0"/>
                <w:sz w:val="20"/>
              </w:rPr>
              <w:t>一般財団法人テレコムエンジニアリングセンター 御中</w:t>
            </w:r>
          </w:p>
          <w:p w:rsidR="00234705" w:rsidRPr="000D7C24" w:rsidRDefault="00234705" w:rsidP="00C56510">
            <w:pPr>
              <w:rPr>
                <w:rFonts w:ascii="ＭＳ 明朝" w:eastAsia="ＭＳ 明朝" w:hAnsi="ＭＳ 明朝"/>
                <w:spacing w:val="0"/>
                <w:sz w:val="20"/>
              </w:rPr>
            </w:pPr>
          </w:p>
        </w:tc>
      </w:tr>
      <w:tr w:rsidR="00A71849" w:rsidRPr="004F209C" w:rsidTr="000D7C24">
        <w:trPr>
          <w:trHeight w:val="567"/>
        </w:trPr>
        <w:tc>
          <w:tcPr>
            <w:tcW w:w="3860" w:type="dxa"/>
            <w:vMerge w:val="restart"/>
            <w:tcBorders>
              <w:top w:val="nil"/>
              <w:right w:val="nil"/>
            </w:tcBorders>
          </w:tcPr>
          <w:p w:rsidR="00280041" w:rsidRPr="004F209C" w:rsidDel="005A17CC" w:rsidRDefault="00A71849" w:rsidP="004F209C">
            <w:pPr>
              <w:ind w:leftChars="-50" w:left="11" w:rightChars="49" w:right="94" w:hangingChars="56" w:hanging="107"/>
              <w:jc w:val="right"/>
              <w:rPr>
                <w:rFonts w:ascii="ＭＳ 明朝" w:eastAsia="ＭＳ 明朝" w:hAnsi="ＭＳ 明朝"/>
                <w:spacing w:val="0"/>
                <w:sz w:val="20"/>
              </w:rPr>
            </w:pPr>
            <w:r w:rsidRPr="004F209C">
              <w:rPr>
                <w:rFonts w:ascii="ＭＳ 明朝" w:eastAsia="ＭＳ 明朝" w:hAnsi="ＭＳ 明朝" w:hint="eastAsia"/>
                <w:spacing w:val="0"/>
                <w:sz w:val="20"/>
              </w:rPr>
              <w:t>申込者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</w:tcPr>
          <w:p w:rsidR="00234705" w:rsidRPr="004F209C" w:rsidDel="005A17CC" w:rsidRDefault="00234705" w:rsidP="004F209C">
            <w:pPr>
              <w:ind w:rightChars="-50" w:right="-96"/>
              <w:jc w:val="left"/>
              <w:rPr>
                <w:rFonts w:ascii="ＭＳ 明朝" w:eastAsia="ＭＳ 明朝" w:hAnsi="ＭＳ 明朝"/>
                <w:spacing w:val="0"/>
                <w:sz w:val="20"/>
              </w:rPr>
            </w:pPr>
            <w:r w:rsidRPr="004F209C">
              <w:rPr>
                <w:rFonts w:ascii="ＭＳ 明朝" w:eastAsia="ＭＳ 明朝" w:hAnsi="ＭＳ 明朝" w:hint="eastAsia"/>
                <w:spacing w:val="0"/>
                <w:sz w:val="20"/>
              </w:rPr>
              <w:t>住所：</w:t>
            </w:r>
          </w:p>
        </w:tc>
        <w:tc>
          <w:tcPr>
            <w:tcW w:w="463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4705" w:rsidRPr="004F209C" w:rsidRDefault="00234705" w:rsidP="00C56510">
            <w:pPr>
              <w:rPr>
                <w:rFonts w:ascii="ＭＳ 明朝" w:eastAsia="ＭＳ 明朝" w:hAnsi="ＭＳ 明朝"/>
                <w:spacing w:val="0"/>
                <w:sz w:val="20"/>
              </w:rPr>
            </w:pPr>
            <w:r w:rsidRPr="004F209C">
              <w:rPr>
                <w:rFonts w:ascii="ＭＳ 明朝" w:eastAsia="ＭＳ 明朝" w:hAnsi="ＭＳ 明朝" w:hint="eastAsia"/>
                <w:spacing w:val="0"/>
                <w:sz w:val="20"/>
              </w:rPr>
              <w:t>〒</w:t>
            </w:r>
            <w:sdt>
              <w:sdtPr>
                <w:rPr>
                  <w:rFonts w:ascii="ＭＳ 明朝" w:eastAsia="ＭＳ 明朝" w:hAnsi="ＭＳ 明朝" w:hint="eastAsia"/>
                  <w:spacing w:val="0"/>
                  <w:sz w:val="20"/>
                </w:rPr>
                <w:alias w:val="郵便番号"/>
                <w:tag w:val="郵便番号"/>
                <w:id w:val="2032985608"/>
                <w:placeholder>
                  <w:docPart w:val="C5E5D30E3DCF4F30ABDDC51950324E97"/>
                </w:placeholder>
                <w:showingPlcHdr/>
                <w:text/>
              </w:sdtPr>
              <w:sdtEndPr/>
              <w:sdtContent>
                <w:r w:rsidR="00ED3EF4" w:rsidRPr="004F209C">
                  <w:rPr>
                    <w:rStyle w:val="a5"/>
                    <w:rFonts w:asciiTheme="minorEastAsia" w:eastAsiaTheme="minorEastAsia" w:hAnsiTheme="minorEastAsia" w:hint="eastAsia"/>
                    <w:sz w:val="20"/>
                  </w:rPr>
                  <w:t>（未入力）</w:t>
                </w:r>
              </w:sdtContent>
            </w:sdt>
          </w:p>
          <w:p w:rsidR="00234705" w:rsidRPr="004F209C" w:rsidDel="005A17CC" w:rsidRDefault="00E538D6" w:rsidP="00A941E5">
            <w:pPr>
              <w:ind w:left="1" w:hanging="1"/>
              <w:rPr>
                <w:rFonts w:ascii="ＭＳ 明朝" w:eastAsia="ＭＳ 明朝" w:hAnsi="ＭＳ 明朝"/>
                <w:spacing w:val="0"/>
                <w:sz w:val="20"/>
              </w:rPr>
            </w:pPr>
            <w:sdt>
              <w:sdtPr>
                <w:rPr>
                  <w:rFonts w:ascii="ＭＳ 明朝" w:eastAsia="ＭＳ 明朝" w:hAnsi="ＭＳ 明朝" w:hint="eastAsia"/>
                  <w:spacing w:val="0"/>
                  <w:sz w:val="20"/>
                </w:rPr>
                <w:alias w:val="住所"/>
                <w:id w:val="2074462865"/>
                <w:placeholder>
                  <w:docPart w:val="12E15ECBC50947698430C5E8C8956D53"/>
                </w:placeholder>
                <w:showingPlcHdr/>
                <w:text w:multiLine="1"/>
              </w:sdtPr>
              <w:sdtEndPr/>
              <w:sdtContent>
                <w:r w:rsidR="00ED3EF4" w:rsidRPr="004F209C">
                  <w:rPr>
                    <w:rStyle w:val="a5"/>
                    <w:rFonts w:asciiTheme="minorEastAsia" w:eastAsiaTheme="minorEastAsia" w:hAnsiTheme="minorEastAsia" w:hint="eastAsia"/>
                    <w:sz w:val="20"/>
                  </w:rPr>
                  <w:t>（未入力）</w:t>
                </w:r>
              </w:sdtContent>
            </w:sdt>
          </w:p>
        </w:tc>
      </w:tr>
      <w:tr w:rsidR="00A71849" w:rsidRPr="004F209C" w:rsidTr="000D7C24">
        <w:trPr>
          <w:trHeight w:val="397"/>
        </w:trPr>
        <w:tc>
          <w:tcPr>
            <w:tcW w:w="3860" w:type="dxa"/>
            <w:vMerge/>
            <w:tcBorders>
              <w:right w:val="nil"/>
            </w:tcBorders>
          </w:tcPr>
          <w:p w:rsidR="00234705" w:rsidRPr="004F209C" w:rsidRDefault="00234705" w:rsidP="00C56510">
            <w:pPr>
              <w:rPr>
                <w:rFonts w:ascii="ＭＳ 明朝" w:eastAsia="ＭＳ 明朝" w:hAnsi="ＭＳ 明朝"/>
                <w:spacing w:val="0"/>
                <w:sz w:val="20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</w:tcPr>
          <w:p w:rsidR="00234705" w:rsidRPr="004F209C" w:rsidRDefault="00234705" w:rsidP="004F209C">
            <w:pPr>
              <w:ind w:rightChars="-50" w:right="-96"/>
              <w:rPr>
                <w:rFonts w:ascii="ＭＳ 明朝" w:eastAsia="ＭＳ 明朝" w:hAnsi="ＭＳ 明朝"/>
                <w:spacing w:val="0"/>
                <w:sz w:val="20"/>
              </w:rPr>
            </w:pPr>
            <w:r w:rsidRPr="004F209C">
              <w:rPr>
                <w:rFonts w:ascii="ＭＳ 明朝" w:eastAsia="ＭＳ 明朝" w:hAnsi="ＭＳ 明朝"/>
                <w:spacing w:val="0"/>
                <w:sz w:val="20"/>
              </w:rPr>
              <w:t>法人名：</w:t>
            </w:r>
          </w:p>
        </w:tc>
        <w:tc>
          <w:tcPr>
            <w:tcW w:w="463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4705" w:rsidRPr="004F209C" w:rsidRDefault="00E538D6" w:rsidP="00ED3EF4">
            <w:pPr>
              <w:rPr>
                <w:rFonts w:ascii="ＭＳ 明朝" w:eastAsia="ＭＳ 明朝" w:hAnsi="ＭＳ 明朝"/>
                <w:spacing w:val="0"/>
                <w:sz w:val="20"/>
              </w:rPr>
            </w:pPr>
            <w:sdt>
              <w:sdtPr>
                <w:rPr>
                  <w:rFonts w:ascii="ＭＳ 明朝" w:eastAsia="ＭＳ 明朝" w:hAnsi="ＭＳ 明朝" w:hint="eastAsia"/>
                  <w:spacing w:val="0"/>
                  <w:sz w:val="20"/>
                </w:rPr>
                <w:alias w:val="法人名"/>
                <w:tag w:val="法人名"/>
                <w:id w:val="-539050657"/>
                <w:placeholder>
                  <w:docPart w:val="539176383B604716BD2E9C0A8AF76894"/>
                </w:placeholder>
                <w:showingPlcHdr/>
                <w:text w:multiLine="1"/>
              </w:sdtPr>
              <w:sdtEndPr/>
              <w:sdtContent>
                <w:r w:rsidR="00ED3EF4" w:rsidRPr="004F209C">
                  <w:rPr>
                    <w:rStyle w:val="a5"/>
                    <w:rFonts w:asciiTheme="minorEastAsia" w:eastAsiaTheme="minorEastAsia" w:hAnsiTheme="minorEastAsia" w:hint="eastAsia"/>
                    <w:sz w:val="20"/>
                  </w:rPr>
                  <w:t>（未入力）</w:t>
                </w:r>
              </w:sdtContent>
            </w:sdt>
          </w:p>
        </w:tc>
      </w:tr>
      <w:tr w:rsidR="00A71849" w:rsidRPr="004F209C" w:rsidTr="000D7C24">
        <w:trPr>
          <w:trHeight w:val="397"/>
        </w:trPr>
        <w:tc>
          <w:tcPr>
            <w:tcW w:w="3860" w:type="dxa"/>
            <w:vMerge/>
            <w:tcBorders>
              <w:right w:val="nil"/>
            </w:tcBorders>
          </w:tcPr>
          <w:p w:rsidR="00234705" w:rsidRPr="004F209C" w:rsidRDefault="00234705" w:rsidP="00C56510">
            <w:pPr>
              <w:rPr>
                <w:rFonts w:ascii="ＭＳ 明朝" w:eastAsia="ＭＳ 明朝" w:hAnsi="ＭＳ 明朝"/>
                <w:spacing w:val="0"/>
                <w:sz w:val="20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</w:tcPr>
          <w:p w:rsidR="00234705" w:rsidRPr="004F209C" w:rsidRDefault="00234705" w:rsidP="004F209C">
            <w:pPr>
              <w:ind w:rightChars="-50" w:right="-96"/>
              <w:rPr>
                <w:rFonts w:ascii="ＭＳ 明朝" w:eastAsia="ＭＳ 明朝" w:hAnsi="ＭＳ 明朝"/>
                <w:spacing w:val="0"/>
                <w:sz w:val="20"/>
              </w:rPr>
            </w:pPr>
            <w:r w:rsidRPr="004F209C">
              <w:rPr>
                <w:rFonts w:ascii="ＭＳ 明朝" w:eastAsia="ＭＳ 明朝" w:hAnsi="ＭＳ 明朝" w:hint="eastAsia"/>
                <w:spacing w:val="0"/>
                <w:sz w:val="20"/>
              </w:rPr>
              <w:t>部署名：</w:t>
            </w:r>
          </w:p>
        </w:tc>
        <w:tc>
          <w:tcPr>
            <w:tcW w:w="463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4705" w:rsidRPr="004F209C" w:rsidRDefault="00E538D6" w:rsidP="00FC48AC">
            <w:pPr>
              <w:ind w:right="-8"/>
              <w:rPr>
                <w:rFonts w:ascii="ＭＳ 明朝" w:eastAsia="ＭＳ 明朝" w:hAnsi="ＭＳ 明朝"/>
                <w:spacing w:val="0"/>
                <w:sz w:val="20"/>
              </w:rPr>
            </w:pPr>
            <w:sdt>
              <w:sdtPr>
                <w:rPr>
                  <w:rFonts w:ascii="ＭＳ 明朝" w:eastAsia="ＭＳ 明朝" w:hAnsi="ＭＳ 明朝" w:hint="eastAsia"/>
                  <w:spacing w:val="0"/>
                  <w:sz w:val="20"/>
                </w:rPr>
                <w:alias w:val="部署名"/>
                <w:tag w:val="部署名"/>
                <w:id w:val="2116789003"/>
                <w:placeholder>
                  <w:docPart w:val="A33106E4D48644E9AE6188C0B5120C60"/>
                </w:placeholder>
                <w:showingPlcHdr/>
                <w:text w:multiLine="1"/>
              </w:sdtPr>
              <w:sdtEndPr/>
              <w:sdtContent>
                <w:r w:rsidR="00ED3EF4" w:rsidRPr="004F209C">
                  <w:rPr>
                    <w:rStyle w:val="a5"/>
                    <w:rFonts w:asciiTheme="minorEastAsia" w:eastAsiaTheme="minorEastAsia" w:hAnsiTheme="minorEastAsia" w:hint="eastAsia"/>
                    <w:sz w:val="20"/>
                  </w:rPr>
                  <w:t>（未入力）</w:t>
                </w:r>
              </w:sdtContent>
            </w:sdt>
          </w:p>
        </w:tc>
      </w:tr>
      <w:tr w:rsidR="00A71849" w:rsidRPr="004F209C" w:rsidTr="000D7C24">
        <w:trPr>
          <w:trHeight w:val="397"/>
        </w:trPr>
        <w:tc>
          <w:tcPr>
            <w:tcW w:w="3860" w:type="dxa"/>
            <w:vMerge/>
            <w:tcBorders>
              <w:bottom w:val="nil"/>
              <w:right w:val="nil"/>
            </w:tcBorders>
          </w:tcPr>
          <w:p w:rsidR="00234705" w:rsidRPr="004F209C" w:rsidRDefault="00234705" w:rsidP="00C56510">
            <w:pPr>
              <w:rPr>
                <w:rFonts w:ascii="ＭＳ 明朝" w:eastAsia="ＭＳ 明朝" w:hAnsi="ＭＳ 明朝"/>
                <w:spacing w:val="0"/>
                <w:sz w:val="20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</w:tcPr>
          <w:p w:rsidR="00234705" w:rsidRPr="004F209C" w:rsidRDefault="00234705" w:rsidP="004F209C">
            <w:pPr>
              <w:ind w:rightChars="-50" w:right="-96"/>
              <w:rPr>
                <w:rFonts w:ascii="ＭＳ 明朝" w:eastAsia="ＭＳ 明朝" w:hAnsi="ＭＳ 明朝"/>
                <w:spacing w:val="0"/>
                <w:sz w:val="20"/>
              </w:rPr>
            </w:pPr>
            <w:r w:rsidRPr="004F209C">
              <w:rPr>
                <w:rFonts w:ascii="ＭＳ 明朝" w:eastAsia="ＭＳ 明朝" w:hAnsi="ＭＳ 明朝" w:hint="eastAsia"/>
                <w:spacing w:val="0"/>
                <w:sz w:val="20"/>
              </w:rPr>
              <w:t>責任者名：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234705" w:rsidRPr="004F209C" w:rsidRDefault="00E538D6" w:rsidP="001F0B62">
            <w:pPr>
              <w:wordWrap w:val="0"/>
              <w:ind w:right="140"/>
              <w:rPr>
                <w:rFonts w:ascii="ＭＳ 明朝" w:eastAsia="ＭＳ 明朝" w:hAnsi="ＭＳ 明朝"/>
                <w:spacing w:val="0"/>
                <w:sz w:val="20"/>
              </w:rPr>
            </w:pPr>
            <w:sdt>
              <w:sdtPr>
                <w:rPr>
                  <w:rFonts w:ascii="ＭＳ 明朝" w:eastAsia="ＭＳ 明朝" w:hAnsi="ＭＳ 明朝" w:hint="eastAsia"/>
                  <w:spacing w:val="0"/>
                  <w:sz w:val="20"/>
                </w:rPr>
                <w:alias w:val="責任者名"/>
                <w:tag w:val="責任者名"/>
                <w:id w:val="252626547"/>
                <w:placeholder>
                  <w:docPart w:val="B4CD2134B5AC4B499370B95614F56F18"/>
                </w:placeholder>
                <w:showingPlcHdr/>
                <w:text w:multiLine="1"/>
              </w:sdtPr>
              <w:sdtEndPr/>
              <w:sdtContent>
                <w:r w:rsidR="00ED3EF4" w:rsidRPr="004F209C">
                  <w:rPr>
                    <w:rStyle w:val="a5"/>
                    <w:rFonts w:asciiTheme="minorEastAsia" w:eastAsiaTheme="minorEastAsia" w:hAnsiTheme="minorEastAsia" w:hint="eastAsia"/>
                    <w:sz w:val="20"/>
                  </w:rPr>
                  <w:t>（未入力）</w:t>
                </w:r>
              </w:sdtContent>
            </w:sdt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4705" w:rsidRPr="004F209C" w:rsidRDefault="00234705" w:rsidP="00C56510">
            <w:pPr>
              <w:ind w:right="420"/>
              <w:rPr>
                <w:rFonts w:ascii="ＭＳ 明朝" w:eastAsia="ＭＳ 明朝" w:hAnsi="ＭＳ 明朝"/>
                <w:spacing w:val="0"/>
                <w:sz w:val="20"/>
              </w:rPr>
            </w:pPr>
            <w:r w:rsidRPr="004F209C">
              <w:rPr>
                <w:rFonts w:ascii="ＭＳ 明朝" w:eastAsia="ＭＳ 明朝" w:hAnsi="ＭＳ 明朝" w:hint="eastAsia"/>
                <w:spacing w:val="0"/>
                <w:sz w:val="20"/>
              </w:rPr>
              <w:t>印</w:t>
            </w:r>
          </w:p>
        </w:tc>
      </w:tr>
      <w:tr w:rsidR="00234705" w:rsidRPr="004F209C" w:rsidTr="004F209C">
        <w:trPr>
          <w:trHeight w:val="1080"/>
        </w:trPr>
        <w:tc>
          <w:tcPr>
            <w:tcW w:w="9650" w:type="dxa"/>
            <w:gridSpan w:val="5"/>
            <w:tcBorders>
              <w:top w:val="nil"/>
              <w:bottom w:val="single" w:sz="4" w:space="0" w:color="auto"/>
            </w:tcBorders>
          </w:tcPr>
          <w:p w:rsidR="00234705" w:rsidRPr="004F209C" w:rsidRDefault="00234705" w:rsidP="00931D46">
            <w:pPr>
              <w:rPr>
                <w:rFonts w:ascii="ＭＳ 明朝" w:eastAsia="ＭＳ 明朝" w:hAnsi="ＭＳ 明朝"/>
                <w:spacing w:val="0"/>
                <w:sz w:val="20"/>
              </w:rPr>
            </w:pPr>
          </w:p>
          <w:p w:rsidR="00C961A1" w:rsidRDefault="00234705" w:rsidP="004163DD">
            <w:pPr>
              <w:ind w:leftChars="300" w:left="578" w:rightChars="200" w:right="386"/>
              <w:jc w:val="distribute"/>
              <w:rPr>
                <w:rFonts w:ascii="ＭＳ 明朝" w:eastAsia="ＭＳ 明朝" w:hAnsi="ＭＳ 明朝" w:hint="eastAsia"/>
                <w:spacing w:val="0"/>
                <w:sz w:val="20"/>
              </w:rPr>
            </w:pPr>
            <w:r w:rsidRPr="004F209C">
              <w:rPr>
                <w:rFonts w:ascii="ＭＳ 明朝" w:eastAsia="ＭＳ 明朝" w:hAnsi="ＭＳ 明朝" w:hint="eastAsia"/>
                <w:spacing w:val="0"/>
                <w:sz w:val="20"/>
              </w:rPr>
              <w:t>設備利用</w:t>
            </w:r>
            <w:r w:rsidR="00393333" w:rsidRPr="004F209C">
              <w:rPr>
                <w:rFonts w:ascii="ＭＳ 明朝" w:eastAsia="ＭＳ 明朝" w:hAnsi="ＭＳ 明朝" w:hint="eastAsia"/>
                <w:spacing w:val="0"/>
                <w:sz w:val="20"/>
              </w:rPr>
              <w:t>を希望しますので</w:t>
            </w:r>
            <w:r w:rsidRPr="004F209C">
              <w:rPr>
                <w:rFonts w:ascii="ＭＳ 明朝" w:eastAsia="ＭＳ 明朝" w:hAnsi="ＭＳ 明朝" w:hint="eastAsia"/>
                <w:spacing w:val="0"/>
                <w:sz w:val="20"/>
              </w:rPr>
              <w:t>、下記のとおり申込み</w:t>
            </w:r>
            <w:r w:rsidR="00AA2F40">
              <w:rPr>
                <w:rFonts w:ascii="ＭＳ 明朝" w:eastAsia="ＭＳ 明朝" w:hAnsi="ＭＳ 明朝" w:hint="eastAsia"/>
                <w:spacing w:val="0"/>
                <w:sz w:val="20"/>
              </w:rPr>
              <w:t>を行い</w:t>
            </w:r>
            <w:r w:rsidRPr="004F209C">
              <w:rPr>
                <w:rFonts w:ascii="ＭＳ 明朝" w:eastAsia="ＭＳ 明朝" w:hAnsi="ＭＳ 明朝" w:hint="eastAsia"/>
                <w:spacing w:val="0"/>
                <w:sz w:val="20"/>
              </w:rPr>
              <w:t>ます。</w:t>
            </w:r>
            <w:r w:rsidR="00AA2F40">
              <w:rPr>
                <w:rFonts w:ascii="ＭＳ 明朝" w:eastAsia="ＭＳ 明朝" w:hAnsi="ＭＳ 明朝" w:hint="eastAsia"/>
                <w:spacing w:val="0"/>
                <w:sz w:val="20"/>
              </w:rPr>
              <w:t>また、</w:t>
            </w:r>
            <w:r w:rsidRPr="004F209C">
              <w:rPr>
                <w:rFonts w:ascii="ＭＳ 明朝" w:eastAsia="ＭＳ 明朝" w:hAnsi="ＭＳ 明朝" w:hint="eastAsia"/>
                <w:spacing w:val="0"/>
                <w:sz w:val="20"/>
              </w:rPr>
              <w:t>設備の操作、利用料金、</w:t>
            </w:r>
          </w:p>
          <w:p w:rsidR="005677BE" w:rsidRDefault="00234705" w:rsidP="004163DD">
            <w:pPr>
              <w:ind w:leftChars="200" w:left="577" w:rightChars="200" w:right="386" w:hangingChars="100" w:hanging="191"/>
              <w:jc w:val="distribute"/>
              <w:rPr>
                <w:rFonts w:ascii="ＭＳ 明朝" w:eastAsia="ＭＳ 明朝" w:hAnsi="ＭＳ 明朝" w:hint="eastAsia"/>
                <w:spacing w:val="0"/>
                <w:sz w:val="20"/>
              </w:rPr>
            </w:pPr>
            <w:r w:rsidRPr="004F209C">
              <w:rPr>
                <w:rFonts w:ascii="ＭＳ 明朝" w:eastAsia="ＭＳ 明朝" w:hAnsi="ＭＳ 明朝" w:hint="eastAsia"/>
                <w:spacing w:val="0"/>
                <w:sz w:val="20"/>
              </w:rPr>
              <w:t>キャンセル料、設備の</w:t>
            </w:r>
            <w:r w:rsidR="00AA2F40">
              <w:rPr>
                <w:rFonts w:ascii="ＭＳ 明朝" w:eastAsia="ＭＳ 明朝" w:hAnsi="ＭＳ 明朝" w:hint="eastAsia"/>
                <w:spacing w:val="0"/>
                <w:sz w:val="20"/>
              </w:rPr>
              <w:t>損害</w:t>
            </w:r>
            <w:r w:rsidR="00117323">
              <w:rPr>
                <w:rFonts w:ascii="ＭＳ 明朝" w:eastAsia="ＭＳ 明朝" w:hAnsi="ＭＳ 明朝" w:hint="eastAsia"/>
                <w:spacing w:val="0"/>
                <w:sz w:val="20"/>
              </w:rPr>
              <w:t>賠償</w:t>
            </w:r>
            <w:r w:rsidRPr="004F209C">
              <w:rPr>
                <w:rFonts w:ascii="ＭＳ 明朝" w:eastAsia="ＭＳ 明朝" w:hAnsi="ＭＳ 明朝" w:hint="eastAsia"/>
                <w:spacing w:val="0"/>
                <w:sz w:val="20"/>
              </w:rPr>
              <w:t>等については、設備利用</w:t>
            </w:r>
            <w:r w:rsidR="00FA7566">
              <w:rPr>
                <w:rFonts w:ascii="ＭＳ 明朝" w:eastAsia="ＭＳ 明朝" w:hAnsi="ＭＳ 明朝" w:hint="eastAsia"/>
                <w:spacing w:val="0"/>
                <w:sz w:val="20"/>
              </w:rPr>
              <w:t>サービス</w:t>
            </w:r>
            <w:r w:rsidR="005677BE">
              <w:rPr>
                <w:rFonts w:ascii="ＭＳ 明朝" w:eastAsia="ＭＳ 明朝" w:hAnsi="ＭＳ 明朝" w:hint="eastAsia"/>
                <w:spacing w:val="0"/>
                <w:sz w:val="20"/>
              </w:rPr>
              <w:t>に関する契約約款</w:t>
            </w:r>
            <w:r w:rsidRPr="004F209C">
              <w:rPr>
                <w:rFonts w:ascii="ＭＳ 明朝" w:eastAsia="ＭＳ 明朝" w:hAnsi="ＭＳ 明朝" w:hint="eastAsia"/>
                <w:spacing w:val="0"/>
                <w:sz w:val="20"/>
              </w:rPr>
              <w:t>の定める</w:t>
            </w:r>
          </w:p>
          <w:p w:rsidR="00234705" w:rsidRPr="004F209C" w:rsidRDefault="00234705" w:rsidP="004163DD">
            <w:pPr>
              <w:ind w:leftChars="200" w:left="577" w:rightChars="200" w:right="386" w:hangingChars="100" w:hanging="191"/>
              <w:rPr>
                <w:rFonts w:ascii="ＭＳ 明朝" w:eastAsia="ＭＳ 明朝" w:hAnsi="ＭＳ 明朝"/>
                <w:spacing w:val="0"/>
                <w:sz w:val="20"/>
              </w:rPr>
            </w:pPr>
            <w:r w:rsidRPr="004F209C">
              <w:rPr>
                <w:rFonts w:ascii="ＭＳ 明朝" w:eastAsia="ＭＳ 明朝" w:hAnsi="ＭＳ 明朝" w:hint="eastAsia"/>
                <w:spacing w:val="0"/>
                <w:sz w:val="20"/>
              </w:rPr>
              <w:t>ところに従います。</w:t>
            </w:r>
          </w:p>
          <w:p w:rsidR="00234705" w:rsidRPr="004F209C" w:rsidRDefault="00234705" w:rsidP="00C5321A">
            <w:pPr>
              <w:pStyle w:val="a3"/>
              <w:spacing w:beforeLines="50" w:before="145" w:afterLines="20" w:after="58"/>
              <w:rPr>
                <w:rFonts w:ascii="ＭＳ 明朝" w:eastAsia="ＭＳ 明朝" w:hAnsi="ＭＳ 明朝"/>
                <w:spacing w:val="0"/>
                <w:sz w:val="20"/>
              </w:rPr>
            </w:pPr>
            <w:r w:rsidRPr="004F209C">
              <w:rPr>
                <w:rFonts w:ascii="ＭＳ 明朝" w:eastAsia="ＭＳ 明朝" w:hAnsi="ＭＳ 明朝" w:hint="eastAsia"/>
                <w:spacing w:val="0"/>
                <w:sz w:val="20"/>
              </w:rPr>
              <w:t>記</w:t>
            </w:r>
          </w:p>
          <w:tbl>
            <w:tblPr>
              <w:tblW w:w="0" w:type="auto"/>
              <w:tblInd w:w="2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123"/>
              <w:gridCol w:w="1351"/>
              <w:gridCol w:w="5404"/>
            </w:tblGrid>
            <w:tr w:rsidR="00234705" w:rsidRPr="004F209C" w:rsidTr="000D7C24">
              <w:trPr>
                <w:trHeight w:val="907"/>
              </w:trPr>
              <w:tc>
                <w:tcPr>
                  <w:tcW w:w="2123" w:type="dxa"/>
                  <w:vAlign w:val="center"/>
                </w:tcPr>
                <w:p w:rsidR="00234705" w:rsidRPr="004F209C" w:rsidRDefault="00CD7FC3" w:rsidP="004F209C">
                  <w:pPr>
                    <w:ind w:firstLineChars="50" w:firstLine="95"/>
                    <w:rPr>
                      <w:rFonts w:ascii="ＭＳ 明朝" w:eastAsia="ＭＳ 明朝" w:hAnsi="ＭＳ 明朝"/>
                      <w:spacing w:val="0"/>
                      <w:sz w:val="20"/>
                    </w:rPr>
                  </w:pPr>
                  <w:r w:rsidRPr="004F209C">
                    <w:rPr>
                      <w:rFonts w:ascii="ＭＳ 明朝" w:eastAsia="ＭＳ 明朝" w:hAnsi="ＭＳ 明朝" w:hint="eastAsia"/>
                      <w:spacing w:val="0"/>
                      <w:sz w:val="20"/>
                    </w:rPr>
                    <w:t>1．</w:t>
                  </w:r>
                  <w:r w:rsidR="00234705" w:rsidRPr="004F209C">
                    <w:rPr>
                      <w:rFonts w:ascii="ＭＳ 明朝" w:eastAsia="ＭＳ 明朝" w:hAnsi="ＭＳ 明朝"/>
                      <w:spacing w:val="0"/>
                      <w:sz w:val="20"/>
                    </w:rPr>
                    <w:t>利用設備名</w:t>
                  </w:r>
                </w:p>
              </w:tc>
              <w:tc>
                <w:tcPr>
                  <w:tcW w:w="6755" w:type="dxa"/>
                  <w:gridSpan w:val="2"/>
                  <w:vAlign w:val="center"/>
                </w:tcPr>
                <w:p w:rsidR="00234705" w:rsidRDefault="00E538D6" w:rsidP="005067E8">
                  <w:pPr>
                    <w:jc w:val="left"/>
                    <w:rPr>
                      <w:rFonts w:ascii="ＭＳ 明朝" w:eastAsia="ＭＳ 明朝" w:hAnsi="ＭＳ 明朝"/>
                      <w:spacing w:val="0"/>
                      <w:sz w:val="20"/>
                    </w:rPr>
                  </w:pPr>
                  <w:sdt>
                    <w:sdtPr>
                      <w:rPr>
                        <w:rFonts w:ascii="ＭＳ 明朝" w:eastAsia="ＭＳ 明朝" w:hAnsi="ＭＳ 明朝"/>
                        <w:spacing w:val="0"/>
                        <w:sz w:val="20"/>
                      </w:rPr>
                      <w:alias w:val="設備名の選択または入力"/>
                      <w:tag w:val="設備名の選択または入力"/>
                      <w:id w:val="-1601327267"/>
                      <w:placeholder>
                        <w:docPart w:val="E7CE665A67884321B0A87CFBDEE1E7F8"/>
                      </w:placeholder>
                      <w:showingPlcHdr/>
                      <w:comboBox>
                        <w:listItem w:value="設備名を選択してください。"/>
                        <w:listItem w:displayText="・（本部）電波暗室" w:value="・（本部）電波暗室"/>
                        <w:listItem w:displayText="・（本部）伝導妨害波測定室" w:value="・（本部）伝導妨害波測定室"/>
                        <w:listItem w:displayText="・（本部）4階会議室 全室" w:value="・（本部）4階会議室 全室"/>
                        <w:listItem w:displayText="・（本部）4階会議室 A室" w:value="・（本部）4階会議室 A室"/>
                        <w:listItem w:displayText="・（本部）4階会議室 B室" w:value="・（本部）4階会議室 B室"/>
                        <w:listItem w:displayText="・（本部）5階会議室" w:value="・（本部）5階会議室"/>
                        <w:listItem w:displayText="・（松戸試験所）オープンテストサイト" w:value="・（松戸試験所）オープンテストサイト"/>
                        <w:listItem w:displayText="・（松戸試験所）電波暗室" w:value="・（松戸試験所）電波暗室"/>
                        <w:listItem w:displayText="・（松戸試験所）伝導妨害波測定室" w:value="・（松戸試験所）伝導妨害波測定室"/>
                        <w:listItem w:displayText="・（松戸試験所）ラージループアンテナ測定システム" w:value="・（松戸試験所）ラージループアンテナ測定システム"/>
                        <w:listItem w:displayText="・（松戸試験所）マイクロ波・ミリ波用電波暗室" w:value="・（松戸試験所）マイクロ波・ミリ波用電波暗室"/>
                      </w:comboBox>
                    </w:sdtPr>
                    <w:sdtEndPr/>
                    <w:sdtContent>
                      <w:r w:rsidR="005F46D4" w:rsidRPr="00BB54A3">
                        <w:rPr>
                          <w:rStyle w:val="a5"/>
                          <w:rFonts w:ascii="ＭＳ 明朝" w:eastAsia="ＭＳ 明朝" w:hAnsi="ＭＳ 明朝" w:hint="eastAsia"/>
                          <w:vanish/>
                          <w:sz w:val="20"/>
                        </w:rPr>
                        <w:t>・（設備名の選択）</w:t>
                      </w:r>
                    </w:sdtContent>
                  </w:sdt>
                </w:p>
                <w:p w:rsidR="00406BAE" w:rsidRDefault="00406BAE" w:rsidP="00406BAE">
                  <w:pPr>
                    <w:jc w:val="left"/>
                    <w:rPr>
                      <w:rFonts w:ascii="ＭＳ 明朝" w:eastAsia="ＭＳ 明朝" w:hAnsi="ＭＳ 明朝" w:hint="eastAsia"/>
                      <w:spacing w:val="0"/>
                      <w:sz w:val="20"/>
                    </w:rPr>
                  </w:pPr>
                  <w:sdt>
                    <w:sdtPr>
                      <w:rPr>
                        <w:rFonts w:ascii="ＭＳ 明朝" w:eastAsia="ＭＳ 明朝" w:hAnsi="ＭＳ 明朝"/>
                        <w:spacing w:val="0"/>
                        <w:sz w:val="20"/>
                      </w:rPr>
                      <w:alias w:val="設備名の選択または入力"/>
                      <w:tag w:val="設備名の選択または入力"/>
                      <w:id w:val="547338010"/>
                      <w:placeholder>
                        <w:docPart w:val="359AF25586984B58910BB79D0B6CFD28"/>
                      </w:placeholder>
                      <w:showingPlcHdr/>
                      <w:comboBox>
                        <w:listItem w:value="設備名を選択してください。"/>
                        <w:listItem w:displayText="・（本部）電波暗室" w:value="・（本部）電波暗室"/>
                        <w:listItem w:displayText="・（本部）伝導妨害波測定室" w:value="・（本部）伝導妨害波測定室"/>
                        <w:listItem w:displayText="・（本部）4階会議室 全室" w:value="・（本部）4階会議室 全室"/>
                        <w:listItem w:displayText="・（本部）4階会議室 A室" w:value="・（本部）4階会議室 A室"/>
                        <w:listItem w:displayText="・（本部）4階会議室 B室" w:value="・（本部）4階会議室 B室"/>
                        <w:listItem w:displayText="・（本部）5階会議室" w:value="・（本部）5階会議室"/>
                        <w:listItem w:displayText="・（松戸試験所）オープンテストサイト" w:value="・（松戸試験所）オープンテストサイト"/>
                        <w:listItem w:displayText="・（松戸試験所）電波暗室" w:value="・（松戸試験所）電波暗室"/>
                        <w:listItem w:displayText="・（松戸試験所）伝導妨害波測定室" w:value="・（松戸試験所）伝導妨害波測定室"/>
                        <w:listItem w:displayText="・（松戸試験所）ラージループアンテナ測定システム" w:value="・（松戸試験所）ラージループアンテナ測定システム"/>
                        <w:listItem w:displayText="・（松戸試験所）マイクロ波・ミリ波用電波暗室" w:value="・（松戸試験所）マイクロ波・ミリ波用電波暗室"/>
                      </w:comboBox>
                    </w:sdtPr>
                    <w:sdtContent>
                      <w:r w:rsidRPr="00BB54A3">
                        <w:rPr>
                          <w:rStyle w:val="a5"/>
                          <w:rFonts w:ascii="ＭＳ 明朝" w:eastAsia="ＭＳ 明朝" w:hAnsi="ＭＳ 明朝" w:hint="eastAsia"/>
                          <w:vanish/>
                          <w:sz w:val="20"/>
                        </w:rPr>
                        <w:t>・（設備名の選択）</w:t>
                      </w:r>
                    </w:sdtContent>
                  </w:sdt>
                </w:p>
                <w:p w:rsidR="00A03395" w:rsidRPr="00406BAE" w:rsidRDefault="00406BAE" w:rsidP="00406BAE">
                  <w:pPr>
                    <w:jc w:val="left"/>
                    <w:rPr>
                      <w:rFonts w:ascii="ＭＳ 明朝" w:eastAsia="ＭＳ 明朝" w:hAnsi="ＭＳ 明朝"/>
                      <w:spacing w:val="0"/>
                      <w:sz w:val="20"/>
                    </w:rPr>
                  </w:pPr>
                  <w:sdt>
                    <w:sdtPr>
                      <w:rPr>
                        <w:rFonts w:ascii="ＭＳ 明朝" w:eastAsia="ＭＳ 明朝" w:hAnsi="ＭＳ 明朝"/>
                        <w:spacing w:val="0"/>
                        <w:sz w:val="20"/>
                      </w:rPr>
                      <w:alias w:val="設備名の選択または入力"/>
                      <w:tag w:val="設備名の選択または入力"/>
                      <w:id w:val="-1277013612"/>
                      <w:placeholder>
                        <w:docPart w:val="2DFC96133EC24162806AE28290CCCEFF"/>
                      </w:placeholder>
                      <w:showingPlcHdr/>
                      <w:comboBox>
                        <w:listItem w:value="設備名を選択してください。"/>
                        <w:listItem w:displayText="・（本部）電波暗室" w:value="・（本部）電波暗室"/>
                        <w:listItem w:displayText="・（本部）伝導妨害波測定室" w:value="・（本部）伝導妨害波測定室"/>
                        <w:listItem w:displayText="・（本部）4階会議室 全室" w:value="・（本部）4階会議室 全室"/>
                        <w:listItem w:displayText="・（本部）4階会議室 A室" w:value="・（本部）4階会議室 A室"/>
                        <w:listItem w:displayText="・（本部）4階会議室 B室" w:value="・（本部）4階会議室 B室"/>
                        <w:listItem w:displayText="・（本部）5階会議室" w:value="・（本部）5階会議室"/>
                        <w:listItem w:displayText="・（松戸試験所）オープンテストサイト" w:value="・（松戸試験所）オープンテストサイト"/>
                        <w:listItem w:displayText="・（松戸試験所）電波暗室" w:value="・（松戸試験所）電波暗室"/>
                        <w:listItem w:displayText="・（松戸試験所）伝導妨害波測定室" w:value="・（松戸試験所）伝導妨害波測定室"/>
                        <w:listItem w:displayText="・（松戸試験所）ラージループアンテナ測定システム" w:value="・（松戸試験所）ラージループアンテナ測定システム"/>
                        <w:listItem w:displayText="・（松戸試験所）マイクロ波・ミリ波用電波暗室" w:value="・（松戸試験所）マイクロ波・ミリ波用電波暗室"/>
                      </w:comboBox>
                    </w:sdtPr>
                    <w:sdtContent>
                      <w:r w:rsidRPr="00BB54A3">
                        <w:rPr>
                          <w:rStyle w:val="a5"/>
                          <w:rFonts w:ascii="ＭＳ 明朝" w:eastAsia="ＭＳ 明朝" w:hAnsi="ＭＳ 明朝" w:hint="eastAsia"/>
                          <w:vanish/>
                          <w:sz w:val="20"/>
                        </w:rPr>
                        <w:t>・（設備名の選択）</w:t>
                      </w:r>
                    </w:sdtContent>
                  </w:sdt>
                </w:p>
              </w:tc>
            </w:tr>
            <w:tr w:rsidR="00234705" w:rsidRPr="004F209C" w:rsidTr="000D7C24">
              <w:trPr>
                <w:trHeight w:val="907"/>
              </w:trPr>
              <w:tc>
                <w:tcPr>
                  <w:tcW w:w="2123" w:type="dxa"/>
                  <w:vAlign w:val="center"/>
                </w:tcPr>
                <w:p w:rsidR="00234705" w:rsidRPr="004F209C" w:rsidRDefault="00CD7FC3" w:rsidP="004F209C">
                  <w:pPr>
                    <w:ind w:firstLineChars="50" w:firstLine="95"/>
                    <w:rPr>
                      <w:rFonts w:ascii="ＭＳ 明朝" w:eastAsia="ＭＳ 明朝" w:hAnsi="ＭＳ 明朝"/>
                      <w:spacing w:val="0"/>
                      <w:sz w:val="20"/>
                    </w:rPr>
                  </w:pPr>
                  <w:r w:rsidRPr="004F209C">
                    <w:rPr>
                      <w:rFonts w:ascii="ＭＳ 明朝" w:eastAsia="ＭＳ 明朝" w:hAnsi="ＭＳ 明朝" w:hint="eastAsia"/>
                      <w:spacing w:val="0"/>
                      <w:sz w:val="20"/>
                    </w:rPr>
                    <w:t>2．</w:t>
                  </w:r>
                  <w:r w:rsidR="00234705" w:rsidRPr="004F209C">
                    <w:rPr>
                      <w:rFonts w:ascii="ＭＳ 明朝" w:eastAsia="ＭＳ 明朝" w:hAnsi="ＭＳ 明朝"/>
                      <w:spacing w:val="0"/>
                      <w:sz w:val="20"/>
                    </w:rPr>
                    <w:t>利用期間</w:t>
                  </w:r>
                </w:p>
              </w:tc>
              <w:tc>
                <w:tcPr>
                  <w:tcW w:w="6755" w:type="dxa"/>
                  <w:gridSpan w:val="2"/>
                  <w:vAlign w:val="center"/>
                </w:tcPr>
                <w:p w:rsidR="00481F3D" w:rsidRPr="004F209C" w:rsidRDefault="00E538D6" w:rsidP="00931D46">
                  <w:pPr>
                    <w:rPr>
                      <w:rFonts w:ascii="ＭＳ 明朝" w:eastAsia="ＭＳ 明朝" w:hAnsi="ＭＳ 明朝"/>
                      <w:spacing w:val="0"/>
                      <w:sz w:val="20"/>
                    </w:rPr>
                  </w:pPr>
                  <w:sdt>
                    <w:sdtPr>
                      <w:rPr>
                        <w:rFonts w:ascii="ＭＳ 明朝" w:eastAsia="ＭＳ 明朝" w:hAnsi="ＭＳ 明朝"/>
                        <w:spacing w:val="0"/>
                        <w:sz w:val="20"/>
                      </w:rPr>
                      <w:alias w:val="開始日の選択"/>
                      <w:tag w:val="開始日の選択"/>
                      <w:id w:val="-1475669103"/>
                      <w:placeholder>
                        <w:docPart w:val="8F4AC5DEF17644D4BDAC602FF8FA0632"/>
                      </w:placeholder>
                      <w:showingPlcHdr/>
                      <w:date>
                        <w:dateFormat w:val="・gggee年MM月dd日"/>
                        <w:lid w:val="ja-JP"/>
                        <w:storeMappedDataAs w:val="text"/>
                        <w:calendar w:val="japan"/>
                      </w:date>
                    </w:sdtPr>
                    <w:sdtEndPr/>
                    <w:sdtContent>
                      <w:r w:rsidR="00FC737D" w:rsidRPr="00BB54A3">
                        <w:rPr>
                          <w:rStyle w:val="a5"/>
                          <w:rFonts w:ascii="ＭＳ 明朝" w:eastAsia="ＭＳ 明朝" w:hAnsi="ＭＳ 明朝" w:hint="eastAsia"/>
                          <w:vanish/>
                          <w:sz w:val="20"/>
                        </w:rPr>
                        <w:t>・（</w:t>
                      </w:r>
                      <w:r w:rsidR="001163B8" w:rsidRPr="00BB54A3">
                        <w:rPr>
                          <w:rStyle w:val="a5"/>
                          <w:rFonts w:ascii="ＭＳ 明朝" w:eastAsia="ＭＳ 明朝" w:hAnsi="ＭＳ 明朝" w:hint="eastAsia"/>
                          <w:vanish/>
                          <w:sz w:val="20"/>
                        </w:rPr>
                        <w:t>開始日の</w:t>
                      </w:r>
                      <w:r w:rsidR="003D4C5C" w:rsidRPr="00BB54A3">
                        <w:rPr>
                          <w:rStyle w:val="a5"/>
                          <w:rFonts w:ascii="ＭＳ 明朝" w:eastAsia="ＭＳ 明朝" w:hAnsi="ＭＳ 明朝" w:hint="eastAsia"/>
                          <w:vanish/>
                          <w:sz w:val="20"/>
                        </w:rPr>
                        <w:t>選択</w:t>
                      </w:r>
                      <w:r w:rsidR="00FC737D" w:rsidRPr="00BB54A3">
                        <w:rPr>
                          <w:rStyle w:val="a5"/>
                          <w:rFonts w:ascii="ＭＳ 明朝" w:eastAsia="ＭＳ 明朝" w:hAnsi="ＭＳ 明朝" w:hint="eastAsia"/>
                          <w:vanish/>
                          <w:sz w:val="20"/>
                        </w:rPr>
                        <w:t>）</w:t>
                      </w:r>
                    </w:sdtContent>
                  </w:sdt>
                  <w:sdt>
                    <w:sdtPr>
                      <w:rPr>
                        <w:rFonts w:ascii="ＭＳ 明朝" w:eastAsia="ＭＳ 明朝" w:hAnsi="ＭＳ 明朝"/>
                        <w:spacing w:val="0"/>
                        <w:sz w:val="20"/>
                      </w:rPr>
                      <w:alias w:val="開始時刻の選択"/>
                      <w:tag w:val="開始時刻の選択"/>
                      <w:id w:val="-79380371"/>
                      <w:placeholder>
                        <w:docPart w:val="F725D711F86842F2A3136E821B43F9B4"/>
                      </w:placeholder>
                      <w:showingPlcHdr/>
                      <w:comboBox>
                        <w:listItem w:value="開始時刻を選択してください。"/>
                        <w:listItem w:displayText=" 09時30分" w:value=" 09時30分"/>
                        <w:listItem w:displayText=" 10時00分" w:value=" 10時00分"/>
                        <w:listItem w:displayText=" 10時30分" w:value=" 10時30分"/>
                        <w:listItem w:displayText=" 11時00分" w:value=" 11時00分"/>
                        <w:listItem w:displayText=" 11時30分" w:value=" 11時30分"/>
                        <w:listItem w:displayText=" 12時00分" w:value=" 12時00分"/>
                        <w:listItem w:displayText=" 13時00分" w:value=" 13時00分"/>
                        <w:listItem w:displayText=" 13時30分" w:value=" 13時30分"/>
                        <w:listItem w:displayText=" 14時00分" w:value=" 14時00分"/>
                        <w:listItem w:displayText=" 14時30分" w:value=" 14時30分"/>
                        <w:listItem w:displayText=" 15時00分" w:value=" 15時00分"/>
                        <w:listItem w:displayText=" 15時30分" w:value=" 15時30分"/>
                        <w:listItem w:displayText=" 16時00分" w:value=" 16時00分"/>
                        <w:listItem w:displayText=" 16時30分" w:value=" 16時30分"/>
                        <w:listItem w:displayText=" 17時00分" w:value=" 17時00分"/>
                        <w:listItem w:displayText=" 17時30分" w:value=" 17時30分"/>
                        <w:listItem w:displayText=" 18時00分" w:value=" 18時00分"/>
                      </w:comboBox>
                    </w:sdtPr>
                    <w:sdtEndPr/>
                    <w:sdtContent>
                      <w:r w:rsidR="00FC737D" w:rsidRPr="00BB54A3">
                        <w:rPr>
                          <w:rStyle w:val="a5"/>
                          <w:rFonts w:hint="eastAsia"/>
                          <w:vanish/>
                        </w:rPr>
                        <w:t>（</w:t>
                      </w:r>
                      <w:r w:rsidR="003F4EF2" w:rsidRPr="00BB54A3">
                        <w:rPr>
                          <w:rStyle w:val="a5"/>
                          <w:rFonts w:hint="eastAsia"/>
                          <w:vanish/>
                        </w:rPr>
                        <w:t>時刻の選択</w:t>
                      </w:r>
                      <w:r w:rsidR="00FC737D" w:rsidRPr="00BB54A3">
                        <w:rPr>
                          <w:rStyle w:val="a5"/>
                          <w:rFonts w:hint="eastAsia"/>
                          <w:vanish/>
                        </w:rPr>
                        <w:t>）</w:t>
                      </w:r>
                    </w:sdtContent>
                  </w:sdt>
                  <w:sdt>
                    <w:sdtPr>
                      <w:rPr>
                        <w:rFonts w:ascii="ＭＳ 明朝" w:eastAsia="ＭＳ 明朝" w:hAnsi="ＭＳ 明朝"/>
                        <w:spacing w:val="0"/>
                        <w:sz w:val="20"/>
                      </w:rPr>
                      <w:alias w:val="終了日の選択"/>
                      <w:tag w:val="終了日の選択"/>
                      <w:id w:val="1640381811"/>
                      <w:placeholder>
                        <w:docPart w:val="4F76E3966ADC4ECFAFA7BB651603190D"/>
                      </w:placeholder>
                      <w:showingPlcHdr/>
                      <w:date>
                        <w:dateFormat w:val=" ～ MM月dd日"/>
                        <w:lid w:val="ja-JP"/>
                        <w:storeMappedDataAs w:val="text"/>
                        <w:calendar w:val="japan"/>
                      </w:date>
                    </w:sdtPr>
                    <w:sdtEndPr/>
                    <w:sdtContent>
                      <w:r w:rsidR="001163B8" w:rsidRPr="00BB54A3">
                        <w:rPr>
                          <w:rFonts w:ascii="ＭＳ 明朝" w:eastAsia="ＭＳ 明朝" w:hAnsi="ＭＳ 明朝" w:hint="eastAsia"/>
                          <w:vanish/>
                          <w:spacing w:val="0"/>
                          <w:sz w:val="20"/>
                        </w:rPr>
                        <w:t xml:space="preserve"> </w:t>
                      </w:r>
                      <w:r w:rsidR="005802F1" w:rsidRPr="00BB54A3">
                        <w:rPr>
                          <w:rStyle w:val="a5"/>
                          <w:rFonts w:ascii="ＭＳ 明朝" w:eastAsia="ＭＳ 明朝" w:hAnsi="ＭＳ 明朝" w:hint="eastAsia"/>
                          <w:vanish/>
                          <w:sz w:val="20"/>
                        </w:rPr>
                        <w:t xml:space="preserve">～ </w:t>
                      </w:r>
                      <w:r w:rsidR="00FC737D" w:rsidRPr="00BB54A3">
                        <w:rPr>
                          <w:rStyle w:val="a5"/>
                          <w:rFonts w:ascii="ＭＳ 明朝" w:eastAsia="ＭＳ 明朝" w:hAnsi="ＭＳ 明朝" w:hint="eastAsia"/>
                          <w:vanish/>
                          <w:sz w:val="20"/>
                        </w:rPr>
                        <w:t>（</w:t>
                      </w:r>
                      <w:r w:rsidR="005802F1" w:rsidRPr="00BB54A3">
                        <w:rPr>
                          <w:rStyle w:val="a5"/>
                          <w:rFonts w:ascii="ＭＳ 明朝" w:eastAsia="ＭＳ 明朝" w:hAnsi="ＭＳ 明朝" w:hint="eastAsia"/>
                          <w:vanish/>
                          <w:sz w:val="20"/>
                        </w:rPr>
                        <w:t>終了</w:t>
                      </w:r>
                      <w:r w:rsidR="001163B8" w:rsidRPr="00BB54A3">
                        <w:rPr>
                          <w:rStyle w:val="a5"/>
                          <w:rFonts w:ascii="ＭＳ 明朝" w:eastAsia="ＭＳ 明朝" w:hAnsi="ＭＳ 明朝" w:hint="eastAsia"/>
                          <w:vanish/>
                          <w:sz w:val="20"/>
                        </w:rPr>
                        <w:t>日の</w:t>
                      </w:r>
                      <w:r w:rsidR="003D4C5C" w:rsidRPr="00BB54A3">
                        <w:rPr>
                          <w:rStyle w:val="a5"/>
                          <w:rFonts w:ascii="ＭＳ 明朝" w:eastAsia="ＭＳ 明朝" w:hAnsi="ＭＳ 明朝" w:hint="eastAsia"/>
                          <w:vanish/>
                          <w:sz w:val="20"/>
                        </w:rPr>
                        <w:t>選択</w:t>
                      </w:r>
                      <w:r w:rsidR="00FC737D" w:rsidRPr="00BB54A3">
                        <w:rPr>
                          <w:rStyle w:val="a5"/>
                          <w:rFonts w:ascii="ＭＳ 明朝" w:eastAsia="ＭＳ 明朝" w:hAnsi="ＭＳ 明朝" w:hint="eastAsia"/>
                          <w:vanish/>
                          <w:sz w:val="20"/>
                        </w:rPr>
                        <w:t>）</w:t>
                      </w:r>
                    </w:sdtContent>
                  </w:sdt>
                  <w:sdt>
                    <w:sdtPr>
                      <w:rPr>
                        <w:rFonts w:ascii="ＭＳ 明朝" w:eastAsia="ＭＳ 明朝" w:hAnsi="ＭＳ 明朝"/>
                        <w:spacing w:val="0"/>
                        <w:sz w:val="20"/>
                      </w:rPr>
                      <w:alias w:val="終了時刻の選択"/>
                      <w:tag w:val="終了時刻の選択"/>
                      <w:id w:val="1184167698"/>
                      <w:placeholder>
                        <w:docPart w:val="B8AF1823BD41489FBF9F7886B902F16D"/>
                      </w:placeholder>
                      <w:showingPlcHdr/>
                      <w:comboBox>
                        <w:listItem w:value="終了時刻を選択してください。"/>
                        <w:listItem w:displayText=" 09時30分" w:value=" 09時30分"/>
                        <w:listItem w:displayText=" 10時00分" w:value=" 10時00分"/>
                        <w:listItem w:displayText=" 10時30分" w:value=" 10時30分"/>
                        <w:listItem w:displayText=" 11時00分" w:value=" 11時00分"/>
                        <w:listItem w:displayText=" 11時30分" w:value=" 11時30分"/>
                        <w:listItem w:displayText=" 12時00分" w:value=" 12時00分"/>
                        <w:listItem w:displayText=" 13時00分" w:value=" 13時00分"/>
                        <w:listItem w:displayText=" 13時30分" w:value=" 13時30分"/>
                        <w:listItem w:displayText=" 14時00分" w:value=" 14時00分"/>
                        <w:listItem w:displayText=" 14時30分" w:value=" 14時30分"/>
                        <w:listItem w:displayText=" 15時00分" w:value=" 15時00分"/>
                        <w:listItem w:displayText=" 15時30分" w:value=" 15時30分"/>
                        <w:listItem w:displayText=" 16時00分" w:value=" 16時00分"/>
                        <w:listItem w:displayText=" 16時30分" w:value=" 16時30分"/>
                        <w:listItem w:displayText=" 17時00分" w:value=" 17時00分"/>
                        <w:listItem w:displayText=" 17時30分" w:value=" 17時30分"/>
                        <w:listItem w:displayText=" 18時00分" w:value=" 18時00分"/>
                      </w:comboBox>
                    </w:sdtPr>
                    <w:sdtEndPr/>
                    <w:sdtContent>
                      <w:r w:rsidR="004B5A1A" w:rsidRPr="00BB54A3">
                        <w:rPr>
                          <w:rStyle w:val="a5"/>
                          <w:rFonts w:hint="eastAsia"/>
                          <w:vanish/>
                        </w:rPr>
                        <w:t>（時刻の選択）</w:t>
                      </w:r>
                    </w:sdtContent>
                  </w:sdt>
                </w:p>
                <w:p w:rsidR="008A2F1D" w:rsidRPr="004F209C" w:rsidRDefault="00E538D6" w:rsidP="008A2F1D">
                  <w:pPr>
                    <w:rPr>
                      <w:rFonts w:ascii="ＭＳ 明朝" w:eastAsia="ＭＳ 明朝" w:hAnsi="ＭＳ 明朝"/>
                      <w:spacing w:val="0"/>
                      <w:sz w:val="20"/>
                    </w:rPr>
                  </w:pPr>
                  <w:sdt>
                    <w:sdtPr>
                      <w:rPr>
                        <w:rFonts w:ascii="ＭＳ 明朝" w:eastAsia="ＭＳ 明朝" w:hAnsi="ＭＳ 明朝"/>
                        <w:spacing w:val="0"/>
                        <w:sz w:val="20"/>
                      </w:rPr>
                      <w:alias w:val="開始日の選択"/>
                      <w:tag w:val="開始日の選択"/>
                      <w:id w:val="13420649"/>
                      <w:placeholder>
                        <w:docPart w:val="8B64A63C9A7A4E9B92BAEEDA038EC123"/>
                      </w:placeholder>
                      <w:showingPlcHdr/>
                      <w:date>
                        <w:dateFormat w:val="・gggee年MM月dd日"/>
                        <w:lid w:val="ja-JP"/>
                        <w:storeMappedDataAs w:val="text"/>
                        <w:calendar w:val="japan"/>
                      </w:date>
                    </w:sdtPr>
                    <w:sdtEndPr/>
                    <w:sdtContent>
                      <w:r w:rsidR="008A2F1D" w:rsidRPr="00D50037">
                        <w:rPr>
                          <w:rStyle w:val="a5"/>
                          <w:rFonts w:ascii="ＭＳ 明朝" w:eastAsia="ＭＳ 明朝" w:hAnsi="ＭＳ 明朝" w:hint="eastAsia"/>
                          <w:vanish/>
                          <w:sz w:val="20"/>
                        </w:rPr>
                        <w:t>・（開始日の選択）</w:t>
                      </w:r>
                    </w:sdtContent>
                  </w:sdt>
                  <w:sdt>
                    <w:sdtPr>
                      <w:rPr>
                        <w:rFonts w:ascii="ＭＳ 明朝" w:eastAsia="ＭＳ 明朝" w:hAnsi="ＭＳ 明朝"/>
                        <w:spacing w:val="0"/>
                        <w:sz w:val="20"/>
                      </w:rPr>
                      <w:alias w:val="開始時刻の選択"/>
                      <w:tag w:val="開始時刻の選択"/>
                      <w:id w:val="-653225362"/>
                      <w:placeholder>
                        <w:docPart w:val="3F4B74BA37E143E98296CFC92A0A16B5"/>
                      </w:placeholder>
                      <w:showingPlcHdr/>
                      <w:comboBox>
                        <w:listItem w:value="開始時刻を選択してください。"/>
                        <w:listItem w:displayText=" 09時30分" w:value=" 09時30分"/>
                        <w:listItem w:displayText=" 10時00分" w:value=" 10時00分"/>
                        <w:listItem w:displayText=" 10時30分" w:value=" 10時30分"/>
                        <w:listItem w:displayText=" 11時00分" w:value=" 11時00分"/>
                        <w:listItem w:displayText=" 11時30分" w:value=" 11時30分"/>
                        <w:listItem w:displayText=" 12時00分" w:value=" 12時00分"/>
                        <w:listItem w:displayText=" 13時00分" w:value=" 13時00分"/>
                        <w:listItem w:displayText=" 13時30分" w:value=" 13時30分"/>
                        <w:listItem w:displayText=" 14時00分" w:value=" 14時00分"/>
                        <w:listItem w:displayText=" 14時30分" w:value=" 14時30分"/>
                        <w:listItem w:displayText=" 15時00分" w:value=" 15時00分"/>
                        <w:listItem w:displayText=" 15時30分" w:value=" 15時30分"/>
                        <w:listItem w:displayText=" 16時00分" w:value=" 16時00分"/>
                        <w:listItem w:displayText=" 16時30分" w:value=" 16時30分"/>
                        <w:listItem w:displayText=" 17時00分" w:value=" 17時00分"/>
                        <w:listItem w:displayText=" 17時30分" w:value=" 17時30分"/>
                        <w:listItem w:displayText=" 18時00分" w:value=" 18時00分"/>
                      </w:comboBox>
                    </w:sdtPr>
                    <w:sdtEndPr/>
                    <w:sdtContent>
                      <w:r w:rsidR="008A2F1D" w:rsidRPr="00D50037">
                        <w:rPr>
                          <w:rStyle w:val="a5"/>
                          <w:rFonts w:hint="eastAsia"/>
                          <w:vanish/>
                        </w:rPr>
                        <w:t>（時刻の選択）</w:t>
                      </w:r>
                    </w:sdtContent>
                  </w:sdt>
                  <w:sdt>
                    <w:sdtPr>
                      <w:rPr>
                        <w:rFonts w:ascii="ＭＳ 明朝" w:eastAsia="ＭＳ 明朝" w:hAnsi="ＭＳ 明朝"/>
                        <w:spacing w:val="0"/>
                        <w:sz w:val="20"/>
                      </w:rPr>
                      <w:alias w:val="終了日の選択"/>
                      <w:tag w:val="終了日の選択"/>
                      <w:id w:val="-593158646"/>
                      <w:placeholder>
                        <w:docPart w:val="C38B3597F8874F11A31BE3AF96B90A59"/>
                      </w:placeholder>
                      <w:showingPlcHdr/>
                      <w:date>
                        <w:dateFormat w:val=" ～ MM月dd日"/>
                        <w:lid w:val="ja-JP"/>
                        <w:storeMappedDataAs w:val="text"/>
                        <w:calendar w:val="japan"/>
                      </w:date>
                    </w:sdtPr>
                    <w:sdtEndPr/>
                    <w:sdtContent>
                      <w:r w:rsidR="008A2F1D" w:rsidRPr="00D50037">
                        <w:rPr>
                          <w:rFonts w:ascii="ＭＳ 明朝" w:eastAsia="ＭＳ 明朝" w:hAnsi="ＭＳ 明朝" w:hint="eastAsia"/>
                          <w:vanish/>
                          <w:spacing w:val="0"/>
                          <w:sz w:val="20"/>
                        </w:rPr>
                        <w:t xml:space="preserve"> </w:t>
                      </w:r>
                      <w:r w:rsidR="008A2F1D" w:rsidRPr="00D50037">
                        <w:rPr>
                          <w:rStyle w:val="a5"/>
                          <w:rFonts w:ascii="ＭＳ 明朝" w:eastAsia="ＭＳ 明朝" w:hAnsi="ＭＳ 明朝" w:hint="eastAsia"/>
                          <w:vanish/>
                          <w:sz w:val="20"/>
                        </w:rPr>
                        <w:t>～ （終了日の選択）</w:t>
                      </w:r>
                    </w:sdtContent>
                  </w:sdt>
                  <w:sdt>
                    <w:sdtPr>
                      <w:rPr>
                        <w:rFonts w:ascii="ＭＳ 明朝" w:eastAsia="ＭＳ 明朝" w:hAnsi="ＭＳ 明朝"/>
                        <w:spacing w:val="0"/>
                        <w:sz w:val="20"/>
                      </w:rPr>
                      <w:alias w:val="終了時刻の選択"/>
                      <w:tag w:val="終了時刻の選択"/>
                      <w:id w:val="-1212721123"/>
                      <w:placeholder>
                        <w:docPart w:val="50AEE694C5964189BEABB2554D9EC5B4"/>
                      </w:placeholder>
                      <w:showingPlcHdr/>
                      <w:comboBox>
                        <w:listItem w:value="終了時刻を選択してください。"/>
                        <w:listItem w:displayText=" 09時30分" w:value=" 09時30分"/>
                        <w:listItem w:displayText=" 10時00分" w:value=" 10時00分"/>
                        <w:listItem w:displayText=" 10時30分" w:value=" 10時30分"/>
                        <w:listItem w:displayText=" 11時00分" w:value=" 11時00分"/>
                        <w:listItem w:displayText=" 11時30分" w:value=" 11時30分"/>
                        <w:listItem w:displayText=" 12時00分" w:value=" 12時00分"/>
                        <w:listItem w:displayText=" 13時00分" w:value=" 13時00分"/>
                        <w:listItem w:displayText=" 13時30分" w:value=" 13時30分"/>
                        <w:listItem w:displayText=" 14時00分" w:value=" 14時00分"/>
                        <w:listItem w:displayText=" 14時30分" w:value=" 14時30分"/>
                        <w:listItem w:displayText=" 15時00分" w:value=" 15時00分"/>
                        <w:listItem w:displayText=" 15時30分" w:value=" 15時30分"/>
                        <w:listItem w:displayText=" 16時00分" w:value=" 16時00分"/>
                        <w:listItem w:displayText=" 16時30分" w:value=" 16時30分"/>
                        <w:listItem w:displayText=" 17時00分" w:value=" 17時00分"/>
                        <w:listItem w:displayText=" 17時30分" w:value=" 17時30分"/>
                        <w:listItem w:displayText=" 18時00分" w:value=" 18時00分"/>
                      </w:comboBox>
                    </w:sdtPr>
                    <w:sdtEndPr/>
                    <w:sdtContent>
                      <w:r w:rsidR="008A2F1D" w:rsidRPr="00D50037">
                        <w:rPr>
                          <w:rStyle w:val="a5"/>
                          <w:rFonts w:hint="eastAsia"/>
                          <w:vanish/>
                        </w:rPr>
                        <w:t>（時刻の選択）</w:t>
                      </w:r>
                    </w:sdtContent>
                  </w:sdt>
                </w:p>
                <w:p w:rsidR="00234705" w:rsidRPr="004F209C" w:rsidRDefault="00E538D6" w:rsidP="008A2F1D">
                  <w:pPr>
                    <w:rPr>
                      <w:rFonts w:ascii="ＭＳ 明朝" w:eastAsia="ＭＳ 明朝" w:hAnsi="ＭＳ 明朝"/>
                      <w:spacing w:val="0"/>
                      <w:sz w:val="20"/>
                    </w:rPr>
                  </w:pPr>
                  <w:sdt>
                    <w:sdtPr>
                      <w:rPr>
                        <w:rFonts w:ascii="ＭＳ 明朝" w:eastAsia="ＭＳ 明朝" w:hAnsi="ＭＳ 明朝"/>
                        <w:spacing w:val="0"/>
                        <w:sz w:val="20"/>
                      </w:rPr>
                      <w:alias w:val="開始日の選択"/>
                      <w:tag w:val="開始日の選択"/>
                      <w:id w:val="672616911"/>
                      <w:placeholder>
                        <w:docPart w:val="15ADE8F02FCA4EC19606AF81C36948CC"/>
                      </w:placeholder>
                      <w:showingPlcHdr/>
                      <w:date>
                        <w:dateFormat w:val="・gggee年MM月dd日"/>
                        <w:lid w:val="ja-JP"/>
                        <w:storeMappedDataAs w:val="text"/>
                        <w:calendar w:val="japan"/>
                      </w:date>
                    </w:sdtPr>
                    <w:sdtEndPr/>
                    <w:sdtContent>
                      <w:r w:rsidR="008A2F1D" w:rsidRPr="00D50037">
                        <w:rPr>
                          <w:rStyle w:val="a5"/>
                          <w:rFonts w:ascii="ＭＳ 明朝" w:eastAsia="ＭＳ 明朝" w:hAnsi="ＭＳ 明朝" w:hint="eastAsia"/>
                          <w:vanish/>
                          <w:sz w:val="20"/>
                        </w:rPr>
                        <w:t>・（開始日の選択）</w:t>
                      </w:r>
                    </w:sdtContent>
                  </w:sdt>
                  <w:sdt>
                    <w:sdtPr>
                      <w:rPr>
                        <w:rFonts w:ascii="ＭＳ 明朝" w:eastAsia="ＭＳ 明朝" w:hAnsi="ＭＳ 明朝"/>
                        <w:spacing w:val="0"/>
                        <w:sz w:val="20"/>
                      </w:rPr>
                      <w:alias w:val="開始時刻の選択"/>
                      <w:tag w:val="開始時刻の選択"/>
                      <w:id w:val="-893572808"/>
                      <w:placeholder>
                        <w:docPart w:val="8D241DEFB42A4C5E8A2E0B4A46E68AC6"/>
                      </w:placeholder>
                      <w:showingPlcHdr/>
                      <w:comboBox>
                        <w:listItem w:value="開始時刻を選択してください。"/>
                        <w:listItem w:displayText=" 09時30分" w:value=" 09時30分"/>
                        <w:listItem w:displayText=" 10時00分" w:value=" 10時00分"/>
                        <w:listItem w:displayText=" 10時30分" w:value=" 10時30分"/>
                        <w:listItem w:displayText=" 11時00分" w:value=" 11時00分"/>
                        <w:listItem w:displayText=" 11時30分" w:value=" 11時30分"/>
                        <w:listItem w:displayText=" 12時00分" w:value=" 12時00分"/>
                        <w:listItem w:displayText=" 13時00分" w:value=" 13時00分"/>
                        <w:listItem w:displayText=" 13時30分" w:value=" 13時30分"/>
                        <w:listItem w:displayText=" 14時00分" w:value=" 14時00分"/>
                        <w:listItem w:displayText=" 14時30分" w:value=" 14時30分"/>
                        <w:listItem w:displayText=" 15時00分" w:value=" 15時00分"/>
                        <w:listItem w:displayText=" 15時30分" w:value=" 15時30分"/>
                        <w:listItem w:displayText=" 16時00分" w:value=" 16時00分"/>
                        <w:listItem w:displayText=" 16時30分" w:value=" 16時30分"/>
                        <w:listItem w:displayText=" 17時00分" w:value=" 17時00分"/>
                        <w:listItem w:displayText=" 17時30分" w:value=" 17時30分"/>
                        <w:listItem w:displayText=" 18時00分" w:value=" 18時00分"/>
                      </w:comboBox>
                    </w:sdtPr>
                    <w:sdtEndPr/>
                    <w:sdtContent>
                      <w:r w:rsidR="008A2F1D" w:rsidRPr="00D50037">
                        <w:rPr>
                          <w:rStyle w:val="a5"/>
                          <w:rFonts w:hint="eastAsia"/>
                          <w:vanish/>
                        </w:rPr>
                        <w:t>（時刻の選択）</w:t>
                      </w:r>
                    </w:sdtContent>
                  </w:sdt>
                  <w:sdt>
                    <w:sdtPr>
                      <w:rPr>
                        <w:rFonts w:ascii="ＭＳ 明朝" w:eastAsia="ＭＳ 明朝" w:hAnsi="ＭＳ 明朝"/>
                        <w:spacing w:val="0"/>
                        <w:sz w:val="20"/>
                      </w:rPr>
                      <w:alias w:val="終了日の選択"/>
                      <w:tag w:val="終了日の選択"/>
                      <w:id w:val="-1647738504"/>
                      <w:placeholder>
                        <w:docPart w:val="AA268197E737488AA4DAC4A07EE110AA"/>
                      </w:placeholder>
                      <w:showingPlcHdr/>
                      <w:date>
                        <w:dateFormat w:val=" ～ MM月dd日"/>
                        <w:lid w:val="ja-JP"/>
                        <w:storeMappedDataAs w:val="text"/>
                        <w:calendar w:val="japan"/>
                      </w:date>
                    </w:sdtPr>
                    <w:sdtEndPr/>
                    <w:sdtContent>
                      <w:r w:rsidR="008A2F1D" w:rsidRPr="00D50037">
                        <w:rPr>
                          <w:rFonts w:ascii="ＭＳ 明朝" w:eastAsia="ＭＳ 明朝" w:hAnsi="ＭＳ 明朝" w:hint="eastAsia"/>
                          <w:vanish/>
                          <w:spacing w:val="0"/>
                          <w:sz w:val="20"/>
                        </w:rPr>
                        <w:t xml:space="preserve"> </w:t>
                      </w:r>
                      <w:r w:rsidR="008A2F1D" w:rsidRPr="00D50037">
                        <w:rPr>
                          <w:rStyle w:val="a5"/>
                          <w:rFonts w:ascii="ＭＳ 明朝" w:eastAsia="ＭＳ 明朝" w:hAnsi="ＭＳ 明朝" w:hint="eastAsia"/>
                          <w:vanish/>
                          <w:sz w:val="20"/>
                        </w:rPr>
                        <w:t>～ （終了日の選択）</w:t>
                      </w:r>
                    </w:sdtContent>
                  </w:sdt>
                  <w:sdt>
                    <w:sdtPr>
                      <w:rPr>
                        <w:rFonts w:ascii="ＭＳ 明朝" w:eastAsia="ＭＳ 明朝" w:hAnsi="ＭＳ 明朝"/>
                        <w:spacing w:val="0"/>
                        <w:sz w:val="20"/>
                      </w:rPr>
                      <w:alias w:val="終了時刻の選択"/>
                      <w:tag w:val="終了時刻の選択"/>
                      <w:id w:val="941486929"/>
                      <w:placeholder>
                        <w:docPart w:val="B2AD14C5E7E24E40BFD7D0936DA08BDA"/>
                      </w:placeholder>
                      <w:showingPlcHdr/>
                      <w:comboBox>
                        <w:listItem w:value="終了時刻を選択してください。"/>
                        <w:listItem w:displayText=" 09時30分" w:value=" 09時30分"/>
                        <w:listItem w:displayText=" 10時00分" w:value=" 10時00分"/>
                        <w:listItem w:displayText=" 10時30分" w:value=" 10時30分"/>
                        <w:listItem w:displayText=" 11時00分" w:value=" 11時00分"/>
                        <w:listItem w:displayText=" 11時30分" w:value=" 11時30分"/>
                        <w:listItem w:displayText=" 12時00分" w:value=" 12時00分"/>
                        <w:listItem w:displayText=" 13時00分" w:value=" 13時00分"/>
                        <w:listItem w:displayText=" 13時30分" w:value=" 13時30分"/>
                        <w:listItem w:displayText=" 14時00分" w:value=" 14時00分"/>
                        <w:listItem w:displayText=" 14時30分" w:value=" 14時30分"/>
                        <w:listItem w:displayText=" 15時00分" w:value=" 15時00分"/>
                        <w:listItem w:displayText=" 15時30分" w:value=" 15時30分"/>
                        <w:listItem w:displayText=" 16時00分" w:value=" 16時00分"/>
                        <w:listItem w:displayText=" 16時30分" w:value=" 16時30分"/>
                        <w:listItem w:displayText=" 17時00分" w:value=" 17時00分"/>
                        <w:listItem w:displayText=" 17時30分" w:value=" 17時30分"/>
                        <w:listItem w:displayText=" 18時00分" w:value=" 18時00分"/>
                      </w:comboBox>
                    </w:sdtPr>
                    <w:sdtEndPr/>
                    <w:sdtContent>
                      <w:r w:rsidR="008A2F1D" w:rsidRPr="00D50037">
                        <w:rPr>
                          <w:rStyle w:val="a5"/>
                          <w:rFonts w:hint="eastAsia"/>
                          <w:vanish/>
                        </w:rPr>
                        <w:t>（時刻の選択）</w:t>
                      </w:r>
                    </w:sdtContent>
                  </w:sdt>
                </w:p>
              </w:tc>
            </w:tr>
            <w:tr w:rsidR="00234705" w:rsidRPr="004F209C" w:rsidTr="000D7C24">
              <w:trPr>
                <w:trHeight w:val="567"/>
              </w:trPr>
              <w:tc>
                <w:tcPr>
                  <w:tcW w:w="2123" w:type="dxa"/>
                  <w:vAlign w:val="center"/>
                </w:tcPr>
                <w:p w:rsidR="00234705" w:rsidRPr="004F209C" w:rsidRDefault="00CD7FC3" w:rsidP="004F209C">
                  <w:pPr>
                    <w:ind w:rightChars="-28" w:right="-54" w:firstLineChars="50" w:firstLine="95"/>
                    <w:rPr>
                      <w:rFonts w:ascii="ＭＳ 明朝" w:eastAsia="ＭＳ 明朝" w:hAnsi="ＭＳ 明朝"/>
                      <w:spacing w:val="0"/>
                      <w:sz w:val="20"/>
                    </w:rPr>
                  </w:pPr>
                  <w:r w:rsidRPr="004F209C">
                    <w:rPr>
                      <w:rFonts w:ascii="ＭＳ 明朝" w:eastAsia="ＭＳ 明朝" w:hAnsi="ＭＳ 明朝" w:hint="eastAsia"/>
                      <w:spacing w:val="0"/>
                      <w:sz w:val="20"/>
                    </w:rPr>
                    <w:t>3．</w:t>
                  </w:r>
                  <w:r w:rsidRPr="004F209C">
                    <w:rPr>
                      <w:rFonts w:ascii="ＭＳ 明朝" w:eastAsia="ＭＳ 明朝" w:hAnsi="ＭＳ 明朝"/>
                      <w:spacing w:val="0"/>
                      <w:sz w:val="20"/>
                    </w:rPr>
                    <w:t>操作員の必要性</w:t>
                  </w:r>
                </w:p>
                <w:p w:rsidR="00234705" w:rsidRPr="004F209C" w:rsidRDefault="00234705" w:rsidP="004F209C">
                  <w:pPr>
                    <w:ind w:rightChars="-51" w:right="-98" w:firstLineChars="108" w:firstLine="206"/>
                    <w:rPr>
                      <w:rFonts w:ascii="ＭＳ 明朝" w:eastAsia="ＭＳ 明朝" w:hAnsi="ＭＳ 明朝"/>
                      <w:spacing w:val="0"/>
                      <w:sz w:val="20"/>
                    </w:rPr>
                  </w:pPr>
                  <w:r w:rsidRPr="004F209C">
                    <w:rPr>
                      <w:rFonts w:ascii="ＭＳ 明朝" w:eastAsia="ＭＳ 明朝" w:hAnsi="ＭＳ 明朝"/>
                      <w:spacing w:val="0"/>
                      <w:sz w:val="20"/>
                    </w:rPr>
                    <w:t>（センター職員）</w:t>
                  </w:r>
                </w:p>
              </w:tc>
              <w:tc>
                <w:tcPr>
                  <w:tcW w:w="6755" w:type="dxa"/>
                  <w:gridSpan w:val="2"/>
                  <w:vAlign w:val="center"/>
                </w:tcPr>
                <w:p w:rsidR="000A1FB7" w:rsidRPr="004F209C" w:rsidRDefault="00E538D6" w:rsidP="00931D46">
                  <w:pPr>
                    <w:rPr>
                      <w:rFonts w:ascii="ＭＳ 明朝" w:eastAsia="ＭＳ 明朝" w:hAnsi="ＭＳ 明朝"/>
                      <w:color w:val="FF0000"/>
                      <w:spacing w:val="0"/>
                      <w:sz w:val="20"/>
                    </w:rPr>
                  </w:pPr>
                  <w:sdt>
                    <w:sdtPr>
                      <w:rPr>
                        <w:rFonts w:ascii="ＭＳ 明朝" w:eastAsia="ＭＳ 明朝" w:hAnsi="ＭＳ 明朝"/>
                        <w:spacing w:val="0"/>
                        <w:sz w:val="20"/>
                      </w:rPr>
                      <w:alias w:val="操作員の必要性"/>
                      <w:tag w:val="操作員の必要性"/>
                      <w:id w:val="-781644021"/>
                      <w:placeholder>
                        <w:docPart w:val="A55B16F4278F4CF48A8537BE7EEA4951"/>
                      </w:placeholder>
                      <w:showingPlcHdr/>
                      <w:comboBox>
                        <w:listItem w:value="有無を選択してください。"/>
                        <w:listItem w:displayText="①必要なし" w:value="①必要なし"/>
                        <w:listItem w:displayText="②必要：利用期間と同じ" w:value="②必要：利用期間と同じ"/>
                        <w:listItem w:displayText="③必要：利用期間と異なる" w:value="③必要：利用期間と異なる"/>
                      </w:comboBox>
                    </w:sdtPr>
                    <w:sdtEndPr/>
                    <w:sdtContent>
                      <w:r w:rsidR="0060134E" w:rsidRPr="004F209C">
                        <w:rPr>
                          <w:rStyle w:val="a5"/>
                          <w:rFonts w:ascii="ＭＳ 明朝" w:eastAsia="ＭＳ 明朝" w:hAnsi="ＭＳ 明朝" w:hint="eastAsia"/>
                          <w:sz w:val="20"/>
                        </w:rPr>
                        <w:t>有無の選択</w:t>
                      </w:r>
                    </w:sdtContent>
                  </w:sdt>
                </w:p>
                <w:p w:rsidR="000D7C24" w:rsidRDefault="000D7C24" w:rsidP="0060134E">
                  <w:pPr>
                    <w:rPr>
                      <w:rFonts w:ascii="ＭＳ 明朝" w:eastAsia="ＭＳ 明朝" w:hAnsi="ＭＳ 明朝"/>
                      <w:spacing w:val="0"/>
                      <w:sz w:val="20"/>
                    </w:rPr>
                  </w:pPr>
                  <w:r>
                    <w:rPr>
                      <w:rFonts w:ascii="ＭＳ 明朝" w:eastAsia="ＭＳ 明朝" w:hAnsi="ＭＳ 明朝" w:hint="eastAsia"/>
                      <w:spacing w:val="0"/>
                      <w:sz w:val="20"/>
                    </w:rPr>
                    <w:t>※</w:t>
                  </w:r>
                  <w:r w:rsidR="00481F3D" w:rsidRPr="004F209C">
                    <w:rPr>
                      <w:rFonts w:ascii="ＭＳ 明朝" w:eastAsia="ＭＳ 明朝" w:hAnsi="ＭＳ 明朝" w:hint="eastAsia"/>
                      <w:spacing w:val="0"/>
                      <w:sz w:val="20"/>
                    </w:rPr>
                    <w:t>③の場合のみ</w:t>
                  </w:r>
                  <w:r w:rsidR="00CD7FC3" w:rsidRPr="004F209C">
                    <w:rPr>
                      <w:rFonts w:ascii="ＭＳ 明朝" w:eastAsia="ＭＳ 明朝" w:hAnsi="ＭＳ 明朝" w:hint="eastAsia"/>
                      <w:spacing w:val="0"/>
                      <w:sz w:val="20"/>
                    </w:rPr>
                    <w:t>記入</w:t>
                  </w:r>
                </w:p>
                <w:p w:rsidR="00234705" w:rsidRPr="008A2F1D" w:rsidRDefault="00E538D6" w:rsidP="008A2F1D">
                  <w:pPr>
                    <w:ind w:firstLineChars="100" w:firstLine="191"/>
                    <w:rPr>
                      <w:rFonts w:ascii="ＭＳ 明朝" w:eastAsia="ＭＳ 明朝" w:hAnsi="ＭＳ 明朝"/>
                      <w:spacing w:val="0"/>
                      <w:sz w:val="20"/>
                    </w:rPr>
                  </w:pPr>
                  <w:sdt>
                    <w:sdtPr>
                      <w:rPr>
                        <w:rFonts w:ascii="ＭＳ 明朝" w:eastAsia="ＭＳ 明朝" w:hAnsi="ＭＳ 明朝"/>
                        <w:spacing w:val="0"/>
                        <w:sz w:val="20"/>
                      </w:rPr>
                      <w:alias w:val="開始日の選択"/>
                      <w:tag w:val="開始日の選択"/>
                      <w:id w:val="1083335513"/>
                      <w:placeholder>
                        <w:docPart w:val="869095D88FE54631BF58311BE7CF6D91"/>
                      </w:placeholder>
                      <w:showingPlcHdr/>
                      <w:date>
                        <w:dateFormat w:val="gggee年MM月dd日"/>
                        <w:lid w:val="ja-JP"/>
                        <w:storeMappedDataAs w:val="text"/>
                        <w:calendar w:val="japan"/>
                      </w:date>
                    </w:sdtPr>
                    <w:sdtEndPr/>
                    <w:sdtContent>
                      <w:r w:rsidR="008A2F1D" w:rsidRPr="00D50037">
                        <w:rPr>
                          <w:rStyle w:val="a5"/>
                          <w:rFonts w:ascii="ＭＳ 明朝" w:eastAsia="ＭＳ 明朝" w:hAnsi="ＭＳ 明朝" w:hint="eastAsia"/>
                          <w:vanish/>
                          <w:sz w:val="20"/>
                        </w:rPr>
                        <w:t>（開始日の選択）</w:t>
                      </w:r>
                    </w:sdtContent>
                  </w:sdt>
                  <w:sdt>
                    <w:sdtPr>
                      <w:rPr>
                        <w:rFonts w:ascii="ＭＳ 明朝" w:eastAsia="ＭＳ 明朝" w:hAnsi="ＭＳ 明朝"/>
                        <w:spacing w:val="0"/>
                        <w:sz w:val="20"/>
                      </w:rPr>
                      <w:alias w:val="開始時刻の選択"/>
                      <w:tag w:val="開始時刻の選択"/>
                      <w:id w:val="-1666935162"/>
                      <w:placeholder>
                        <w:docPart w:val="C66056346D6B4903BA7C48D49274DBA1"/>
                      </w:placeholder>
                      <w:showingPlcHdr/>
                      <w:comboBox>
                        <w:listItem w:value="開始時刻を選択してください。"/>
                        <w:listItem w:displayText=" 09時30分" w:value=" 09時30分"/>
                        <w:listItem w:displayText=" 10時00分" w:value=" 10時00分"/>
                        <w:listItem w:displayText=" 10時30分" w:value=" 10時30分"/>
                        <w:listItem w:displayText=" 11時00分" w:value=" 11時00分"/>
                        <w:listItem w:displayText=" 11時30分" w:value=" 11時30分"/>
                        <w:listItem w:displayText=" 12時00分" w:value=" 12時00分"/>
                        <w:listItem w:displayText=" 13時00分" w:value=" 13時00分"/>
                        <w:listItem w:displayText=" 13時30分" w:value=" 13時30分"/>
                        <w:listItem w:displayText=" 14時00分" w:value=" 14時00分"/>
                        <w:listItem w:displayText=" 14時30分" w:value=" 14時30分"/>
                        <w:listItem w:displayText=" 15時00分" w:value=" 15時00分"/>
                        <w:listItem w:displayText=" 15時30分" w:value=" 15時30分"/>
                        <w:listItem w:displayText=" 16時00分" w:value=" 16時00分"/>
                        <w:listItem w:displayText=" 16時30分" w:value=" 16時30分"/>
                        <w:listItem w:displayText=" 17時00分" w:value=" 17時00分"/>
                        <w:listItem w:displayText=" 17時30分" w:value=" 17時30分"/>
                        <w:listItem w:displayText=" 18時00分" w:value=" 18時00分"/>
                      </w:comboBox>
                    </w:sdtPr>
                    <w:sdtEndPr/>
                    <w:sdtContent>
                      <w:r w:rsidR="008A2F1D" w:rsidRPr="00D50037">
                        <w:rPr>
                          <w:rStyle w:val="a5"/>
                          <w:rFonts w:hint="eastAsia"/>
                          <w:vanish/>
                        </w:rPr>
                        <w:t>（時刻の選択）</w:t>
                      </w:r>
                    </w:sdtContent>
                  </w:sdt>
                  <w:sdt>
                    <w:sdtPr>
                      <w:rPr>
                        <w:rFonts w:ascii="ＭＳ 明朝" w:eastAsia="ＭＳ 明朝" w:hAnsi="ＭＳ 明朝"/>
                        <w:spacing w:val="0"/>
                        <w:sz w:val="20"/>
                      </w:rPr>
                      <w:alias w:val="終了日の選択"/>
                      <w:tag w:val="終了日の選択"/>
                      <w:id w:val="-507916245"/>
                      <w:placeholder>
                        <w:docPart w:val="F2958E03B8624D928B43CF79E5A5E555"/>
                      </w:placeholder>
                      <w:showingPlcHdr/>
                      <w:date>
                        <w:dateFormat w:val=" ～ MM月dd日"/>
                        <w:lid w:val="ja-JP"/>
                        <w:storeMappedDataAs w:val="text"/>
                        <w:calendar w:val="japan"/>
                      </w:date>
                    </w:sdtPr>
                    <w:sdtEndPr/>
                    <w:sdtContent>
                      <w:r w:rsidR="008A2F1D" w:rsidRPr="00D50037">
                        <w:rPr>
                          <w:rFonts w:ascii="ＭＳ 明朝" w:eastAsia="ＭＳ 明朝" w:hAnsi="ＭＳ 明朝" w:hint="eastAsia"/>
                          <w:vanish/>
                          <w:spacing w:val="0"/>
                          <w:sz w:val="20"/>
                        </w:rPr>
                        <w:t xml:space="preserve"> </w:t>
                      </w:r>
                      <w:r w:rsidR="008A2F1D" w:rsidRPr="00D50037">
                        <w:rPr>
                          <w:rStyle w:val="a5"/>
                          <w:rFonts w:ascii="ＭＳ 明朝" w:eastAsia="ＭＳ 明朝" w:hAnsi="ＭＳ 明朝" w:hint="eastAsia"/>
                          <w:vanish/>
                          <w:sz w:val="20"/>
                        </w:rPr>
                        <w:t>～ （終了日の選択）</w:t>
                      </w:r>
                    </w:sdtContent>
                  </w:sdt>
                  <w:sdt>
                    <w:sdtPr>
                      <w:rPr>
                        <w:rFonts w:ascii="ＭＳ 明朝" w:eastAsia="ＭＳ 明朝" w:hAnsi="ＭＳ 明朝"/>
                        <w:spacing w:val="0"/>
                        <w:sz w:val="20"/>
                      </w:rPr>
                      <w:alias w:val="終了時刻の選択"/>
                      <w:tag w:val="終了時刻の選択"/>
                      <w:id w:val="1824392736"/>
                      <w:placeholder>
                        <w:docPart w:val="E4539D839678485898F70C56A366B4F2"/>
                      </w:placeholder>
                      <w:showingPlcHdr/>
                      <w:comboBox>
                        <w:listItem w:value="終了時刻を選択してください。"/>
                        <w:listItem w:displayText=" 09時30分" w:value=" 09時30分"/>
                        <w:listItem w:displayText=" 10時00分" w:value=" 10時00分"/>
                        <w:listItem w:displayText=" 10時30分" w:value=" 10時30分"/>
                        <w:listItem w:displayText=" 11時00分" w:value=" 11時00分"/>
                        <w:listItem w:displayText=" 11時30分" w:value=" 11時30分"/>
                        <w:listItem w:displayText=" 12時00分" w:value=" 12時00分"/>
                        <w:listItem w:displayText=" 13時00分" w:value=" 13時00分"/>
                        <w:listItem w:displayText=" 13時30分" w:value=" 13時30分"/>
                        <w:listItem w:displayText=" 14時00分" w:value=" 14時00分"/>
                        <w:listItem w:displayText=" 14時30分" w:value=" 14時30分"/>
                        <w:listItem w:displayText=" 15時00分" w:value=" 15時00分"/>
                        <w:listItem w:displayText=" 15時30分" w:value=" 15時30分"/>
                        <w:listItem w:displayText=" 16時00分" w:value=" 16時00分"/>
                        <w:listItem w:displayText=" 16時30分" w:value=" 16時30分"/>
                        <w:listItem w:displayText=" 17時00分" w:value=" 17時00分"/>
                        <w:listItem w:displayText=" 17時30分" w:value=" 17時30分"/>
                        <w:listItem w:displayText=" 18時00分" w:value=" 18時00分"/>
                      </w:comboBox>
                    </w:sdtPr>
                    <w:sdtEndPr/>
                    <w:sdtContent>
                      <w:r w:rsidR="008A2F1D" w:rsidRPr="00D50037">
                        <w:rPr>
                          <w:rStyle w:val="a5"/>
                          <w:rFonts w:hint="eastAsia"/>
                          <w:vanish/>
                        </w:rPr>
                        <w:t>（時刻の選択）</w:t>
                      </w:r>
                    </w:sdtContent>
                  </w:sdt>
                </w:p>
              </w:tc>
            </w:tr>
            <w:tr w:rsidR="00234705" w:rsidRPr="004F209C" w:rsidTr="000D7C24">
              <w:trPr>
                <w:trHeight w:val="397"/>
              </w:trPr>
              <w:tc>
                <w:tcPr>
                  <w:tcW w:w="2123" w:type="dxa"/>
                  <w:vMerge w:val="restart"/>
                  <w:vAlign w:val="center"/>
                </w:tcPr>
                <w:p w:rsidR="00234705" w:rsidRPr="004F209C" w:rsidRDefault="00CD7FC3" w:rsidP="004F209C">
                  <w:pPr>
                    <w:ind w:firstLineChars="50" w:firstLine="95"/>
                    <w:rPr>
                      <w:rFonts w:ascii="ＭＳ 明朝" w:eastAsia="ＭＳ 明朝" w:hAnsi="ＭＳ 明朝"/>
                      <w:spacing w:val="0"/>
                      <w:sz w:val="20"/>
                    </w:rPr>
                  </w:pPr>
                  <w:r w:rsidRPr="004F209C">
                    <w:rPr>
                      <w:rFonts w:ascii="ＭＳ 明朝" w:eastAsia="ＭＳ 明朝" w:hAnsi="ＭＳ 明朝" w:hint="eastAsia"/>
                      <w:spacing w:val="0"/>
                      <w:sz w:val="20"/>
                    </w:rPr>
                    <w:t>4．</w:t>
                  </w:r>
                  <w:r w:rsidR="00234705" w:rsidRPr="004F209C">
                    <w:rPr>
                      <w:rFonts w:ascii="ＭＳ 明朝" w:eastAsia="ＭＳ 明朝" w:hAnsi="ＭＳ 明朝"/>
                      <w:spacing w:val="0"/>
                      <w:sz w:val="20"/>
                    </w:rPr>
                    <w:t>その他の事項</w:t>
                  </w:r>
                </w:p>
              </w:tc>
              <w:tc>
                <w:tcPr>
                  <w:tcW w:w="1351" w:type="dxa"/>
                  <w:vAlign w:val="center"/>
                </w:tcPr>
                <w:p w:rsidR="00234705" w:rsidRPr="004F209C" w:rsidRDefault="00234705" w:rsidP="004F209C">
                  <w:pPr>
                    <w:ind w:rightChars="-51" w:right="-98"/>
                    <w:rPr>
                      <w:rFonts w:ascii="ＭＳ 明朝" w:eastAsia="ＭＳ 明朝" w:hAnsi="ＭＳ 明朝"/>
                      <w:spacing w:val="0"/>
                      <w:sz w:val="20"/>
                    </w:rPr>
                  </w:pPr>
                  <w:r w:rsidRPr="004F209C">
                    <w:rPr>
                      <w:rFonts w:ascii="ＭＳ 明朝" w:eastAsia="ＭＳ 明朝" w:hAnsi="ＭＳ 明朝" w:hint="eastAsia"/>
                      <w:spacing w:val="0"/>
                      <w:sz w:val="20"/>
                    </w:rPr>
                    <w:t>被測定物名</w:t>
                  </w:r>
                </w:p>
              </w:tc>
              <w:tc>
                <w:tcPr>
                  <w:tcW w:w="5404" w:type="dxa"/>
                  <w:vAlign w:val="center"/>
                </w:tcPr>
                <w:p w:rsidR="00234705" w:rsidRPr="004F209C" w:rsidRDefault="00E538D6" w:rsidP="001A5840">
                  <w:pPr>
                    <w:rPr>
                      <w:rFonts w:ascii="ＭＳ 明朝" w:eastAsia="ＭＳ 明朝" w:hAnsi="ＭＳ 明朝"/>
                      <w:spacing w:val="0"/>
                      <w:sz w:val="20"/>
                    </w:rPr>
                  </w:pPr>
                  <w:sdt>
                    <w:sdtPr>
                      <w:rPr>
                        <w:rFonts w:ascii="ＭＳ 明朝" w:eastAsia="ＭＳ 明朝" w:hAnsi="ＭＳ 明朝" w:hint="eastAsia"/>
                        <w:spacing w:val="0"/>
                        <w:sz w:val="20"/>
                      </w:rPr>
                      <w:alias w:val="被測定物名"/>
                      <w:tag w:val="被測定物名"/>
                      <w:id w:val="-63579140"/>
                      <w:placeholder>
                        <w:docPart w:val="528EA3050A8A4994AFC7A21FEF828E93"/>
                      </w:placeholder>
                      <w:showingPlcHdr/>
                      <w:text w:multiLine="1"/>
                    </w:sdtPr>
                    <w:sdtEndPr/>
                    <w:sdtContent>
                      <w:r w:rsidR="00ED3EF4" w:rsidRPr="004F209C">
                        <w:rPr>
                          <w:rStyle w:val="a5"/>
                          <w:rFonts w:asciiTheme="minorEastAsia" w:eastAsiaTheme="minorEastAsia" w:hAnsiTheme="minorEastAsia" w:hint="eastAsia"/>
                          <w:sz w:val="20"/>
                        </w:rPr>
                        <w:t>（未入力）</w:t>
                      </w:r>
                    </w:sdtContent>
                  </w:sdt>
                </w:p>
              </w:tc>
            </w:tr>
            <w:tr w:rsidR="00234705" w:rsidRPr="004F209C" w:rsidTr="00F66001">
              <w:trPr>
                <w:trHeight w:val="567"/>
              </w:trPr>
              <w:tc>
                <w:tcPr>
                  <w:tcW w:w="2123" w:type="dxa"/>
                  <w:vMerge/>
                  <w:vAlign w:val="center"/>
                </w:tcPr>
                <w:p w:rsidR="00234705" w:rsidRPr="004F209C" w:rsidRDefault="00234705" w:rsidP="00393333">
                  <w:pPr>
                    <w:rPr>
                      <w:rFonts w:ascii="ＭＳ 明朝" w:eastAsia="ＭＳ 明朝" w:hAnsi="ＭＳ 明朝"/>
                      <w:spacing w:val="0"/>
                      <w:sz w:val="20"/>
                    </w:rPr>
                  </w:pPr>
                </w:p>
              </w:tc>
              <w:tc>
                <w:tcPr>
                  <w:tcW w:w="1351" w:type="dxa"/>
                  <w:vAlign w:val="center"/>
                </w:tcPr>
                <w:p w:rsidR="00234705" w:rsidRPr="004F209C" w:rsidRDefault="00234705" w:rsidP="004F209C">
                  <w:pPr>
                    <w:ind w:rightChars="-51" w:right="-98"/>
                    <w:rPr>
                      <w:rFonts w:ascii="ＭＳ 明朝" w:eastAsia="ＭＳ 明朝" w:hAnsi="ＭＳ 明朝"/>
                      <w:spacing w:val="0"/>
                      <w:sz w:val="20"/>
                    </w:rPr>
                  </w:pPr>
                  <w:r w:rsidRPr="004F209C">
                    <w:rPr>
                      <w:rFonts w:ascii="ＭＳ 明朝" w:eastAsia="ＭＳ 明朝" w:hAnsi="ＭＳ 明朝" w:hint="eastAsia"/>
                      <w:spacing w:val="0"/>
                      <w:sz w:val="20"/>
                    </w:rPr>
                    <w:t>測定内容</w:t>
                  </w:r>
                  <w:r w:rsidR="001A5840" w:rsidRPr="004F209C">
                    <w:rPr>
                      <w:rFonts w:ascii="ＭＳ 明朝" w:eastAsia="ＭＳ 明朝" w:hAnsi="ＭＳ 明朝" w:hint="eastAsia"/>
                      <w:spacing w:val="0"/>
                      <w:sz w:val="20"/>
                    </w:rPr>
                    <w:t>等</w:t>
                  </w:r>
                </w:p>
              </w:tc>
              <w:tc>
                <w:tcPr>
                  <w:tcW w:w="5404" w:type="dxa"/>
                  <w:vAlign w:val="center"/>
                </w:tcPr>
                <w:p w:rsidR="00745701" w:rsidRPr="004F209C" w:rsidRDefault="00E538D6" w:rsidP="001A5840">
                  <w:pPr>
                    <w:rPr>
                      <w:rFonts w:ascii="ＭＳ 明朝" w:eastAsia="ＭＳ 明朝" w:hAnsi="ＭＳ 明朝"/>
                      <w:spacing w:val="0"/>
                      <w:sz w:val="20"/>
                    </w:rPr>
                  </w:pPr>
                  <w:sdt>
                    <w:sdtPr>
                      <w:rPr>
                        <w:rFonts w:ascii="ＭＳ 明朝" w:eastAsia="ＭＳ 明朝" w:hAnsi="ＭＳ 明朝" w:hint="eastAsia"/>
                        <w:spacing w:val="0"/>
                        <w:sz w:val="20"/>
                      </w:rPr>
                      <w:alias w:val="測定内容等"/>
                      <w:tag w:val="測定内容等"/>
                      <w:id w:val="-925499676"/>
                      <w:placeholder>
                        <w:docPart w:val="6EA458B89ADC475FA4041B2E503BFD5B"/>
                      </w:placeholder>
                      <w:showingPlcHdr/>
                      <w:text w:multiLine="1"/>
                    </w:sdtPr>
                    <w:sdtEndPr/>
                    <w:sdtContent>
                      <w:r w:rsidR="00ED3EF4" w:rsidRPr="004F209C">
                        <w:rPr>
                          <w:rStyle w:val="a5"/>
                          <w:rFonts w:asciiTheme="minorEastAsia" w:eastAsiaTheme="minorEastAsia" w:hAnsiTheme="minorEastAsia" w:hint="eastAsia"/>
                          <w:sz w:val="20"/>
                        </w:rPr>
                        <w:t>（未入力）</w:t>
                      </w:r>
                    </w:sdtContent>
                  </w:sdt>
                </w:p>
              </w:tc>
            </w:tr>
            <w:tr w:rsidR="00234705" w:rsidRPr="004F209C" w:rsidTr="00F66001">
              <w:trPr>
                <w:trHeight w:val="567"/>
              </w:trPr>
              <w:tc>
                <w:tcPr>
                  <w:tcW w:w="2123" w:type="dxa"/>
                  <w:vMerge w:val="restart"/>
                  <w:vAlign w:val="center"/>
                </w:tcPr>
                <w:p w:rsidR="00234705" w:rsidRPr="004F209C" w:rsidRDefault="00CD7FC3" w:rsidP="004F209C">
                  <w:pPr>
                    <w:ind w:firstLineChars="50" w:firstLine="95"/>
                    <w:rPr>
                      <w:rFonts w:ascii="ＭＳ 明朝" w:eastAsia="ＭＳ 明朝" w:hAnsi="ＭＳ 明朝"/>
                      <w:spacing w:val="0"/>
                      <w:sz w:val="20"/>
                    </w:rPr>
                  </w:pPr>
                  <w:r w:rsidRPr="004F209C">
                    <w:rPr>
                      <w:rFonts w:ascii="ＭＳ 明朝" w:eastAsia="ＭＳ 明朝" w:hAnsi="ＭＳ 明朝" w:hint="eastAsia"/>
                      <w:spacing w:val="0"/>
                      <w:sz w:val="20"/>
                    </w:rPr>
                    <w:t>5．</w:t>
                  </w:r>
                  <w:r w:rsidR="00234705" w:rsidRPr="004F209C">
                    <w:rPr>
                      <w:rFonts w:ascii="ＭＳ 明朝" w:eastAsia="ＭＳ 明朝" w:hAnsi="ＭＳ 明朝"/>
                      <w:spacing w:val="0"/>
                      <w:sz w:val="20"/>
                    </w:rPr>
                    <w:t>連絡先</w:t>
                  </w:r>
                </w:p>
              </w:tc>
              <w:tc>
                <w:tcPr>
                  <w:tcW w:w="1351" w:type="dxa"/>
                  <w:vAlign w:val="center"/>
                </w:tcPr>
                <w:p w:rsidR="00234705" w:rsidRPr="004F209C" w:rsidRDefault="00234705" w:rsidP="004F209C">
                  <w:pPr>
                    <w:ind w:rightChars="-51" w:right="-98"/>
                    <w:rPr>
                      <w:rFonts w:ascii="ＭＳ 明朝" w:eastAsia="ＭＳ 明朝" w:hAnsi="ＭＳ 明朝"/>
                      <w:spacing w:val="0"/>
                      <w:sz w:val="20"/>
                    </w:rPr>
                  </w:pPr>
                  <w:r w:rsidRPr="004F209C">
                    <w:rPr>
                      <w:rFonts w:ascii="ＭＳ 明朝" w:eastAsia="ＭＳ 明朝" w:hAnsi="ＭＳ 明朝"/>
                      <w:spacing w:val="0"/>
                      <w:sz w:val="20"/>
                    </w:rPr>
                    <w:t>住所</w:t>
                  </w:r>
                </w:p>
              </w:tc>
              <w:tc>
                <w:tcPr>
                  <w:tcW w:w="5404" w:type="dxa"/>
                  <w:vAlign w:val="center"/>
                </w:tcPr>
                <w:p w:rsidR="00234705" w:rsidRPr="004F209C" w:rsidRDefault="001F0B62" w:rsidP="00931D46">
                  <w:pPr>
                    <w:rPr>
                      <w:rFonts w:ascii="ＭＳ 明朝" w:eastAsia="ＭＳ 明朝" w:hAnsi="ＭＳ 明朝"/>
                      <w:spacing w:val="0"/>
                      <w:sz w:val="20"/>
                    </w:rPr>
                  </w:pPr>
                  <w:r w:rsidRPr="004F209C">
                    <w:rPr>
                      <w:rFonts w:ascii="ＭＳ 明朝" w:eastAsia="ＭＳ 明朝" w:hAnsi="ＭＳ 明朝" w:hint="eastAsia"/>
                      <w:spacing w:val="0"/>
                      <w:sz w:val="20"/>
                    </w:rPr>
                    <w:t>〒</w:t>
                  </w:r>
                  <w:sdt>
                    <w:sdtPr>
                      <w:rPr>
                        <w:rFonts w:ascii="ＭＳ 明朝" w:eastAsia="ＭＳ 明朝" w:hAnsi="ＭＳ 明朝" w:hint="eastAsia"/>
                        <w:spacing w:val="0"/>
                        <w:sz w:val="20"/>
                      </w:rPr>
                      <w:alias w:val="郵便番号"/>
                      <w:tag w:val="郵便番号"/>
                      <w:id w:val="2039695785"/>
                      <w:placeholder>
                        <w:docPart w:val="C552727B321240D0A6BC64D1743F875D"/>
                      </w:placeholder>
                      <w:showingPlcHdr/>
                      <w:text w:multiLine="1"/>
                    </w:sdtPr>
                    <w:sdtEndPr/>
                    <w:sdtContent>
                      <w:r w:rsidR="00ED3EF4" w:rsidRPr="004F209C">
                        <w:rPr>
                          <w:rStyle w:val="a5"/>
                          <w:rFonts w:asciiTheme="minorEastAsia" w:eastAsiaTheme="minorEastAsia" w:hAnsiTheme="minorEastAsia" w:hint="eastAsia"/>
                          <w:sz w:val="20"/>
                        </w:rPr>
                        <w:t>（未入力）</w:t>
                      </w:r>
                    </w:sdtContent>
                  </w:sdt>
                </w:p>
                <w:p w:rsidR="00355305" w:rsidRPr="004F209C" w:rsidRDefault="00E538D6" w:rsidP="001A5840">
                  <w:pPr>
                    <w:rPr>
                      <w:rFonts w:ascii="ＭＳ 明朝" w:eastAsia="ＭＳ 明朝" w:hAnsi="ＭＳ 明朝"/>
                      <w:spacing w:val="0"/>
                      <w:sz w:val="20"/>
                    </w:rPr>
                  </w:pPr>
                  <w:sdt>
                    <w:sdtPr>
                      <w:rPr>
                        <w:rFonts w:ascii="ＭＳ 明朝" w:eastAsia="ＭＳ 明朝" w:hAnsi="ＭＳ 明朝" w:hint="eastAsia"/>
                        <w:spacing w:val="0"/>
                        <w:sz w:val="20"/>
                      </w:rPr>
                      <w:alias w:val="住所"/>
                      <w:id w:val="-1887789068"/>
                      <w:placeholder>
                        <w:docPart w:val="05916101CCAF4CECA521E4F4124D5031"/>
                      </w:placeholder>
                      <w:showingPlcHdr/>
                      <w:text w:multiLine="1"/>
                    </w:sdtPr>
                    <w:sdtEndPr/>
                    <w:sdtContent>
                      <w:r w:rsidR="00ED3EF4" w:rsidRPr="004F209C">
                        <w:rPr>
                          <w:rStyle w:val="a5"/>
                          <w:rFonts w:asciiTheme="minorEastAsia" w:eastAsiaTheme="minorEastAsia" w:hAnsiTheme="minorEastAsia" w:hint="eastAsia"/>
                          <w:sz w:val="20"/>
                        </w:rPr>
                        <w:t>（未入力）</w:t>
                      </w:r>
                    </w:sdtContent>
                  </w:sdt>
                </w:p>
              </w:tc>
            </w:tr>
            <w:tr w:rsidR="00234705" w:rsidRPr="004F209C" w:rsidTr="000D7C24">
              <w:trPr>
                <w:trHeight w:val="397"/>
              </w:trPr>
              <w:tc>
                <w:tcPr>
                  <w:tcW w:w="2123" w:type="dxa"/>
                  <w:vMerge/>
                  <w:vAlign w:val="center"/>
                </w:tcPr>
                <w:p w:rsidR="00234705" w:rsidRPr="004F209C" w:rsidRDefault="00234705" w:rsidP="00931D46">
                  <w:pPr>
                    <w:rPr>
                      <w:rFonts w:ascii="ＭＳ 明朝" w:eastAsia="ＭＳ 明朝" w:hAnsi="ＭＳ 明朝"/>
                      <w:spacing w:val="0"/>
                      <w:sz w:val="20"/>
                    </w:rPr>
                  </w:pPr>
                </w:p>
              </w:tc>
              <w:tc>
                <w:tcPr>
                  <w:tcW w:w="1351" w:type="dxa"/>
                  <w:vAlign w:val="center"/>
                </w:tcPr>
                <w:p w:rsidR="00234705" w:rsidRPr="004F209C" w:rsidRDefault="00234705" w:rsidP="004F209C">
                  <w:pPr>
                    <w:ind w:rightChars="-51" w:right="-98"/>
                    <w:rPr>
                      <w:rFonts w:ascii="ＭＳ 明朝" w:eastAsia="ＭＳ 明朝" w:hAnsi="ＭＳ 明朝"/>
                      <w:spacing w:val="0"/>
                      <w:sz w:val="20"/>
                    </w:rPr>
                  </w:pPr>
                  <w:r w:rsidRPr="004F209C">
                    <w:rPr>
                      <w:rFonts w:ascii="ＭＳ 明朝" w:eastAsia="ＭＳ 明朝" w:hAnsi="ＭＳ 明朝" w:hint="eastAsia"/>
                      <w:spacing w:val="0"/>
                      <w:sz w:val="20"/>
                    </w:rPr>
                    <w:t>部署名</w:t>
                  </w:r>
                </w:p>
              </w:tc>
              <w:tc>
                <w:tcPr>
                  <w:tcW w:w="5404" w:type="dxa"/>
                  <w:vAlign w:val="center"/>
                </w:tcPr>
                <w:p w:rsidR="00234705" w:rsidRPr="004F209C" w:rsidRDefault="00E538D6" w:rsidP="001F0B62">
                  <w:pPr>
                    <w:rPr>
                      <w:rFonts w:ascii="ＭＳ 明朝" w:eastAsia="ＭＳ 明朝" w:hAnsi="ＭＳ 明朝"/>
                      <w:spacing w:val="0"/>
                      <w:sz w:val="20"/>
                    </w:rPr>
                  </w:pPr>
                  <w:sdt>
                    <w:sdtPr>
                      <w:rPr>
                        <w:rFonts w:ascii="ＭＳ 明朝" w:eastAsia="ＭＳ 明朝" w:hAnsi="ＭＳ 明朝" w:hint="eastAsia"/>
                        <w:spacing w:val="0"/>
                        <w:sz w:val="20"/>
                      </w:rPr>
                      <w:alias w:val="部署名"/>
                      <w:tag w:val="部署名"/>
                      <w:id w:val="-254291772"/>
                      <w:placeholder>
                        <w:docPart w:val="0C5AB82F0CB24C4690EF998D8690BB85"/>
                      </w:placeholder>
                      <w:showingPlcHdr/>
                      <w:text w:multiLine="1"/>
                    </w:sdtPr>
                    <w:sdtEndPr/>
                    <w:sdtContent>
                      <w:r w:rsidR="00ED3EF4" w:rsidRPr="004F209C">
                        <w:rPr>
                          <w:rStyle w:val="a5"/>
                          <w:rFonts w:asciiTheme="minorEastAsia" w:eastAsiaTheme="minorEastAsia" w:hAnsiTheme="minorEastAsia" w:hint="eastAsia"/>
                          <w:sz w:val="20"/>
                        </w:rPr>
                        <w:t>（未入力）</w:t>
                      </w:r>
                    </w:sdtContent>
                  </w:sdt>
                </w:p>
              </w:tc>
            </w:tr>
            <w:tr w:rsidR="00234705" w:rsidRPr="004F209C" w:rsidTr="000D7C24">
              <w:trPr>
                <w:trHeight w:val="397"/>
              </w:trPr>
              <w:tc>
                <w:tcPr>
                  <w:tcW w:w="2123" w:type="dxa"/>
                  <w:vMerge/>
                  <w:vAlign w:val="center"/>
                </w:tcPr>
                <w:p w:rsidR="00234705" w:rsidRPr="004F209C" w:rsidRDefault="00234705" w:rsidP="00931D46">
                  <w:pPr>
                    <w:rPr>
                      <w:rFonts w:ascii="ＭＳ 明朝" w:eastAsia="ＭＳ 明朝" w:hAnsi="ＭＳ 明朝"/>
                      <w:spacing w:val="0"/>
                      <w:sz w:val="20"/>
                    </w:rPr>
                  </w:pPr>
                </w:p>
              </w:tc>
              <w:tc>
                <w:tcPr>
                  <w:tcW w:w="1351" w:type="dxa"/>
                  <w:vAlign w:val="center"/>
                </w:tcPr>
                <w:p w:rsidR="00234705" w:rsidRPr="004F209C" w:rsidRDefault="00234705" w:rsidP="004F209C">
                  <w:pPr>
                    <w:ind w:rightChars="-51" w:right="-98"/>
                    <w:rPr>
                      <w:rFonts w:ascii="ＭＳ 明朝" w:eastAsia="ＭＳ 明朝" w:hAnsi="ＭＳ 明朝"/>
                      <w:spacing w:val="0"/>
                      <w:sz w:val="20"/>
                    </w:rPr>
                  </w:pPr>
                  <w:r w:rsidRPr="004F209C">
                    <w:rPr>
                      <w:rFonts w:ascii="ＭＳ 明朝" w:eastAsia="ＭＳ 明朝" w:hAnsi="ＭＳ 明朝" w:hint="eastAsia"/>
                      <w:spacing w:val="0"/>
                      <w:sz w:val="20"/>
                    </w:rPr>
                    <w:t>氏名</w:t>
                  </w:r>
                </w:p>
              </w:tc>
              <w:tc>
                <w:tcPr>
                  <w:tcW w:w="5404" w:type="dxa"/>
                  <w:vAlign w:val="center"/>
                </w:tcPr>
                <w:p w:rsidR="00234705" w:rsidRPr="004F209C" w:rsidRDefault="00E538D6" w:rsidP="001F0B62">
                  <w:pPr>
                    <w:rPr>
                      <w:rFonts w:ascii="ＭＳ 明朝" w:eastAsia="ＭＳ 明朝" w:hAnsi="ＭＳ 明朝"/>
                      <w:spacing w:val="0"/>
                      <w:sz w:val="20"/>
                    </w:rPr>
                  </w:pPr>
                  <w:sdt>
                    <w:sdtPr>
                      <w:rPr>
                        <w:rFonts w:ascii="ＭＳ 明朝" w:eastAsia="ＭＳ 明朝" w:hAnsi="ＭＳ 明朝" w:hint="eastAsia"/>
                        <w:spacing w:val="0"/>
                        <w:sz w:val="20"/>
                      </w:rPr>
                      <w:alias w:val="氏名"/>
                      <w:tag w:val="氏名"/>
                      <w:id w:val="-1286038129"/>
                      <w:placeholder>
                        <w:docPart w:val="581BAE1BFBF94199A784CA5E62FF1F46"/>
                      </w:placeholder>
                      <w:showingPlcHdr/>
                      <w:text w:multiLine="1"/>
                    </w:sdtPr>
                    <w:sdtEndPr/>
                    <w:sdtContent>
                      <w:r w:rsidR="00ED3EF4" w:rsidRPr="004F209C">
                        <w:rPr>
                          <w:rStyle w:val="a5"/>
                          <w:rFonts w:asciiTheme="minorEastAsia" w:eastAsiaTheme="minorEastAsia" w:hAnsiTheme="minorEastAsia" w:hint="eastAsia"/>
                          <w:sz w:val="20"/>
                        </w:rPr>
                        <w:t>（未入力）</w:t>
                      </w:r>
                    </w:sdtContent>
                  </w:sdt>
                </w:p>
              </w:tc>
            </w:tr>
            <w:tr w:rsidR="00234705" w:rsidRPr="004F209C" w:rsidTr="000D7C24">
              <w:trPr>
                <w:trHeight w:val="397"/>
              </w:trPr>
              <w:tc>
                <w:tcPr>
                  <w:tcW w:w="2123" w:type="dxa"/>
                  <w:vMerge/>
                  <w:vAlign w:val="center"/>
                </w:tcPr>
                <w:p w:rsidR="00234705" w:rsidRPr="004F209C" w:rsidRDefault="00234705" w:rsidP="00931D46">
                  <w:pPr>
                    <w:rPr>
                      <w:rFonts w:ascii="ＭＳ 明朝" w:eastAsia="ＭＳ 明朝" w:hAnsi="ＭＳ 明朝"/>
                      <w:spacing w:val="0"/>
                      <w:sz w:val="20"/>
                    </w:rPr>
                  </w:pPr>
                </w:p>
              </w:tc>
              <w:tc>
                <w:tcPr>
                  <w:tcW w:w="1351" w:type="dxa"/>
                  <w:vAlign w:val="center"/>
                </w:tcPr>
                <w:p w:rsidR="00234705" w:rsidRPr="004F209C" w:rsidRDefault="00234705" w:rsidP="004F209C">
                  <w:pPr>
                    <w:ind w:rightChars="-51" w:right="-98"/>
                    <w:rPr>
                      <w:rFonts w:ascii="ＭＳ 明朝" w:eastAsia="ＭＳ 明朝" w:hAnsi="ＭＳ 明朝"/>
                      <w:spacing w:val="0"/>
                      <w:sz w:val="20"/>
                    </w:rPr>
                  </w:pPr>
                  <w:r w:rsidRPr="004F209C">
                    <w:rPr>
                      <w:rFonts w:ascii="ＭＳ 明朝" w:eastAsia="ＭＳ 明朝" w:hAnsi="ＭＳ 明朝" w:hint="eastAsia"/>
                      <w:spacing w:val="0"/>
                      <w:sz w:val="20"/>
                    </w:rPr>
                    <w:t>電話</w:t>
                  </w:r>
                  <w:r w:rsidR="00ED3EF4" w:rsidRPr="004F209C">
                    <w:rPr>
                      <w:rFonts w:ascii="ＭＳ 明朝" w:eastAsia="ＭＳ 明朝" w:hAnsi="ＭＳ 明朝" w:hint="eastAsia"/>
                      <w:spacing w:val="0"/>
                      <w:sz w:val="20"/>
                    </w:rPr>
                    <w:t>番号</w:t>
                  </w:r>
                </w:p>
              </w:tc>
              <w:tc>
                <w:tcPr>
                  <w:tcW w:w="5404" w:type="dxa"/>
                  <w:vAlign w:val="center"/>
                </w:tcPr>
                <w:p w:rsidR="00234705" w:rsidRPr="004F209C" w:rsidRDefault="00E538D6" w:rsidP="001F0B62">
                  <w:pPr>
                    <w:rPr>
                      <w:rFonts w:ascii="ＭＳ 明朝" w:eastAsia="ＭＳ 明朝" w:hAnsi="ＭＳ 明朝"/>
                      <w:spacing w:val="0"/>
                      <w:sz w:val="20"/>
                    </w:rPr>
                  </w:pPr>
                  <w:sdt>
                    <w:sdtPr>
                      <w:rPr>
                        <w:rFonts w:ascii="ＭＳ 明朝" w:eastAsia="ＭＳ 明朝" w:hAnsi="ＭＳ 明朝" w:hint="eastAsia"/>
                        <w:spacing w:val="0"/>
                        <w:sz w:val="20"/>
                      </w:rPr>
                      <w:alias w:val="電話番号"/>
                      <w:tag w:val="電話"/>
                      <w:id w:val="-2088294414"/>
                      <w:placeholder>
                        <w:docPart w:val="612FDABB43E942C7BA50BA9ABE58D6F2"/>
                      </w:placeholder>
                      <w:showingPlcHdr/>
                      <w:text w:multiLine="1"/>
                    </w:sdtPr>
                    <w:sdtEndPr/>
                    <w:sdtContent>
                      <w:r w:rsidR="00ED3EF4" w:rsidRPr="004F209C">
                        <w:rPr>
                          <w:rStyle w:val="a5"/>
                          <w:rFonts w:asciiTheme="minorEastAsia" w:eastAsiaTheme="minorEastAsia" w:hAnsiTheme="minorEastAsia" w:hint="eastAsia"/>
                          <w:sz w:val="20"/>
                        </w:rPr>
                        <w:t>（未入力）</w:t>
                      </w:r>
                    </w:sdtContent>
                  </w:sdt>
                </w:p>
              </w:tc>
            </w:tr>
            <w:tr w:rsidR="00234705" w:rsidRPr="004F209C" w:rsidTr="000D7C24">
              <w:trPr>
                <w:trHeight w:val="397"/>
              </w:trPr>
              <w:tc>
                <w:tcPr>
                  <w:tcW w:w="2123" w:type="dxa"/>
                  <w:vMerge/>
                  <w:vAlign w:val="center"/>
                </w:tcPr>
                <w:p w:rsidR="00234705" w:rsidRPr="004F209C" w:rsidRDefault="00234705" w:rsidP="00931D46">
                  <w:pPr>
                    <w:rPr>
                      <w:rFonts w:ascii="ＭＳ 明朝" w:eastAsia="ＭＳ 明朝" w:hAnsi="ＭＳ 明朝"/>
                      <w:spacing w:val="0"/>
                      <w:sz w:val="20"/>
                    </w:rPr>
                  </w:pPr>
                </w:p>
              </w:tc>
              <w:tc>
                <w:tcPr>
                  <w:tcW w:w="1351" w:type="dxa"/>
                  <w:vAlign w:val="center"/>
                </w:tcPr>
                <w:p w:rsidR="00234705" w:rsidRPr="004F209C" w:rsidRDefault="00234705" w:rsidP="004F209C">
                  <w:pPr>
                    <w:ind w:rightChars="-51" w:right="-98"/>
                    <w:rPr>
                      <w:rFonts w:ascii="ＭＳ 明朝" w:eastAsia="ＭＳ 明朝" w:hAnsi="ＭＳ 明朝"/>
                      <w:spacing w:val="0"/>
                      <w:sz w:val="20"/>
                    </w:rPr>
                  </w:pPr>
                  <w:r w:rsidRPr="004F209C">
                    <w:rPr>
                      <w:rFonts w:ascii="ＭＳ 明朝" w:eastAsia="ＭＳ 明朝" w:hAnsi="ＭＳ 明朝"/>
                      <w:spacing w:val="0"/>
                      <w:sz w:val="20"/>
                    </w:rPr>
                    <w:t>E-mail</w:t>
                  </w:r>
                </w:p>
              </w:tc>
              <w:tc>
                <w:tcPr>
                  <w:tcW w:w="5404" w:type="dxa"/>
                  <w:vAlign w:val="center"/>
                </w:tcPr>
                <w:p w:rsidR="00234705" w:rsidRPr="004F209C" w:rsidRDefault="00E538D6" w:rsidP="001F0B62">
                  <w:pPr>
                    <w:rPr>
                      <w:rFonts w:ascii="ＭＳ 明朝" w:eastAsia="ＭＳ 明朝" w:hAnsi="ＭＳ 明朝"/>
                      <w:spacing w:val="0"/>
                      <w:sz w:val="20"/>
                    </w:rPr>
                  </w:pPr>
                  <w:sdt>
                    <w:sdtPr>
                      <w:rPr>
                        <w:rFonts w:ascii="ＭＳ 明朝" w:eastAsia="ＭＳ 明朝" w:hAnsi="ＭＳ 明朝" w:hint="eastAsia"/>
                        <w:spacing w:val="0"/>
                        <w:sz w:val="20"/>
                      </w:rPr>
                      <w:alias w:val="E-mail address"/>
                      <w:tag w:val="E-mail address"/>
                      <w:id w:val="-1175264791"/>
                      <w:placeholder>
                        <w:docPart w:val="02417DEB58AB4D78B5A0F7CFDB21FFE1"/>
                      </w:placeholder>
                      <w:showingPlcHdr/>
                      <w:text w:multiLine="1"/>
                    </w:sdtPr>
                    <w:sdtEndPr/>
                    <w:sdtContent>
                      <w:r w:rsidR="00ED3EF4" w:rsidRPr="004F209C">
                        <w:rPr>
                          <w:rStyle w:val="a5"/>
                          <w:rFonts w:asciiTheme="minorEastAsia" w:eastAsiaTheme="minorEastAsia" w:hAnsiTheme="minorEastAsia" w:hint="eastAsia"/>
                          <w:sz w:val="20"/>
                        </w:rPr>
                        <w:t>（未入力）</w:t>
                      </w:r>
                    </w:sdtContent>
                  </w:sdt>
                </w:p>
              </w:tc>
            </w:tr>
          </w:tbl>
          <w:p w:rsidR="00234705" w:rsidRPr="004F209C" w:rsidRDefault="00234705" w:rsidP="000D7C24">
            <w:pPr>
              <w:tabs>
                <w:tab w:val="left" w:pos="9165"/>
              </w:tabs>
              <w:spacing w:beforeLines="20" w:before="58" w:afterLines="20" w:after="58"/>
              <w:ind w:left="102" w:rightChars="148" w:right="285"/>
              <w:jc w:val="right"/>
              <w:rPr>
                <w:rFonts w:ascii="ＭＳ 明朝" w:eastAsia="ＭＳ 明朝" w:hAnsi="ＭＳ 明朝"/>
                <w:spacing w:val="0"/>
                <w:sz w:val="20"/>
              </w:rPr>
            </w:pPr>
            <w:r w:rsidRPr="004F209C">
              <w:rPr>
                <w:rFonts w:ascii="ＭＳ 明朝" w:eastAsia="ＭＳ 明朝" w:hAnsi="ＭＳ 明朝" w:hint="eastAsia"/>
                <w:spacing w:val="0"/>
                <w:sz w:val="20"/>
              </w:rPr>
              <w:t>以上</w:t>
            </w:r>
          </w:p>
        </w:tc>
      </w:tr>
      <w:tr w:rsidR="00234705" w:rsidRPr="004F209C" w:rsidTr="004F209C">
        <w:trPr>
          <w:trHeight w:val="1061"/>
        </w:trPr>
        <w:tc>
          <w:tcPr>
            <w:tcW w:w="9650" w:type="dxa"/>
            <w:gridSpan w:val="5"/>
            <w:tcBorders>
              <w:bottom w:val="nil"/>
            </w:tcBorders>
          </w:tcPr>
          <w:p w:rsidR="00234705" w:rsidRPr="00BC3FFE" w:rsidRDefault="00234705" w:rsidP="00BC3FFE">
            <w:pPr>
              <w:spacing w:beforeLines="20" w:before="58" w:afterLines="20" w:after="58"/>
              <w:ind w:firstLineChars="50" w:firstLine="86"/>
              <w:rPr>
                <w:rFonts w:ascii="ＭＳ 明朝" w:eastAsia="ＭＳ 明朝" w:hAnsi="ＭＳ 明朝"/>
                <w:b/>
                <w:spacing w:val="0"/>
                <w:sz w:val="18"/>
                <w:szCs w:val="18"/>
              </w:rPr>
            </w:pPr>
            <w:r w:rsidRPr="00BC3FFE">
              <w:rPr>
                <w:rFonts w:ascii="ＭＳ 明朝" w:eastAsia="ＭＳ 明朝" w:hAnsi="ＭＳ 明朝" w:hint="eastAsia"/>
                <w:b/>
                <w:spacing w:val="0"/>
                <w:sz w:val="18"/>
                <w:szCs w:val="18"/>
              </w:rPr>
              <w:t>センター記入欄</w:t>
            </w:r>
          </w:p>
          <w:p w:rsidR="00234705" w:rsidRPr="00BC3FFE" w:rsidRDefault="00234705" w:rsidP="006A5342">
            <w:pPr>
              <w:spacing w:beforeLines="20" w:before="58" w:afterLines="20" w:after="58"/>
              <w:rPr>
                <w:rFonts w:ascii="ＭＳ 明朝" w:eastAsia="ＭＳ 明朝" w:hAnsi="ＭＳ 明朝"/>
                <w:spacing w:val="0"/>
                <w:sz w:val="18"/>
                <w:szCs w:val="18"/>
              </w:rPr>
            </w:pPr>
            <w:r w:rsidRPr="00BC3FFE">
              <w:rPr>
                <w:rFonts w:ascii="ＭＳ 明朝" w:eastAsia="ＭＳ 明朝" w:hAnsi="ＭＳ 明朝" w:hint="eastAsia"/>
                <w:spacing w:val="0"/>
                <w:sz w:val="18"/>
                <w:szCs w:val="18"/>
              </w:rPr>
              <w:t>（区分</w:t>
            </w:r>
            <w:r w:rsidR="00821AA7" w:rsidRPr="00BC3FFE">
              <w:rPr>
                <w:rFonts w:ascii="ＭＳ 明朝" w:eastAsia="ＭＳ 明朝" w:hAnsi="ＭＳ 明朝" w:hint="eastAsia"/>
                <w:spacing w:val="0"/>
                <w:sz w:val="18"/>
                <w:szCs w:val="18"/>
              </w:rPr>
              <w:t>）</w:t>
            </w:r>
            <w:r w:rsidRPr="00BC3FFE">
              <w:rPr>
                <w:rFonts w:ascii="ＭＳ 明朝" w:eastAsia="ＭＳ 明朝" w:hAnsi="ＭＳ 明朝" w:hint="eastAsia"/>
                <w:spacing w:val="0"/>
                <w:sz w:val="18"/>
                <w:szCs w:val="18"/>
              </w:rPr>
              <w:t>基準認証・研究開発</w:t>
            </w:r>
            <w:r w:rsidR="00821AA7" w:rsidRPr="00BC3FFE">
              <w:rPr>
                <w:rFonts w:ascii="ＭＳ 明朝" w:eastAsia="ＭＳ 明朝" w:hAnsi="ＭＳ 明朝"/>
                <w:spacing w:val="0"/>
                <w:sz w:val="18"/>
                <w:szCs w:val="18"/>
              </w:rPr>
              <w:tab/>
            </w:r>
            <w:r w:rsidRPr="00BC3FFE">
              <w:rPr>
                <w:rFonts w:ascii="ＭＳ 明朝" w:eastAsia="ＭＳ 明朝" w:hAnsi="ＭＳ 明朝" w:hint="eastAsia"/>
                <w:spacing w:val="0"/>
                <w:sz w:val="18"/>
                <w:szCs w:val="18"/>
              </w:rPr>
              <w:t>（キャンセル</w:t>
            </w:r>
            <w:r w:rsidR="00A73AD6" w:rsidRPr="00BC3FFE">
              <w:rPr>
                <w:rFonts w:ascii="ＭＳ 明朝" w:eastAsia="ＭＳ 明朝" w:hAnsi="ＭＳ 明朝" w:hint="eastAsia"/>
                <w:spacing w:val="0"/>
                <w:sz w:val="18"/>
                <w:szCs w:val="18"/>
              </w:rPr>
              <w:t>の有無</w:t>
            </w:r>
            <w:r w:rsidR="00821AA7" w:rsidRPr="00BC3FFE">
              <w:rPr>
                <w:rFonts w:ascii="ＭＳ 明朝" w:eastAsia="ＭＳ 明朝" w:hAnsi="ＭＳ 明朝" w:hint="eastAsia"/>
                <w:spacing w:val="0"/>
                <w:sz w:val="18"/>
                <w:szCs w:val="18"/>
              </w:rPr>
              <w:t>）</w:t>
            </w:r>
            <w:r w:rsidRPr="00BC3FFE">
              <w:rPr>
                <w:rFonts w:ascii="ＭＳ 明朝" w:eastAsia="ＭＳ 明朝" w:hAnsi="ＭＳ 明朝" w:hint="eastAsia"/>
                <w:spacing w:val="0"/>
                <w:sz w:val="18"/>
                <w:szCs w:val="18"/>
              </w:rPr>
              <w:t>有・無</w:t>
            </w:r>
            <w:r w:rsidR="00A73AD6" w:rsidRPr="00BC3FFE">
              <w:rPr>
                <w:rFonts w:ascii="ＭＳ 明朝" w:eastAsia="ＭＳ 明朝" w:hAnsi="ＭＳ 明朝"/>
                <w:spacing w:val="0"/>
                <w:sz w:val="18"/>
                <w:szCs w:val="18"/>
              </w:rPr>
              <w:tab/>
            </w:r>
            <w:r w:rsidR="00821AA7" w:rsidRPr="00BC3FFE">
              <w:rPr>
                <w:rFonts w:ascii="ＭＳ 明朝" w:eastAsia="ＭＳ 明朝" w:hAnsi="ＭＳ 明朝" w:hint="eastAsia"/>
                <w:spacing w:val="0"/>
                <w:sz w:val="18"/>
                <w:szCs w:val="18"/>
              </w:rPr>
              <w:t>（操作員</w:t>
            </w:r>
            <w:r w:rsidR="00A73AD6" w:rsidRPr="00BC3FFE">
              <w:rPr>
                <w:rFonts w:ascii="ＭＳ 明朝" w:eastAsia="ＭＳ 明朝" w:hAnsi="ＭＳ 明朝" w:hint="eastAsia"/>
                <w:spacing w:val="0"/>
                <w:sz w:val="18"/>
                <w:szCs w:val="18"/>
              </w:rPr>
              <w:t>の氏名</w:t>
            </w:r>
            <w:r w:rsidR="00821AA7" w:rsidRPr="00BC3FFE">
              <w:rPr>
                <w:rFonts w:ascii="ＭＳ 明朝" w:eastAsia="ＭＳ 明朝" w:hAnsi="ＭＳ 明朝"/>
                <w:spacing w:val="0"/>
                <w:sz w:val="18"/>
                <w:szCs w:val="18"/>
              </w:rPr>
              <w:t>）</w:t>
            </w:r>
          </w:p>
          <w:p w:rsidR="00234705" w:rsidRPr="00BC3FFE" w:rsidRDefault="00234705" w:rsidP="006A5342">
            <w:pPr>
              <w:spacing w:beforeLines="20" w:before="58" w:afterLines="20" w:after="58"/>
              <w:rPr>
                <w:rFonts w:ascii="ＭＳ 明朝" w:eastAsia="ＭＳ 明朝" w:hAnsi="ＭＳ 明朝"/>
                <w:spacing w:val="0"/>
                <w:sz w:val="18"/>
                <w:szCs w:val="18"/>
              </w:rPr>
            </w:pPr>
            <w:r w:rsidRPr="00BC3FFE">
              <w:rPr>
                <w:rFonts w:ascii="ＭＳ 明朝" w:eastAsia="ＭＳ 明朝" w:hAnsi="ＭＳ 明朝" w:hint="eastAsia"/>
                <w:spacing w:val="0"/>
                <w:sz w:val="18"/>
                <w:szCs w:val="18"/>
              </w:rPr>
              <w:t>（利用期間</w:t>
            </w:r>
            <w:r w:rsidR="00821AA7" w:rsidRPr="00BC3FFE">
              <w:rPr>
                <w:rFonts w:ascii="ＭＳ 明朝" w:eastAsia="ＭＳ 明朝" w:hAnsi="ＭＳ 明朝" w:hint="eastAsia"/>
                <w:spacing w:val="0"/>
                <w:sz w:val="18"/>
                <w:szCs w:val="18"/>
              </w:rPr>
              <w:t>の</w:t>
            </w:r>
            <w:r w:rsidRPr="00BC3FFE">
              <w:rPr>
                <w:rFonts w:ascii="ＭＳ 明朝" w:eastAsia="ＭＳ 明朝" w:hAnsi="ＭＳ 明朝" w:hint="eastAsia"/>
                <w:spacing w:val="0"/>
                <w:sz w:val="18"/>
                <w:szCs w:val="18"/>
              </w:rPr>
              <w:t>実績）</w:t>
            </w:r>
          </w:p>
          <w:p w:rsidR="00234705" w:rsidRPr="004F209C" w:rsidDel="005A17CC" w:rsidRDefault="006A5342" w:rsidP="006A5342">
            <w:pPr>
              <w:spacing w:beforeLines="20" w:before="58" w:afterLines="20" w:after="58"/>
              <w:rPr>
                <w:rFonts w:ascii="ＭＳ 明朝" w:eastAsia="ＭＳ 明朝" w:hAnsi="ＭＳ 明朝"/>
                <w:spacing w:val="0"/>
                <w:sz w:val="20"/>
              </w:rPr>
            </w:pPr>
            <w:r w:rsidRPr="00BC3FFE">
              <w:rPr>
                <w:rFonts w:ascii="ＭＳ 明朝" w:eastAsia="ＭＳ 明朝" w:hAnsi="ＭＳ 明朝" w:hint="eastAsia"/>
                <w:spacing w:val="0"/>
                <w:sz w:val="18"/>
                <w:szCs w:val="18"/>
              </w:rPr>
              <w:t>（利用料金）</w:t>
            </w:r>
          </w:p>
        </w:tc>
      </w:tr>
      <w:tr w:rsidR="00234705" w:rsidRPr="004F209C" w:rsidTr="008909BA">
        <w:trPr>
          <w:trHeight w:val="574"/>
        </w:trPr>
        <w:tc>
          <w:tcPr>
            <w:tcW w:w="8878" w:type="dxa"/>
            <w:gridSpan w:val="4"/>
            <w:tcBorders>
              <w:top w:val="nil"/>
            </w:tcBorders>
          </w:tcPr>
          <w:p w:rsidR="00821AA7" w:rsidRPr="004F209C" w:rsidRDefault="00821AA7" w:rsidP="006A5342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772" w:type="dxa"/>
          </w:tcPr>
          <w:p w:rsidR="00234705" w:rsidRPr="00BC3FFE" w:rsidRDefault="008909BA" w:rsidP="008909BA">
            <w:pPr>
              <w:jc w:val="center"/>
              <w:rPr>
                <w:rFonts w:ascii="ＭＳ 明朝" w:eastAsia="ＭＳ 明朝" w:hAnsi="ＭＳ 明朝"/>
                <w:color w:val="BFBFBF" w:themeColor="background1" w:themeShade="BF"/>
                <w:sz w:val="16"/>
                <w:szCs w:val="16"/>
              </w:rPr>
            </w:pPr>
            <w:r w:rsidRPr="00BC3FFE">
              <w:rPr>
                <w:rFonts w:ascii="ＭＳ 明朝" w:eastAsia="ＭＳ 明朝" w:hAnsi="ＭＳ 明朝"/>
                <w:color w:val="BFBFBF" w:themeColor="background1" w:themeShade="BF"/>
                <w:sz w:val="16"/>
                <w:szCs w:val="16"/>
              </w:rPr>
              <w:t>担当者</w:t>
            </w:r>
          </w:p>
          <w:p w:rsidR="008909BA" w:rsidRPr="004F209C" w:rsidRDefault="008909BA" w:rsidP="008909BA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BC3FFE">
              <w:rPr>
                <w:rFonts w:ascii="ＭＳ 明朝" w:eastAsia="ＭＳ 明朝" w:hAnsi="ＭＳ 明朝" w:hint="eastAsia"/>
                <w:color w:val="BFBFBF" w:themeColor="background1" w:themeShade="BF"/>
                <w:sz w:val="16"/>
                <w:szCs w:val="16"/>
              </w:rPr>
              <w:t>印</w:t>
            </w:r>
          </w:p>
        </w:tc>
      </w:tr>
    </w:tbl>
    <w:p w:rsidR="00E02C1C" w:rsidRPr="004F209C" w:rsidRDefault="00234705" w:rsidP="00BC7339">
      <w:pPr>
        <w:wordWrap w:val="0"/>
        <w:jc w:val="right"/>
        <w:rPr>
          <w:rFonts w:ascii="ＭＳ 明朝" w:eastAsia="ＭＳ 明朝" w:hAnsi="ＭＳ 明朝"/>
          <w:sz w:val="20"/>
        </w:rPr>
      </w:pPr>
      <w:r w:rsidRPr="004F209C">
        <w:rPr>
          <w:rFonts w:ascii="ＭＳ 明朝" w:eastAsia="ＭＳ 明朝" w:hAnsi="ＭＳ 明朝" w:hint="eastAsia"/>
          <w:sz w:val="20"/>
        </w:rPr>
        <w:t>（用紙：Ａ４縦</w:t>
      </w:r>
      <w:r w:rsidR="00BC7339" w:rsidRPr="004F209C">
        <w:rPr>
          <w:rFonts w:ascii="ＭＳ 明朝" w:eastAsia="ＭＳ 明朝" w:hAnsi="ＭＳ 明朝" w:hint="eastAsia"/>
          <w:sz w:val="20"/>
        </w:rPr>
        <w:t xml:space="preserve"> / </w:t>
      </w:r>
      <w:r w:rsidR="00BC7339" w:rsidRPr="004F209C">
        <w:rPr>
          <w:rFonts w:ascii="ＭＳ 明朝" w:eastAsia="ＭＳ 明朝" w:hAnsi="ＭＳ 明朝"/>
          <w:sz w:val="20"/>
        </w:rPr>
        <w:t>Form</w:t>
      </w:r>
      <w:r w:rsidR="00BC7339" w:rsidRPr="004F209C">
        <w:rPr>
          <w:rFonts w:ascii="ＭＳ 明朝" w:eastAsia="ＭＳ 明朝" w:hAnsi="ＭＳ 明朝" w:hint="eastAsia"/>
          <w:sz w:val="20"/>
        </w:rPr>
        <w:t xml:space="preserve"> </w:t>
      </w:r>
      <w:r w:rsidR="004D3B81">
        <w:rPr>
          <w:rFonts w:ascii="ＭＳ 明朝" w:eastAsia="ＭＳ 明朝" w:hAnsi="ＭＳ 明朝" w:hint="eastAsia"/>
          <w:sz w:val="20"/>
        </w:rPr>
        <w:t>V</w:t>
      </w:r>
      <w:r w:rsidR="005677BE">
        <w:rPr>
          <w:rFonts w:ascii="ＭＳ 明朝" w:eastAsia="ＭＳ 明朝" w:hAnsi="ＭＳ 明朝" w:hint="eastAsia"/>
          <w:sz w:val="20"/>
        </w:rPr>
        <w:t>er</w:t>
      </w:r>
      <w:r w:rsidR="00633938">
        <w:rPr>
          <w:rFonts w:ascii="ＭＳ 明朝" w:eastAsia="ＭＳ 明朝" w:hAnsi="ＭＳ 明朝" w:hint="eastAsia"/>
          <w:sz w:val="20"/>
        </w:rPr>
        <w:t>.</w:t>
      </w:r>
      <w:r w:rsidR="008B5AA9">
        <w:rPr>
          <w:rFonts w:ascii="ＭＳ 明朝" w:eastAsia="ＭＳ 明朝" w:hAnsi="ＭＳ 明朝" w:hint="eastAsia"/>
          <w:sz w:val="20"/>
        </w:rPr>
        <w:t xml:space="preserve"> </w:t>
      </w:r>
      <w:bookmarkStart w:id="0" w:name="_GoBack"/>
      <w:bookmarkEnd w:id="0"/>
      <w:r w:rsidR="005677BE">
        <w:rPr>
          <w:rFonts w:ascii="ＭＳ 明朝" w:eastAsia="ＭＳ 明朝" w:hAnsi="ＭＳ 明朝" w:hint="eastAsia"/>
          <w:sz w:val="20"/>
        </w:rPr>
        <w:t>a1.0</w:t>
      </w:r>
      <w:r w:rsidRPr="004F209C">
        <w:rPr>
          <w:rFonts w:ascii="ＭＳ 明朝" w:eastAsia="ＭＳ 明朝" w:hAnsi="ＭＳ 明朝" w:hint="eastAsia"/>
          <w:sz w:val="20"/>
        </w:rPr>
        <w:t>）</w:t>
      </w:r>
    </w:p>
    <w:sectPr w:rsidR="00E02C1C" w:rsidRPr="004F209C" w:rsidSect="00766B7E">
      <w:pgSz w:w="11906" w:h="16838" w:code="9"/>
      <w:pgMar w:top="1134" w:right="964" w:bottom="851" w:left="1304" w:header="851" w:footer="992" w:gutter="0"/>
      <w:cols w:space="425"/>
      <w:docGrid w:type="linesAndChars" w:linePitch="291" w:charSpace="-18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8D6" w:rsidRDefault="00E538D6" w:rsidP="00A242AA">
      <w:r>
        <w:separator/>
      </w:r>
    </w:p>
  </w:endnote>
  <w:endnote w:type="continuationSeparator" w:id="0">
    <w:p w:rsidR="00E538D6" w:rsidRDefault="00E538D6" w:rsidP="00A24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明朝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8D6" w:rsidRDefault="00E538D6" w:rsidP="00A242AA">
      <w:r>
        <w:separator/>
      </w:r>
    </w:p>
  </w:footnote>
  <w:footnote w:type="continuationSeparator" w:id="0">
    <w:p w:rsidR="00E538D6" w:rsidRDefault="00E538D6" w:rsidP="00A242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E29E4"/>
    <w:multiLevelType w:val="hybridMultilevel"/>
    <w:tmpl w:val="2BD84688"/>
    <w:lvl w:ilvl="0" w:tplc="21EE1068">
      <w:start w:val="1"/>
      <w:numFmt w:val="decimal"/>
      <w:lvlText w:val="%1."/>
      <w:lvlJc w:val="left"/>
      <w:pPr>
        <w:ind w:left="61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">
    <w:nsid w:val="6F113D09"/>
    <w:multiLevelType w:val="hybridMultilevel"/>
    <w:tmpl w:val="EAA21084"/>
    <w:lvl w:ilvl="0" w:tplc="1B304A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attachedTemplate r:id="rId1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9A6"/>
    <w:rsid w:val="00006C82"/>
    <w:rsid w:val="00015422"/>
    <w:rsid w:val="000636B6"/>
    <w:rsid w:val="0008202D"/>
    <w:rsid w:val="0008732B"/>
    <w:rsid w:val="00091D37"/>
    <w:rsid w:val="000A1FB7"/>
    <w:rsid w:val="000D1264"/>
    <w:rsid w:val="000D5E0C"/>
    <w:rsid w:val="000D7B17"/>
    <w:rsid w:val="000D7C24"/>
    <w:rsid w:val="000F1644"/>
    <w:rsid w:val="000F37EB"/>
    <w:rsid w:val="000F4880"/>
    <w:rsid w:val="000F7CFD"/>
    <w:rsid w:val="001163B8"/>
    <w:rsid w:val="00116B39"/>
    <w:rsid w:val="00117323"/>
    <w:rsid w:val="0012682C"/>
    <w:rsid w:val="001A5840"/>
    <w:rsid w:val="001C4C78"/>
    <w:rsid w:val="001D22C7"/>
    <w:rsid w:val="001E382F"/>
    <w:rsid w:val="001F0B62"/>
    <w:rsid w:val="0023006E"/>
    <w:rsid w:val="00234705"/>
    <w:rsid w:val="00271270"/>
    <w:rsid w:val="00272E8A"/>
    <w:rsid w:val="00277A53"/>
    <w:rsid w:val="00280041"/>
    <w:rsid w:val="002A1613"/>
    <w:rsid w:val="002C24F5"/>
    <w:rsid w:val="002D32EE"/>
    <w:rsid w:val="002D5E44"/>
    <w:rsid w:val="002E09FF"/>
    <w:rsid w:val="00345262"/>
    <w:rsid w:val="003545A7"/>
    <w:rsid w:val="00355305"/>
    <w:rsid w:val="00355B13"/>
    <w:rsid w:val="00357BE4"/>
    <w:rsid w:val="00357DD7"/>
    <w:rsid w:val="00385C81"/>
    <w:rsid w:val="003918F4"/>
    <w:rsid w:val="00393333"/>
    <w:rsid w:val="003A68A1"/>
    <w:rsid w:val="003D4C5C"/>
    <w:rsid w:val="003F1587"/>
    <w:rsid w:val="003F4EF2"/>
    <w:rsid w:val="00406BAE"/>
    <w:rsid w:val="004163DD"/>
    <w:rsid w:val="00430A8A"/>
    <w:rsid w:val="00446D63"/>
    <w:rsid w:val="004655E4"/>
    <w:rsid w:val="00473549"/>
    <w:rsid w:val="00481F3D"/>
    <w:rsid w:val="004B0D07"/>
    <w:rsid w:val="004B1061"/>
    <w:rsid w:val="004B5A1A"/>
    <w:rsid w:val="004D1AB0"/>
    <w:rsid w:val="004D3B81"/>
    <w:rsid w:val="004D5B63"/>
    <w:rsid w:val="004D5D32"/>
    <w:rsid w:val="004D741B"/>
    <w:rsid w:val="004D7858"/>
    <w:rsid w:val="004F0D32"/>
    <w:rsid w:val="004F209C"/>
    <w:rsid w:val="005067E8"/>
    <w:rsid w:val="00507B8F"/>
    <w:rsid w:val="00512AD8"/>
    <w:rsid w:val="00546862"/>
    <w:rsid w:val="005677BE"/>
    <w:rsid w:val="00574D59"/>
    <w:rsid w:val="00577D14"/>
    <w:rsid w:val="005802F1"/>
    <w:rsid w:val="005E18A8"/>
    <w:rsid w:val="005E2B1D"/>
    <w:rsid w:val="005F46D4"/>
    <w:rsid w:val="0060134E"/>
    <w:rsid w:val="0062066D"/>
    <w:rsid w:val="00633938"/>
    <w:rsid w:val="006457F4"/>
    <w:rsid w:val="00653BA4"/>
    <w:rsid w:val="0068450D"/>
    <w:rsid w:val="00694D0F"/>
    <w:rsid w:val="006A0B38"/>
    <w:rsid w:val="006A5342"/>
    <w:rsid w:val="006B7B6D"/>
    <w:rsid w:val="006E0F92"/>
    <w:rsid w:val="006F1F25"/>
    <w:rsid w:val="006F4D51"/>
    <w:rsid w:val="006F7E79"/>
    <w:rsid w:val="00722890"/>
    <w:rsid w:val="00744DAA"/>
    <w:rsid w:val="00745701"/>
    <w:rsid w:val="00766B7E"/>
    <w:rsid w:val="00777A6F"/>
    <w:rsid w:val="00787A66"/>
    <w:rsid w:val="007E3D76"/>
    <w:rsid w:val="00802B53"/>
    <w:rsid w:val="00815D48"/>
    <w:rsid w:val="0081673A"/>
    <w:rsid w:val="00821AA7"/>
    <w:rsid w:val="00826BEB"/>
    <w:rsid w:val="00831334"/>
    <w:rsid w:val="0087756D"/>
    <w:rsid w:val="00884A9D"/>
    <w:rsid w:val="008909BA"/>
    <w:rsid w:val="008A2F1D"/>
    <w:rsid w:val="008B5AA9"/>
    <w:rsid w:val="008D1522"/>
    <w:rsid w:val="008D5D17"/>
    <w:rsid w:val="008E2EC0"/>
    <w:rsid w:val="008F55E7"/>
    <w:rsid w:val="00931D46"/>
    <w:rsid w:val="0094522E"/>
    <w:rsid w:val="009566C8"/>
    <w:rsid w:val="0097100D"/>
    <w:rsid w:val="00972048"/>
    <w:rsid w:val="00977A17"/>
    <w:rsid w:val="00994EF8"/>
    <w:rsid w:val="00996B83"/>
    <w:rsid w:val="00997DE1"/>
    <w:rsid w:val="009A3104"/>
    <w:rsid w:val="009E3364"/>
    <w:rsid w:val="009E6B33"/>
    <w:rsid w:val="00A03395"/>
    <w:rsid w:val="00A03A00"/>
    <w:rsid w:val="00A05CAA"/>
    <w:rsid w:val="00A140AC"/>
    <w:rsid w:val="00A242AA"/>
    <w:rsid w:val="00A31FE2"/>
    <w:rsid w:val="00A4274C"/>
    <w:rsid w:val="00A50715"/>
    <w:rsid w:val="00A53A3E"/>
    <w:rsid w:val="00A573E0"/>
    <w:rsid w:val="00A66011"/>
    <w:rsid w:val="00A71849"/>
    <w:rsid w:val="00A73AD6"/>
    <w:rsid w:val="00A941E5"/>
    <w:rsid w:val="00A9558C"/>
    <w:rsid w:val="00AA00DA"/>
    <w:rsid w:val="00AA068E"/>
    <w:rsid w:val="00AA2F40"/>
    <w:rsid w:val="00AA5A22"/>
    <w:rsid w:val="00AC4199"/>
    <w:rsid w:val="00AD5A3E"/>
    <w:rsid w:val="00B23E5B"/>
    <w:rsid w:val="00B26003"/>
    <w:rsid w:val="00B26278"/>
    <w:rsid w:val="00B44E63"/>
    <w:rsid w:val="00B634C9"/>
    <w:rsid w:val="00B8039C"/>
    <w:rsid w:val="00B912CE"/>
    <w:rsid w:val="00B96DB5"/>
    <w:rsid w:val="00BA4BA1"/>
    <w:rsid w:val="00BB0B1E"/>
    <w:rsid w:val="00BB54A3"/>
    <w:rsid w:val="00BC258B"/>
    <w:rsid w:val="00BC3EEC"/>
    <w:rsid w:val="00BC3FFE"/>
    <w:rsid w:val="00BC7339"/>
    <w:rsid w:val="00BE07CE"/>
    <w:rsid w:val="00C148E8"/>
    <w:rsid w:val="00C5321A"/>
    <w:rsid w:val="00C56510"/>
    <w:rsid w:val="00C601D2"/>
    <w:rsid w:val="00C859EC"/>
    <w:rsid w:val="00C87338"/>
    <w:rsid w:val="00C961A1"/>
    <w:rsid w:val="00CB078C"/>
    <w:rsid w:val="00CB159D"/>
    <w:rsid w:val="00CD7FC3"/>
    <w:rsid w:val="00D100CA"/>
    <w:rsid w:val="00D1304F"/>
    <w:rsid w:val="00D20B6B"/>
    <w:rsid w:val="00D50037"/>
    <w:rsid w:val="00D7491A"/>
    <w:rsid w:val="00D950F7"/>
    <w:rsid w:val="00D97C28"/>
    <w:rsid w:val="00DA5CC3"/>
    <w:rsid w:val="00DA6C9A"/>
    <w:rsid w:val="00DC2DF4"/>
    <w:rsid w:val="00DC65EA"/>
    <w:rsid w:val="00DD2CC0"/>
    <w:rsid w:val="00DD3087"/>
    <w:rsid w:val="00E02C1C"/>
    <w:rsid w:val="00E25D6D"/>
    <w:rsid w:val="00E479A6"/>
    <w:rsid w:val="00E50D49"/>
    <w:rsid w:val="00E50DB6"/>
    <w:rsid w:val="00E538D6"/>
    <w:rsid w:val="00E87EB1"/>
    <w:rsid w:val="00E9109A"/>
    <w:rsid w:val="00ED2F5C"/>
    <w:rsid w:val="00ED3EF4"/>
    <w:rsid w:val="00F102E8"/>
    <w:rsid w:val="00F16997"/>
    <w:rsid w:val="00F32F9E"/>
    <w:rsid w:val="00F4191F"/>
    <w:rsid w:val="00F66001"/>
    <w:rsid w:val="00F70216"/>
    <w:rsid w:val="00F821A2"/>
    <w:rsid w:val="00F8467C"/>
    <w:rsid w:val="00F93CA1"/>
    <w:rsid w:val="00FA7566"/>
    <w:rsid w:val="00FB343F"/>
    <w:rsid w:val="00FC48AC"/>
    <w:rsid w:val="00FC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705"/>
    <w:pPr>
      <w:widowControl w:val="0"/>
      <w:adjustRightInd w:val="0"/>
      <w:jc w:val="both"/>
      <w:textAlignment w:val="baseline"/>
    </w:pPr>
    <w:rPr>
      <w:rFonts w:eastAsia="明朝"/>
      <w:spacing w:val="-4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34705"/>
    <w:pPr>
      <w:jc w:val="center"/>
    </w:pPr>
  </w:style>
  <w:style w:type="character" w:customStyle="1" w:styleId="a4">
    <w:name w:val="記 (文字)"/>
    <w:basedOn w:val="a0"/>
    <w:link w:val="a3"/>
    <w:rsid w:val="00234705"/>
    <w:rPr>
      <w:rFonts w:eastAsia="明朝"/>
      <w:spacing w:val="-4"/>
      <w:sz w:val="21"/>
    </w:rPr>
  </w:style>
  <w:style w:type="character" w:styleId="a5">
    <w:name w:val="Placeholder Text"/>
    <w:basedOn w:val="a0"/>
    <w:uiPriority w:val="99"/>
    <w:semiHidden/>
    <w:rsid w:val="00DD3087"/>
    <w:rPr>
      <w:color w:val="808080"/>
    </w:rPr>
  </w:style>
  <w:style w:type="paragraph" w:styleId="a6">
    <w:name w:val="header"/>
    <w:basedOn w:val="a"/>
    <w:link w:val="a7"/>
    <w:uiPriority w:val="99"/>
    <w:unhideWhenUsed/>
    <w:rsid w:val="00A242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42AA"/>
    <w:rPr>
      <w:rFonts w:eastAsia="明朝"/>
      <w:spacing w:val="-4"/>
      <w:sz w:val="21"/>
    </w:rPr>
  </w:style>
  <w:style w:type="paragraph" w:styleId="a8">
    <w:name w:val="footer"/>
    <w:basedOn w:val="a"/>
    <w:link w:val="a9"/>
    <w:uiPriority w:val="99"/>
    <w:unhideWhenUsed/>
    <w:rsid w:val="00A242A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42AA"/>
    <w:rPr>
      <w:rFonts w:eastAsia="明朝"/>
      <w:spacing w:val="-4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777A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77A6F"/>
    <w:rPr>
      <w:rFonts w:asciiTheme="majorHAnsi" w:eastAsiaTheme="majorEastAsia" w:hAnsiTheme="majorHAnsi" w:cstheme="majorBidi"/>
      <w:spacing w:val="-4"/>
      <w:sz w:val="18"/>
      <w:szCs w:val="18"/>
    </w:rPr>
  </w:style>
  <w:style w:type="paragraph" w:styleId="ac">
    <w:name w:val="List Paragraph"/>
    <w:basedOn w:val="a"/>
    <w:uiPriority w:val="34"/>
    <w:qFormat/>
    <w:rsid w:val="00CD7FC3"/>
    <w:pPr>
      <w:ind w:leftChars="400" w:left="840"/>
    </w:pPr>
  </w:style>
  <w:style w:type="character" w:customStyle="1" w:styleId="st1">
    <w:name w:val="st1"/>
    <w:basedOn w:val="a0"/>
    <w:rsid w:val="00601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705"/>
    <w:pPr>
      <w:widowControl w:val="0"/>
      <w:adjustRightInd w:val="0"/>
      <w:jc w:val="both"/>
      <w:textAlignment w:val="baseline"/>
    </w:pPr>
    <w:rPr>
      <w:rFonts w:eastAsia="明朝"/>
      <w:spacing w:val="-4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34705"/>
    <w:pPr>
      <w:jc w:val="center"/>
    </w:pPr>
  </w:style>
  <w:style w:type="character" w:customStyle="1" w:styleId="a4">
    <w:name w:val="記 (文字)"/>
    <w:basedOn w:val="a0"/>
    <w:link w:val="a3"/>
    <w:rsid w:val="00234705"/>
    <w:rPr>
      <w:rFonts w:eastAsia="明朝"/>
      <w:spacing w:val="-4"/>
      <w:sz w:val="21"/>
    </w:rPr>
  </w:style>
  <w:style w:type="character" w:styleId="a5">
    <w:name w:val="Placeholder Text"/>
    <w:basedOn w:val="a0"/>
    <w:uiPriority w:val="99"/>
    <w:semiHidden/>
    <w:rsid w:val="00DD3087"/>
    <w:rPr>
      <w:color w:val="808080"/>
    </w:rPr>
  </w:style>
  <w:style w:type="paragraph" w:styleId="a6">
    <w:name w:val="header"/>
    <w:basedOn w:val="a"/>
    <w:link w:val="a7"/>
    <w:uiPriority w:val="99"/>
    <w:unhideWhenUsed/>
    <w:rsid w:val="00A242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42AA"/>
    <w:rPr>
      <w:rFonts w:eastAsia="明朝"/>
      <w:spacing w:val="-4"/>
      <w:sz w:val="21"/>
    </w:rPr>
  </w:style>
  <w:style w:type="paragraph" w:styleId="a8">
    <w:name w:val="footer"/>
    <w:basedOn w:val="a"/>
    <w:link w:val="a9"/>
    <w:uiPriority w:val="99"/>
    <w:unhideWhenUsed/>
    <w:rsid w:val="00A242A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42AA"/>
    <w:rPr>
      <w:rFonts w:eastAsia="明朝"/>
      <w:spacing w:val="-4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777A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77A6F"/>
    <w:rPr>
      <w:rFonts w:asciiTheme="majorHAnsi" w:eastAsiaTheme="majorEastAsia" w:hAnsiTheme="majorHAnsi" w:cstheme="majorBidi"/>
      <w:spacing w:val="-4"/>
      <w:sz w:val="18"/>
      <w:szCs w:val="18"/>
    </w:rPr>
  </w:style>
  <w:style w:type="paragraph" w:styleId="ac">
    <w:name w:val="List Paragraph"/>
    <w:basedOn w:val="a"/>
    <w:uiPriority w:val="34"/>
    <w:qFormat/>
    <w:rsid w:val="00CD7FC3"/>
    <w:pPr>
      <w:ind w:leftChars="400" w:left="840"/>
    </w:pPr>
  </w:style>
  <w:style w:type="character" w:customStyle="1" w:styleId="st1">
    <w:name w:val="st1"/>
    <w:basedOn w:val="a0"/>
    <w:rsid w:val="00601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2\&#25216;&#34899;&#12464;&#12523;&#12540;&#12503;\&#20844;&#38283;&#21033;&#29992;\&#35373;&#20633;&#21033;&#29992;&#30003;&#36796;&#26360;_&#12501;&#12457;&#12540;&#12512;_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7CE665A67884321B0A87CFBDEE1E7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E43C422-A2C2-446C-B6F3-A90125020AE2}"/>
      </w:docPartPr>
      <w:docPartBody>
        <w:p w:rsidR="00C57996" w:rsidRDefault="00FE3A07" w:rsidP="00FE3A07">
          <w:pPr>
            <w:pStyle w:val="E7CE665A67884321B0A87CFBDEE1E7F868"/>
          </w:pPr>
          <w:r w:rsidRPr="00BB54A3">
            <w:rPr>
              <w:rStyle w:val="a3"/>
              <w:rFonts w:ascii="ＭＳ 明朝" w:eastAsia="ＭＳ 明朝" w:hAnsi="ＭＳ 明朝" w:hint="eastAsia"/>
              <w:vanish/>
              <w:sz w:val="20"/>
            </w:rPr>
            <w:t>・（設備名の選択）</w:t>
          </w:r>
        </w:p>
      </w:docPartBody>
    </w:docPart>
    <w:docPart>
      <w:docPartPr>
        <w:name w:val="8F4AC5DEF17644D4BDAC602FF8FA063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E5C4F11-92D3-4C18-9F52-20ADF94A8148}"/>
      </w:docPartPr>
      <w:docPartBody>
        <w:p w:rsidR="00934F40" w:rsidRDefault="00FE3A07" w:rsidP="00FE3A07">
          <w:pPr>
            <w:pStyle w:val="8F4AC5DEF17644D4BDAC602FF8FA063239"/>
          </w:pPr>
          <w:r w:rsidRPr="00BB54A3">
            <w:rPr>
              <w:rStyle w:val="a3"/>
              <w:rFonts w:ascii="ＭＳ 明朝" w:eastAsia="ＭＳ 明朝" w:hAnsi="ＭＳ 明朝" w:hint="eastAsia"/>
              <w:vanish/>
              <w:sz w:val="20"/>
            </w:rPr>
            <w:t>・（開始日の選択）</w:t>
          </w:r>
        </w:p>
      </w:docPartBody>
    </w:docPart>
    <w:docPart>
      <w:docPartPr>
        <w:name w:val="4F76E3966ADC4ECFAFA7BB651603190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77D0065-30C3-4EEE-B506-1C0654FA2794}"/>
      </w:docPartPr>
      <w:docPartBody>
        <w:p w:rsidR="00934F40" w:rsidRDefault="00FE3A07" w:rsidP="00FE3A07">
          <w:pPr>
            <w:pStyle w:val="4F76E3966ADC4ECFAFA7BB651603190D39"/>
          </w:pPr>
          <w:r w:rsidRPr="00BB54A3">
            <w:rPr>
              <w:rFonts w:ascii="ＭＳ 明朝" w:eastAsia="ＭＳ 明朝" w:hAnsi="ＭＳ 明朝" w:hint="eastAsia"/>
              <w:vanish/>
              <w:spacing w:val="0"/>
              <w:sz w:val="20"/>
            </w:rPr>
            <w:t xml:space="preserve"> </w:t>
          </w:r>
          <w:r w:rsidRPr="00BB54A3">
            <w:rPr>
              <w:rStyle w:val="a3"/>
              <w:rFonts w:ascii="ＭＳ 明朝" w:eastAsia="ＭＳ 明朝" w:hAnsi="ＭＳ 明朝" w:hint="eastAsia"/>
              <w:vanish/>
              <w:sz w:val="20"/>
            </w:rPr>
            <w:t>～ （終了日の選択）</w:t>
          </w:r>
        </w:p>
      </w:docPartBody>
    </w:docPart>
    <w:docPart>
      <w:docPartPr>
        <w:name w:val="F509035D2D0A424C852D87060CA0DA3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8B6FAEB-C5ED-4744-ACED-23F88A622FF1}"/>
      </w:docPartPr>
      <w:docPartBody>
        <w:p w:rsidR="008630FF" w:rsidRDefault="00FE3A07" w:rsidP="00FE3A07">
          <w:pPr>
            <w:pStyle w:val="F509035D2D0A424C852D87060CA0DA3226"/>
          </w:pPr>
          <w:r>
            <w:rPr>
              <w:rStyle w:val="a3"/>
              <w:rFonts w:ascii="ＭＳ 明朝" w:eastAsia="ＭＳ 明朝" w:hAnsi="ＭＳ 明朝" w:hint="eastAsia"/>
              <w:sz w:val="20"/>
            </w:rPr>
            <w:t>（申込日</w:t>
          </w:r>
          <w:r w:rsidRPr="004F209C">
            <w:rPr>
              <w:rStyle w:val="a3"/>
              <w:rFonts w:ascii="ＭＳ 明朝" w:eastAsia="ＭＳ 明朝" w:hAnsi="ＭＳ 明朝" w:hint="eastAsia"/>
              <w:sz w:val="20"/>
            </w:rPr>
            <w:t>の選択</w:t>
          </w:r>
          <w:r>
            <w:rPr>
              <w:rStyle w:val="a3"/>
              <w:rFonts w:ascii="ＭＳ 明朝" w:eastAsia="ＭＳ 明朝" w:hAnsi="ＭＳ 明朝" w:hint="eastAsia"/>
              <w:sz w:val="20"/>
            </w:rPr>
            <w:t>）</w:t>
          </w:r>
        </w:p>
      </w:docPartBody>
    </w:docPart>
    <w:docPart>
      <w:docPartPr>
        <w:name w:val="A55B16F4278F4CF48A8537BE7EEA495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3094E07-00A7-4E61-A5B5-05C38F57F07F}"/>
      </w:docPartPr>
      <w:docPartBody>
        <w:p w:rsidR="001B6CFF" w:rsidRDefault="00FE3A07" w:rsidP="00FE3A07">
          <w:pPr>
            <w:pStyle w:val="A55B16F4278F4CF48A8537BE7EEA495120"/>
          </w:pPr>
          <w:r w:rsidRPr="004F209C">
            <w:rPr>
              <w:rStyle w:val="a3"/>
              <w:rFonts w:ascii="ＭＳ 明朝" w:eastAsia="ＭＳ 明朝" w:hAnsi="ＭＳ 明朝" w:hint="eastAsia"/>
              <w:sz w:val="20"/>
            </w:rPr>
            <w:t>有無の選択</w:t>
          </w:r>
        </w:p>
      </w:docPartBody>
    </w:docPart>
    <w:docPart>
      <w:docPartPr>
        <w:name w:val="C5E5D30E3DCF4F30ABDDC51950324E9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AC79A47-BC1C-4561-A2FD-68BE34561719}"/>
      </w:docPartPr>
      <w:docPartBody>
        <w:p w:rsidR="004E2BE1" w:rsidRDefault="00FE3A07" w:rsidP="00FE3A07">
          <w:pPr>
            <w:pStyle w:val="C5E5D30E3DCF4F30ABDDC51950324E9718"/>
          </w:pPr>
          <w:r w:rsidRPr="004F209C">
            <w:rPr>
              <w:rStyle w:val="a3"/>
              <w:rFonts w:asciiTheme="minorEastAsia" w:eastAsiaTheme="minorEastAsia" w:hAnsiTheme="minorEastAsia" w:hint="eastAsia"/>
              <w:sz w:val="20"/>
            </w:rPr>
            <w:t>（未入力）</w:t>
          </w:r>
        </w:p>
      </w:docPartBody>
    </w:docPart>
    <w:docPart>
      <w:docPartPr>
        <w:name w:val="12E15ECBC50947698430C5E8C8956D5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C863C91-E54D-426D-BA61-0CEC348CDEA1}"/>
      </w:docPartPr>
      <w:docPartBody>
        <w:p w:rsidR="004E2BE1" w:rsidRDefault="00FE3A07" w:rsidP="00FE3A07">
          <w:pPr>
            <w:pStyle w:val="12E15ECBC50947698430C5E8C8956D5318"/>
          </w:pPr>
          <w:r w:rsidRPr="004F209C">
            <w:rPr>
              <w:rStyle w:val="a3"/>
              <w:rFonts w:asciiTheme="minorEastAsia" w:eastAsiaTheme="minorEastAsia" w:hAnsiTheme="minorEastAsia" w:hint="eastAsia"/>
              <w:sz w:val="20"/>
            </w:rPr>
            <w:t>（未入力）</w:t>
          </w:r>
        </w:p>
      </w:docPartBody>
    </w:docPart>
    <w:docPart>
      <w:docPartPr>
        <w:name w:val="539176383B604716BD2E9C0A8AF7689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5E61FFD-D109-4FA1-BDB3-B505BCE301F5}"/>
      </w:docPartPr>
      <w:docPartBody>
        <w:p w:rsidR="004E2BE1" w:rsidRDefault="00FE3A07" w:rsidP="00FE3A07">
          <w:pPr>
            <w:pStyle w:val="539176383B604716BD2E9C0A8AF7689417"/>
          </w:pPr>
          <w:r w:rsidRPr="004F209C">
            <w:rPr>
              <w:rStyle w:val="a3"/>
              <w:rFonts w:asciiTheme="minorEastAsia" w:eastAsiaTheme="minorEastAsia" w:hAnsiTheme="minorEastAsia" w:hint="eastAsia"/>
              <w:sz w:val="20"/>
            </w:rPr>
            <w:t>（未入力）</w:t>
          </w:r>
        </w:p>
      </w:docPartBody>
    </w:docPart>
    <w:docPart>
      <w:docPartPr>
        <w:name w:val="A33106E4D48644E9AE6188C0B5120C6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4EF3535-36CF-43DF-B7DA-EA834F14C189}"/>
      </w:docPartPr>
      <w:docPartBody>
        <w:p w:rsidR="004E2BE1" w:rsidRDefault="00FE3A07" w:rsidP="00FE3A07">
          <w:pPr>
            <w:pStyle w:val="A33106E4D48644E9AE6188C0B5120C6017"/>
          </w:pPr>
          <w:r w:rsidRPr="004F209C">
            <w:rPr>
              <w:rStyle w:val="a3"/>
              <w:rFonts w:asciiTheme="minorEastAsia" w:eastAsiaTheme="minorEastAsia" w:hAnsiTheme="minorEastAsia" w:hint="eastAsia"/>
              <w:sz w:val="20"/>
            </w:rPr>
            <w:t>（未入力）</w:t>
          </w:r>
        </w:p>
      </w:docPartBody>
    </w:docPart>
    <w:docPart>
      <w:docPartPr>
        <w:name w:val="B4CD2134B5AC4B499370B95614F56F1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679F8E5-76F9-4E9C-A696-D3483579F0D7}"/>
      </w:docPartPr>
      <w:docPartBody>
        <w:p w:rsidR="004E2BE1" w:rsidRDefault="00FE3A07" w:rsidP="00FE3A07">
          <w:pPr>
            <w:pStyle w:val="B4CD2134B5AC4B499370B95614F56F1817"/>
          </w:pPr>
          <w:r w:rsidRPr="004F209C">
            <w:rPr>
              <w:rStyle w:val="a3"/>
              <w:rFonts w:asciiTheme="minorEastAsia" w:eastAsiaTheme="minorEastAsia" w:hAnsiTheme="minorEastAsia" w:hint="eastAsia"/>
              <w:sz w:val="20"/>
            </w:rPr>
            <w:t>（未入力）</w:t>
          </w:r>
        </w:p>
      </w:docPartBody>
    </w:docPart>
    <w:docPart>
      <w:docPartPr>
        <w:name w:val="528EA3050A8A4994AFC7A21FEF828E9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E6CE890-D8EA-4E32-8714-D54D24632C24}"/>
      </w:docPartPr>
      <w:docPartBody>
        <w:p w:rsidR="004E2BE1" w:rsidRDefault="00FE3A07" w:rsidP="00FE3A07">
          <w:pPr>
            <w:pStyle w:val="528EA3050A8A4994AFC7A21FEF828E9317"/>
          </w:pPr>
          <w:r w:rsidRPr="004F209C">
            <w:rPr>
              <w:rStyle w:val="a3"/>
              <w:rFonts w:asciiTheme="minorEastAsia" w:eastAsiaTheme="minorEastAsia" w:hAnsiTheme="minorEastAsia" w:hint="eastAsia"/>
              <w:sz w:val="20"/>
            </w:rPr>
            <w:t>（未入力）</w:t>
          </w:r>
        </w:p>
      </w:docPartBody>
    </w:docPart>
    <w:docPart>
      <w:docPartPr>
        <w:name w:val="6EA458B89ADC475FA4041B2E503BFD5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CE51AAB-8E99-4F39-9B63-1CAC556CCAEF}"/>
      </w:docPartPr>
      <w:docPartBody>
        <w:p w:rsidR="004E2BE1" w:rsidRDefault="00FE3A07" w:rsidP="00FE3A07">
          <w:pPr>
            <w:pStyle w:val="6EA458B89ADC475FA4041B2E503BFD5B17"/>
          </w:pPr>
          <w:r w:rsidRPr="004F209C">
            <w:rPr>
              <w:rStyle w:val="a3"/>
              <w:rFonts w:asciiTheme="minorEastAsia" w:eastAsiaTheme="minorEastAsia" w:hAnsiTheme="minorEastAsia" w:hint="eastAsia"/>
              <w:sz w:val="20"/>
            </w:rPr>
            <w:t>（未入力）</w:t>
          </w:r>
        </w:p>
      </w:docPartBody>
    </w:docPart>
    <w:docPart>
      <w:docPartPr>
        <w:name w:val="C552727B321240D0A6BC64D1743F875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342B68C-6239-4A15-BB8F-56146BF0899C}"/>
      </w:docPartPr>
      <w:docPartBody>
        <w:p w:rsidR="004E2BE1" w:rsidRDefault="00FE3A07" w:rsidP="00FE3A07">
          <w:pPr>
            <w:pStyle w:val="C552727B321240D0A6BC64D1743F875D17"/>
          </w:pPr>
          <w:r w:rsidRPr="004F209C">
            <w:rPr>
              <w:rStyle w:val="a3"/>
              <w:rFonts w:asciiTheme="minorEastAsia" w:eastAsiaTheme="minorEastAsia" w:hAnsiTheme="minorEastAsia" w:hint="eastAsia"/>
              <w:sz w:val="20"/>
            </w:rPr>
            <w:t>（未入力）</w:t>
          </w:r>
        </w:p>
      </w:docPartBody>
    </w:docPart>
    <w:docPart>
      <w:docPartPr>
        <w:name w:val="05916101CCAF4CECA521E4F4124D503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A779BB8-A720-4F42-B873-43038BEC1FDC}"/>
      </w:docPartPr>
      <w:docPartBody>
        <w:p w:rsidR="004E2BE1" w:rsidRDefault="00FE3A07" w:rsidP="00FE3A07">
          <w:pPr>
            <w:pStyle w:val="05916101CCAF4CECA521E4F4124D503117"/>
          </w:pPr>
          <w:r w:rsidRPr="004F209C">
            <w:rPr>
              <w:rStyle w:val="a3"/>
              <w:rFonts w:asciiTheme="minorEastAsia" w:eastAsiaTheme="minorEastAsia" w:hAnsiTheme="minorEastAsia" w:hint="eastAsia"/>
              <w:sz w:val="20"/>
            </w:rPr>
            <w:t>（未入力）</w:t>
          </w:r>
        </w:p>
      </w:docPartBody>
    </w:docPart>
    <w:docPart>
      <w:docPartPr>
        <w:name w:val="0C5AB82F0CB24C4690EF998D8690BB8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DABAA38-84C0-42A6-9775-8EC705450FDF}"/>
      </w:docPartPr>
      <w:docPartBody>
        <w:p w:rsidR="004E2BE1" w:rsidRDefault="00FE3A07" w:rsidP="00FE3A07">
          <w:pPr>
            <w:pStyle w:val="0C5AB82F0CB24C4690EF998D8690BB8517"/>
          </w:pPr>
          <w:r w:rsidRPr="004F209C">
            <w:rPr>
              <w:rStyle w:val="a3"/>
              <w:rFonts w:asciiTheme="minorEastAsia" w:eastAsiaTheme="minorEastAsia" w:hAnsiTheme="minorEastAsia" w:hint="eastAsia"/>
              <w:sz w:val="20"/>
            </w:rPr>
            <w:t>（未入力）</w:t>
          </w:r>
        </w:p>
      </w:docPartBody>
    </w:docPart>
    <w:docPart>
      <w:docPartPr>
        <w:name w:val="581BAE1BFBF94199A784CA5E62FF1F4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58C7F49-FFD8-4DE3-AC7B-F2216EE17AED}"/>
      </w:docPartPr>
      <w:docPartBody>
        <w:p w:rsidR="004E2BE1" w:rsidRDefault="00FE3A07" w:rsidP="00FE3A07">
          <w:pPr>
            <w:pStyle w:val="581BAE1BFBF94199A784CA5E62FF1F4617"/>
          </w:pPr>
          <w:r w:rsidRPr="004F209C">
            <w:rPr>
              <w:rStyle w:val="a3"/>
              <w:rFonts w:asciiTheme="minorEastAsia" w:eastAsiaTheme="minorEastAsia" w:hAnsiTheme="minorEastAsia" w:hint="eastAsia"/>
              <w:sz w:val="20"/>
            </w:rPr>
            <w:t>（未入力）</w:t>
          </w:r>
        </w:p>
      </w:docPartBody>
    </w:docPart>
    <w:docPart>
      <w:docPartPr>
        <w:name w:val="612FDABB43E942C7BA50BA9ABE58D6F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76F8FA6-C0DE-4E47-88D9-DC406442B728}"/>
      </w:docPartPr>
      <w:docPartBody>
        <w:p w:rsidR="004E2BE1" w:rsidRDefault="00FE3A07" w:rsidP="00FE3A07">
          <w:pPr>
            <w:pStyle w:val="612FDABB43E942C7BA50BA9ABE58D6F217"/>
          </w:pPr>
          <w:r w:rsidRPr="004F209C">
            <w:rPr>
              <w:rStyle w:val="a3"/>
              <w:rFonts w:asciiTheme="minorEastAsia" w:eastAsiaTheme="minorEastAsia" w:hAnsiTheme="minorEastAsia" w:hint="eastAsia"/>
              <w:sz w:val="20"/>
            </w:rPr>
            <w:t>（未入力）</w:t>
          </w:r>
        </w:p>
      </w:docPartBody>
    </w:docPart>
    <w:docPart>
      <w:docPartPr>
        <w:name w:val="02417DEB58AB4D78B5A0F7CFDB21FF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21DD7E8-B8ED-4D71-8100-FC2CC7549031}"/>
      </w:docPartPr>
      <w:docPartBody>
        <w:p w:rsidR="004E2BE1" w:rsidRDefault="00FE3A07" w:rsidP="00FE3A07">
          <w:pPr>
            <w:pStyle w:val="02417DEB58AB4D78B5A0F7CFDB21FFE117"/>
          </w:pPr>
          <w:r w:rsidRPr="004F209C">
            <w:rPr>
              <w:rStyle w:val="a3"/>
              <w:rFonts w:asciiTheme="minorEastAsia" w:eastAsiaTheme="minorEastAsia" w:hAnsiTheme="minorEastAsia" w:hint="eastAsia"/>
              <w:sz w:val="20"/>
            </w:rPr>
            <w:t>（未入力）</w:t>
          </w:r>
        </w:p>
      </w:docPartBody>
    </w:docPart>
    <w:docPart>
      <w:docPartPr>
        <w:name w:val="F725D711F86842F2A3136E821B43F9B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4661122-DF9B-4D79-A457-C7DAEA5595F1}"/>
      </w:docPartPr>
      <w:docPartBody>
        <w:p w:rsidR="008F0E12" w:rsidRDefault="00FE3A07" w:rsidP="00FE3A07">
          <w:pPr>
            <w:pStyle w:val="F725D711F86842F2A3136E821B43F9B415"/>
          </w:pPr>
          <w:r w:rsidRPr="00BB54A3">
            <w:rPr>
              <w:rStyle w:val="a3"/>
              <w:rFonts w:hint="eastAsia"/>
              <w:vanish/>
            </w:rPr>
            <w:t>（時刻の選択）</w:t>
          </w:r>
        </w:p>
      </w:docPartBody>
    </w:docPart>
    <w:docPart>
      <w:docPartPr>
        <w:name w:val="B8AF1823BD41489FBF9F7886B902F16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7D89AB4-2B77-4420-8F14-00CEF467B8CB}"/>
      </w:docPartPr>
      <w:docPartBody>
        <w:p w:rsidR="004F2E7B" w:rsidRDefault="00FE3A07" w:rsidP="00FE3A07">
          <w:pPr>
            <w:pStyle w:val="B8AF1823BD41489FBF9F7886B902F16D6"/>
          </w:pPr>
          <w:r w:rsidRPr="00BB54A3">
            <w:rPr>
              <w:rStyle w:val="a3"/>
              <w:rFonts w:hint="eastAsia"/>
              <w:vanish/>
            </w:rPr>
            <w:t>（時刻の選択）</w:t>
          </w:r>
        </w:p>
      </w:docPartBody>
    </w:docPart>
    <w:docPart>
      <w:docPartPr>
        <w:name w:val="8B64A63C9A7A4E9B92BAEEDA038EC12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E86D249-AB7E-40C5-9188-8858DE745EC6}"/>
      </w:docPartPr>
      <w:docPartBody>
        <w:p w:rsidR="004F2E7B" w:rsidRDefault="00FE3A07" w:rsidP="00FE3A07">
          <w:pPr>
            <w:pStyle w:val="8B64A63C9A7A4E9B92BAEEDA038EC1236"/>
          </w:pPr>
          <w:r w:rsidRPr="00D50037">
            <w:rPr>
              <w:rStyle w:val="a3"/>
              <w:rFonts w:ascii="ＭＳ 明朝" w:eastAsia="ＭＳ 明朝" w:hAnsi="ＭＳ 明朝" w:hint="eastAsia"/>
              <w:vanish/>
              <w:sz w:val="20"/>
            </w:rPr>
            <w:t>・（開始日の選択）</w:t>
          </w:r>
        </w:p>
      </w:docPartBody>
    </w:docPart>
    <w:docPart>
      <w:docPartPr>
        <w:name w:val="3F4B74BA37E143E98296CFC92A0A16B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F8BF885-483C-4AEB-AA5C-F9A00D56C192}"/>
      </w:docPartPr>
      <w:docPartBody>
        <w:p w:rsidR="004F2E7B" w:rsidRDefault="00FE3A07" w:rsidP="00FE3A07">
          <w:pPr>
            <w:pStyle w:val="3F4B74BA37E143E98296CFC92A0A16B56"/>
          </w:pPr>
          <w:r w:rsidRPr="00D50037">
            <w:rPr>
              <w:rStyle w:val="a3"/>
              <w:rFonts w:hint="eastAsia"/>
              <w:vanish/>
            </w:rPr>
            <w:t>（時刻の選択）</w:t>
          </w:r>
        </w:p>
      </w:docPartBody>
    </w:docPart>
    <w:docPart>
      <w:docPartPr>
        <w:name w:val="C38B3597F8874F11A31BE3AF96B90A5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18C3912-EFC8-48F4-88BC-8316E1925C37}"/>
      </w:docPartPr>
      <w:docPartBody>
        <w:p w:rsidR="004F2E7B" w:rsidRDefault="00FE3A07" w:rsidP="00FE3A07">
          <w:pPr>
            <w:pStyle w:val="C38B3597F8874F11A31BE3AF96B90A596"/>
          </w:pPr>
          <w:r w:rsidRPr="00D50037">
            <w:rPr>
              <w:rFonts w:ascii="ＭＳ 明朝" w:eastAsia="ＭＳ 明朝" w:hAnsi="ＭＳ 明朝" w:hint="eastAsia"/>
              <w:vanish/>
              <w:spacing w:val="0"/>
              <w:sz w:val="20"/>
            </w:rPr>
            <w:t xml:space="preserve"> </w:t>
          </w:r>
          <w:r w:rsidRPr="00D50037">
            <w:rPr>
              <w:rStyle w:val="a3"/>
              <w:rFonts w:ascii="ＭＳ 明朝" w:eastAsia="ＭＳ 明朝" w:hAnsi="ＭＳ 明朝" w:hint="eastAsia"/>
              <w:vanish/>
              <w:sz w:val="20"/>
            </w:rPr>
            <w:t>～ （終了日の選択）</w:t>
          </w:r>
        </w:p>
      </w:docPartBody>
    </w:docPart>
    <w:docPart>
      <w:docPartPr>
        <w:name w:val="50AEE694C5964189BEABB2554D9EC5B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26E3099-C456-41FE-9580-34386BD4150C}"/>
      </w:docPartPr>
      <w:docPartBody>
        <w:p w:rsidR="004F2E7B" w:rsidRDefault="00FE3A07" w:rsidP="00FE3A07">
          <w:pPr>
            <w:pStyle w:val="50AEE694C5964189BEABB2554D9EC5B46"/>
          </w:pPr>
          <w:r w:rsidRPr="00D50037">
            <w:rPr>
              <w:rStyle w:val="a3"/>
              <w:rFonts w:hint="eastAsia"/>
              <w:vanish/>
            </w:rPr>
            <w:t>（時刻の選択）</w:t>
          </w:r>
        </w:p>
      </w:docPartBody>
    </w:docPart>
    <w:docPart>
      <w:docPartPr>
        <w:name w:val="15ADE8F02FCA4EC19606AF81C36948C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8D48511-33F2-4D54-9EC0-15CAF5CD3D14}"/>
      </w:docPartPr>
      <w:docPartBody>
        <w:p w:rsidR="004F2E7B" w:rsidRDefault="00FE3A07" w:rsidP="00FE3A07">
          <w:pPr>
            <w:pStyle w:val="15ADE8F02FCA4EC19606AF81C36948CC6"/>
          </w:pPr>
          <w:r w:rsidRPr="00D50037">
            <w:rPr>
              <w:rStyle w:val="a3"/>
              <w:rFonts w:ascii="ＭＳ 明朝" w:eastAsia="ＭＳ 明朝" w:hAnsi="ＭＳ 明朝" w:hint="eastAsia"/>
              <w:vanish/>
              <w:sz w:val="20"/>
            </w:rPr>
            <w:t>・（開始日の選択）</w:t>
          </w:r>
        </w:p>
      </w:docPartBody>
    </w:docPart>
    <w:docPart>
      <w:docPartPr>
        <w:name w:val="8D241DEFB42A4C5E8A2E0B4A46E68AC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1D4E3CC-3B83-4918-B840-DA99362AFE36}"/>
      </w:docPartPr>
      <w:docPartBody>
        <w:p w:rsidR="004F2E7B" w:rsidRDefault="00FE3A07" w:rsidP="00FE3A07">
          <w:pPr>
            <w:pStyle w:val="8D241DEFB42A4C5E8A2E0B4A46E68AC66"/>
          </w:pPr>
          <w:r w:rsidRPr="00D50037">
            <w:rPr>
              <w:rStyle w:val="a3"/>
              <w:rFonts w:hint="eastAsia"/>
              <w:vanish/>
            </w:rPr>
            <w:t>（時刻の選択）</w:t>
          </w:r>
        </w:p>
      </w:docPartBody>
    </w:docPart>
    <w:docPart>
      <w:docPartPr>
        <w:name w:val="AA268197E737488AA4DAC4A07EE110A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0272ABC-D989-497D-BE3B-F49FA54B431B}"/>
      </w:docPartPr>
      <w:docPartBody>
        <w:p w:rsidR="004F2E7B" w:rsidRDefault="00FE3A07" w:rsidP="00FE3A07">
          <w:pPr>
            <w:pStyle w:val="AA268197E737488AA4DAC4A07EE110AA6"/>
          </w:pPr>
          <w:r w:rsidRPr="00D50037">
            <w:rPr>
              <w:rFonts w:ascii="ＭＳ 明朝" w:eastAsia="ＭＳ 明朝" w:hAnsi="ＭＳ 明朝" w:hint="eastAsia"/>
              <w:vanish/>
              <w:spacing w:val="0"/>
              <w:sz w:val="20"/>
            </w:rPr>
            <w:t xml:space="preserve"> </w:t>
          </w:r>
          <w:r w:rsidRPr="00D50037">
            <w:rPr>
              <w:rStyle w:val="a3"/>
              <w:rFonts w:ascii="ＭＳ 明朝" w:eastAsia="ＭＳ 明朝" w:hAnsi="ＭＳ 明朝" w:hint="eastAsia"/>
              <w:vanish/>
              <w:sz w:val="20"/>
            </w:rPr>
            <w:t>～ （終了日の選択）</w:t>
          </w:r>
        </w:p>
      </w:docPartBody>
    </w:docPart>
    <w:docPart>
      <w:docPartPr>
        <w:name w:val="B2AD14C5E7E24E40BFD7D0936DA08BD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DD489A2-AF8B-4CF4-91F4-7549AF305866}"/>
      </w:docPartPr>
      <w:docPartBody>
        <w:p w:rsidR="004F2E7B" w:rsidRDefault="00FE3A07" w:rsidP="00FE3A07">
          <w:pPr>
            <w:pStyle w:val="B2AD14C5E7E24E40BFD7D0936DA08BDA6"/>
          </w:pPr>
          <w:r w:rsidRPr="00D50037">
            <w:rPr>
              <w:rStyle w:val="a3"/>
              <w:rFonts w:hint="eastAsia"/>
              <w:vanish/>
            </w:rPr>
            <w:t>（時刻の選択）</w:t>
          </w:r>
        </w:p>
      </w:docPartBody>
    </w:docPart>
    <w:docPart>
      <w:docPartPr>
        <w:name w:val="869095D88FE54631BF58311BE7CF6D9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2A7BA65-8678-4942-9C64-4094DB1C28EE}"/>
      </w:docPartPr>
      <w:docPartBody>
        <w:p w:rsidR="004F2E7B" w:rsidRDefault="00FE3A07" w:rsidP="00FE3A07">
          <w:pPr>
            <w:pStyle w:val="869095D88FE54631BF58311BE7CF6D916"/>
          </w:pPr>
          <w:r w:rsidRPr="00D50037">
            <w:rPr>
              <w:rStyle w:val="a3"/>
              <w:rFonts w:ascii="ＭＳ 明朝" w:eastAsia="ＭＳ 明朝" w:hAnsi="ＭＳ 明朝" w:hint="eastAsia"/>
              <w:vanish/>
              <w:sz w:val="20"/>
            </w:rPr>
            <w:t>（開始日の選択）</w:t>
          </w:r>
        </w:p>
      </w:docPartBody>
    </w:docPart>
    <w:docPart>
      <w:docPartPr>
        <w:name w:val="C66056346D6B4903BA7C48D49274DBA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5F47D37-F98E-4F0C-B313-2E6D5FD2BE0F}"/>
      </w:docPartPr>
      <w:docPartBody>
        <w:p w:rsidR="004F2E7B" w:rsidRDefault="00FE3A07" w:rsidP="00FE3A07">
          <w:pPr>
            <w:pStyle w:val="C66056346D6B4903BA7C48D49274DBA16"/>
          </w:pPr>
          <w:r w:rsidRPr="00D50037">
            <w:rPr>
              <w:rStyle w:val="a3"/>
              <w:rFonts w:hint="eastAsia"/>
              <w:vanish/>
            </w:rPr>
            <w:t>（時刻の選択）</w:t>
          </w:r>
        </w:p>
      </w:docPartBody>
    </w:docPart>
    <w:docPart>
      <w:docPartPr>
        <w:name w:val="F2958E03B8624D928B43CF79E5A5E55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99CD1A1-12EF-4A07-8389-905F6049754F}"/>
      </w:docPartPr>
      <w:docPartBody>
        <w:p w:rsidR="004F2E7B" w:rsidRDefault="00FE3A07" w:rsidP="00FE3A07">
          <w:pPr>
            <w:pStyle w:val="F2958E03B8624D928B43CF79E5A5E5556"/>
          </w:pPr>
          <w:r w:rsidRPr="00D50037">
            <w:rPr>
              <w:rFonts w:ascii="ＭＳ 明朝" w:eastAsia="ＭＳ 明朝" w:hAnsi="ＭＳ 明朝" w:hint="eastAsia"/>
              <w:vanish/>
              <w:spacing w:val="0"/>
              <w:sz w:val="20"/>
            </w:rPr>
            <w:t xml:space="preserve"> </w:t>
          </w:r>
          <w:r w:rsidRPr="00D50037">
            <w:rPr>
              <w:rStyle w:val="a3"/>
              <w:rFonts w:ascii="ＭＳ 明朝" w:eastAsia="ＭＳ 明朝" w:hAnsi="ＭＳ 明朝" w:hint="eastAsia"/>
              <w:vanish/>
              <w:sz w:val="20"/>
            </w:rPr>
            <w:t>～ （終了日の選択）</w:t>
          </w:r>
        </w:p>
      </w:docPartBody>
    </w:docPart>
    <w:docPart>
      <w:docPartPr>
        <w:name w:val="E4539D839678485898F70C56A366B4F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765BCE6-975B-43E3-A7AE-8631408AB951}"/>
      </w:docPartPr>
      <w:docPartBody>
        <w:p w:rsidR="004F2E7B" w:rsidRDefault="00FE3A07" w:rsidP="00FE3A07">
          <w:pPr>
            <w:pStyle w:val="E4539D839678485898F70C56A366B4F26"/>
          </w:pPr>
          <w:r w:rsidRPr="00D50037">
            <w:rPr>
              <w:rStyle w:val="a3"/>
              <w:rFonts w:hint="eastAsia"/>
              <w:vanish/>
            </w:rPr>
            <w:t>（時刻の選択）</w:t>
          </w:r>
        </w:p>
      </w:docPartBody>
    </w:docPart>
    <w:docPart>
      <w:docPartPr>
        <w:name w:val="359AF25586984B58910BB79D0B6CFD2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28DF21E-7D77-4064-86AA-2C7C5D763175}"/>
      </w:docPartPr>
      <w:docPartBody>
        <w:p w:rsidR="00000000" w:rsidRDefault="00FE3A07" w:rsidP="00FE3A07">
          <w:pPr>
            <w:pStyle w:val="359AF25586984B58910BB79D0B6CFD28"/>
          </w:pPr>
          <w:r w:rsidRPr="00BB54A3">
            <w:rPr>
              <w:rStyle w:val="a3"/>
              <w:rFonts w:ascii="ＭＳ 明朝" w:eastAsia="ＭＳ 明朝" w:hAnsi="ＭＳ 明朝" w:hint="eastAsia"/>
              <w:vanish/>
              <w:sz w:val="20"/>
            </w:rPr>
            <w:t>・（設備名の選択）</w:t>
          </w:r>
        </w:p>
      </w:docPartBody>
    </w:docPart>
    <w:docPart>
      <w:docPartPr>
        <w:name w:val="2DFC96133EC24162806AE28290CCCEF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77EC912-42E7-48CC-8036-92C7E0BD5366}"/>
      </w:docPartPr>
      <w:docPartBody>
        <w:p w:rsidR="00000000" w:rsidRDefault="00FE3A07" w:rsidP="00FE3A07">
          <w:pPr>
            <w:pStyle w:val="2DFC96133EC24162806AE28290CCCEFF"/>
          </w:pPr>
          <w:r w:rsidRPr="00BB54A3">
            <w:rPr>
              <w:rStyle w:val="a3"/>
              <w:rFonts w:ascii="ＭＳ 明朝" w:eastAsia="ＭＳ 明朝" w:hAnsi="ＭＳ 明朝" w:hint="eastAsia"/>
              <w:vanish/>
              <w:sz w:val="20"/>
            </w:rPr>
            <w:t>・（設備名の選択）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明朝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revisionView w:insDel="0" w:formatting="0"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0AF"/>
    <w:rsid w:val="00047837"/>
    <w:rsid w:val="000A13AE"/>
    <w:rsid w:val="001B6CFF"/>
    <w:rsid w:val="001F10A4"/>
    <w:rsid w:val="0020198F"/>
    <w:rsid w:val="002644C5"/>
    <w:rsid w:val="002E43EA"/>
    <w:rsid w:val="00317FB0"/>
    <w:rsid w:val="003648E8"/>
    <w:rsid w:val="003966A8"/>
    <w:rsid w:val="003D5771"/>
    <w:rsid w:val="00493A8B"/>
    <w:rsid w:val="004A5A48"/>
    <w:rsid w:val="004E2BE1"/>
    <w:rsid w:val="004F2E7B"/>
    <w:rsid w:val="004F5D24"/>
    <w:rsid w:val="0050179F"/>
    <w:rsid w:val="0055535A"/>
    <w:rsid w:val="00665CF1"/>
    <w:rsid w:val="006E525A"/>
    <w:rsid w:val="007A18FB"/>
    <w:rsid w:val="00814CD5"/>
    <w:rsid w:val="008630FF"/>
    <w:rsid w:val="00892952"/>
    <w:rsid w:val="008E5DCD"/>
    <w:rsid w:val="008F0E12"/>
    <w:rsid w:val="008F4277"/>
    <w:rsid w:val="00934F40"/>
    <w:rsid w:val="00976C7E"/>
    <w:rsid w:val="00A00646"/>
    <w:rsid w:val="00A45F38"/>
    <w:rsid w:val="00A9513F"/>
    <w:rsid w:val="00B44678"/>
    <w:rsid w:val="00BB5CF5"/>
    <w:rsid w:val="00C214A9"/>
    <w:rsid w:val="00C57996"/>
    <w:rsid w:val="00C65BA4"/>
    <w:rsid w:val="00CD599F"/>
    <w:rsid w:val="00CF43C5"/>
    <w:rsid w:val="00DA50AF"/>
    <w:rsid w:val="00F10473"/>
    <w:rsid w:val="00F505E0"/>
    <w:rsid w:val="00FE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E3A07"/>
    <w:rPr>
      <w:color w:val="808080"/>
    </w:rPr>
  </w:style>
  <w:style w:type="paragraph" w:customStyle="1" w:styleId="1B335D4AB5374711B325DDA55708843D">
    <w:name w:val="1B335D4AB5374711B325DDA55708843D"/>
    <w:pPr>
      <w:widowControl w:val="0"/>
      <w:jc w:val="both"/>
    </w:pPr>
  </w:style>
  <w:style w:type="paragraph" w:customStyle="1" w:styleId="E5620742723346D7A51E0457197A0743">
    <w:name w:val="E5620742723346D7A51E0457197A0743"/>
    <w:pPr>
      <w:widowControl w:val="0"/>
      <w:jc w:val="both"/>
    </w:pPr>
  </w:style>
  <w:style w:type="paragraph" w:customStyle="1" w:styleId="7EEA3F6E959041029A00ADFAB439DF35">
    <w:name w:val="7EEA3F6E959041029A00ADFAB439DF35"/>
    <w:pPr>
      <w:widowControl w:val="0"/>
      <w:jc w:val="both"/>
    </w:pPr>
  </w:style>
  <w:style w:type="paragraph" w:customStyle="1" w:styleId="B0E4469A569642249EFB3425D6274116">
    <w:name w:val="B0E4469A569642249EFB3425D6274116"/>
    <w:pPr>
      <w:widowControl w:val="0"/>
      <w:jc w:val="both"/>
    </w:pPr>
  </w:style>
  <w:style w:type="paragraph" w:customStyle="1" w:styleId="15B89A7AA6ED4723B473150E34276955">
    <w:name w:val="15B89A7AA6ED4723B473150E34276955"/>
    <w:pPr>
      <w:widowControl w:val="0"/>
      <w:jc w:val="both"/>
    </w:pPr>
  </w:style>
  <w:style w:type="paragraph" w:customStyle="1" w:styleId="68E39F4B7D4540F9B061F0683C0930DB">
    <w:name w:val="68E39F4B7D4540F9B061F0683C0930DB"/>
    <w:pPr>
      <w:widowControl w:val="0"/>
      <w:jc w:val="both"/>
    </w:pPr>
  </w:style>
  <w:style w:type="paragraph" w:customStyle="1" w:styleId="CD95BD3D9A1A4D88B37B404E0AFDFDF6">
    <w:name w:val="CD95BD3D9A1A4D88B37B404E0AFDFDF6"/>
    <w:pPr>
      <w:widowControl w:val="0"/>
      <w:jc w:val="both"/>
    </w:pPr>
  </w:style>
  <w:style w:type="paragraph" w:customStyle="1" w:styleId="BFDB4CD5F93A43AD943E2E6CDD69838B">
    <w:name w:val="BFDB4CD5F93A43AD943E2E6CDD69838B"/>
    <w:pPr>
      <w:widowControl w:val="0"/>
      <w:jc w:val="both"/>
    </w:pPr>
  </w:style>
  <w:style w:type="paragraph" w:customStyle="1" w:styleId="332C0C3E60DD4F54A0CD445F9B31F909">
    <w:name w:val="332C0C3E60DD4F54A0CD445F9B31F909"/>
    <w:pPr>
      <w:widowControl w:val="0"/>
      <w:jc w:val="both"/>
    </w:pPr>
  </w:style>
  <w:style w:type="paragraph" w:customStyle="1" w:styleId="78F813AEFDB04BE2A1A6849725E34607">
    <w:name w:val="78F813AEFDB04BE2A1A6849725E34607"/>
    <w:pPr>
      <w:widowControl w:val="0"/>
      <w:jc w:val="both"/>
    </w:pPr>
  </w:style>
  <w:style w:type="paragraph" w:customStyle="1" w:styleId="7EEA3F6E959041029A00ADFAB439DF351">
    <w:name w:val="7EEA3F6E959041029A00ADFAB439DF351"/>
    <w:rsid w:val="00F505E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B89A7AA6ED4723B473150E342769551">
    <w:name w:val="15B89A7AA6ED4723B473150E342769551"/>
    <w:rsid w:val="00F505E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EEA3F6E959041029A00ADFAB439DF352">
    <w:name w:val="7EEA3F6E959041029A00ADFAB439DF352"/>
    <w:rsid w:val="00F505E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B89A7AA6ED4723B473150E342769552">
    <w:name w:val="15B89A7AA6ED4723B473150E342769552"/>
    <w:rsid w:val="00F505E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A529E76201C4B8AB60E92FF9A6BD568">
    <w:name w:val="CA529E76201C4B8AB60E92FF9A6BD568"/>
    <w:rsid w:val="008F427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B89A7AA6ED4723B473150E342769553">
    <w:name w:val="15B89A7AA6ED4723B473150E342769553"/>
    <w:rsid w:val="008F427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B89A7AA6ED4723B473150E342769554">
    <w:name w:val="15B89A7AA6ED4723B473150E342769554"/>
    <w:rsid w:val="008F427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B89A7AA6ED4723B473150E342769555">
    <w:name w:val="15B89A7AA6ED4723B473150E342769555"/>
    <w:rsid w:val="008F427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B89A7AA6ED4723B473150E342769556">
    <w:name w:val="15B89A7AA6ED4723B473150E342769556"/>
    <w:rsid w:val="008F427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B89A7AA6ED4723B473150E342769557">
    <w:name w:val="15B89A7AA6ED4723B473150E342769557"/>
    <w:rsid w:val="008F427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">
    <w:name w:val="4A552E0D5CB44DB8B54B180434416E15"/>
    <w:rsid w:val="008F427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B89A7AA6ED4723B473150E342769558">
    <w:name w:val="15B89A7AA6ED4723B473150E342769558"/>
    <w:rsid w:val="008F427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1">
    <w:name w:val="4A552E0D5CB44DB8B54B180434416E151"/>
    <w:rsid w:val="008F427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B89A7AA6ED4723B473150E342769559">
    <w:name w:val="15B89A7AA6ED4723B473150E342769559"/>
    <w:rsid w:val="008F427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2">
    <w:name w:val="4A552E0D5CB44DB8B54B180434416E152"/>
    <w:rsid w:val="00C214A9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B89A7AA6ED4723B473150E3427695510">
    <w:name w:val="15B89A7AA6ED4723B473150E3427695510"/>
    <w:rsid w:val="00C214A9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">
    <w:name w:val="E7CE665A67884321B0A87CFBDEE1E7F8"/>
    <w:rsid w:val="00C214A9"/>
    <w:pPr>
      <w:widowControl w:val="0"/>
      <w:jc w:val="both"/>
    </w:pPr>
  </w:style>
  <w:style w:type="paragraph" w:customStyle="1" w:styleId="27F6427657B24747A8B31E3DF185154A">
    <w:name w:val="27F6427657B24747A8B31E3DF185154A"/>
    <w:rsid w:val="00C214A9"/>
    <w:pPr>
      <w:widowControl w:val="0"/>
      <w:jc w:val="both"/>
    </w:pPr>
  </w:style>
  <w:style w:type="paragraph" w:customStyle="1" w:styleId="E7CE665A67884321B0A87CFBDEE1E7F81">
    <w:name w:val="E7CE665A67884321B0A87CFBDEE1E7F81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1">
    <w:name w:val="27F6427657B24747A8B31E3DF185154A1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3">
    <w:name w:val="4A552E0D5CB44DB8B54B180434416E153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B89A7AA6ED4723B473150E3427695511">
    <w:name w:val="15B89A7AA6ED4723B473150E3427695511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92C27AF10EF4BEAA888CF18693E6D4D">
    <w:name w:val="192C27AF10EF4BEAA888CF18693E6D4D"/>
    <w:rsid w:val="00C57996"/>
    <w:pPr>
      <w:widowControl w:val="0"/>
      <w:jc w:val="both"/>
    </w:pPr>
  </w:style>
  <w:style w:type="paragraph" w:customStyle="1" w:styleId="D40A3929E3D1450DBFDFCBBBDC13CCB0">
    <w:name w:val="D40A3929E3D1450DBFDFCBBBDC13CCB0"/>
    <w:rsid w:val="00C57996"/>
    <w:pPr>
      <w:widowControl w:val="0"/>
      <w:jc w:val="both"/>
    </w:pPr>
  </w:style>
  <w:style w:type="paragraph" w:customStyle="1" w:styleId="57C8843827384754AD74CE4DDA4E6296">
    <w:name w:val="57C8843827384754AD74CE4DDA4E6296"/>
    <w:rsid w:val="00C57996"/>
    <w:pPr>
      <w:widowControl w:val="0"/>
      <w:jc w:val="both"/>
    </w:pPr>
  </w:style>
  <w:style w:type="paragraph" w:customStyle="1" w:styleId="B4039AF5C3EC4A5DA231B708DCA1A29D">
    <w:name w:val="B4039AF5C3EC4A5DA231B708DCA1A29D"/>
    <w:rsid w:val="00C57996"/>
    <w:pPr>
      <w:widowControl w:val="0"/>
      <w:jc w:val="both"/>
    </w:pPr>
  </w:style>
  <w:style w:type="paragraph" w:customStyle="1" w:styleId="B55F0730D7C74AE6A876E79816F08715">
    <w:name w:val="B55F0730D7C74AE6A876E79816F08715"/>
    <w:rsid w:val="00C57996"/>
    <w:pPr>
      <w:widowControl w:val="0"/>
      <w:jc w:val="both"/>
    </w:pPr>
  </w:style>
  <w:style w:type="paragraph" w:customStyle="1" w:styleId="3B7491BD621D4D298C9A8D7DD9430227">
    <w:name w:val="3B7491BD621D4D298C9A8D7DD9430227"/>
    <w:rsid w:val="00C57996"/>
    <w:pPr>
      <w:widowControl w:val="0"/>
      <w:jc w:val="both"/>
    </w:pPr>
  </w:style>
  <w:style w:type="paragraph" w:customStyle="1" w:styleId="8C3E49E8D4A141B5BDFFFB68EA5F3283">
    <w:name w:val="8C3E49E8D4A141B5BDFFFB68EA5F3283"/>
    <w:rsid w:val="00C57996"/>
    <w:pPr>
      <w:widowControl w:val="0"/>
      <w:jc w:val="both"/>
    </w:pPr>
  </w:style>
  <w:style w:type="paragraph" w:customStyle="1" w:styleId="9F27125286754E5F9318F0B600417AF1">
    <w:name w:val="9F27125286754E5F9318F0B600417AF1"/>
    <w:rsid w:val="00C57996"/>
    <w:pPr>
      <w:widowControl w:val="0"/>
      <w:jc w:val="both"/>
    </w:pPr>
  </w:style>
  <w:style w:type="paragraph" w:customStyle="1" w:styleId="E7CE665A67884321B0A87CFBDEE1E7F82">
    <w:name w:val="E7CE665A67884321B0A87CFBDEE1E7F82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2">
    <w:name w:val="27F6427657B24747A8B31E3DF185154A2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4">
    <w:name w:val="4A552E0D5CB44DB8B54B180434416E154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B89A7AA6ED4723B473150E3427695512">
    <w:name w:val="15B89A7AA6ED4723B473150E3427695512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3">
    <w:name w:val="E7CE665A67884321B0A87CFBDEE1E7F83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3">
    <w:name w:val="27F6427657B24747A8B31E3DF185154A3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5">
    <w:name w:val="4A552E0D5CB44DB8B54B180434416E155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B89A7AA6ED4723B473150E3427695513">
    <w:name w:val="15B89A7AA6ED4723B473150E3427695513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4">
    <w:name w:val="E7CE665A67884321B0A87CFBDEE1E7F84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4">
    <w:name w:val="27F6427657B24747A8B31E3DF185154A4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6">
    <w:name w:val="4A552E0D5CB44DB8B54B180434416E156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B89A7AA6ED4723B473150E3427695514">
    <w:name w:val="15B89A7AA6ED4723B473150E3427695514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5">
    <w:name w:val="E7CE665A67884321B0A87CFBDEE1E7F85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5">
    <w:name w:val="27F6427657B24747A8B31E3DF185154A5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7">
    <w:name w:val="4A552E0D5CB44DB8B54B180434416E157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B89A7AA6ED4723B473150E3427695515">
    <w:name w:val="15B89A7AA6ED4723B473150E3427695515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089F001D69743F3AF2887CB18A3DC5F">
    <w:name w:val="2089F001D69743F3AF2887CB18A3DC5F"/>
    <w:rsid w:val="00C57996"/>
    <w:pPr>
      <w:widowControl w:val="0"/>
      <w:jc w:val="both"/>
    </w:pPr>
  </w:style>
  <w:style w:type="paragraph" w:customStyle="1" w:styleId="E4752D293F3B424A93B0F29CDD191B16">
    <w:name w:val="E4752D293F3B424A93B0F29CDD191B16"/>
    <w:rsid w:val="00C57996"/>
    <w:pPr>
      <w:widowControl w:val="0"/>
      <w:jc w:val="both"/>
    </w:pPr>
  </w:style>
  <w:style w:type="paragraph" w:customStyle="1" w:styleId="871A5455497C4249BDEE19EFE6C10988">
    <w:name w:val="871A5455497C4249BDEE19EFE6C10988"/>
    <w:rsid w:val="00C57996"/>
    <w:pPr>
      <w:widowControl w:val="0"/>
      <w:jc w:val="both"/>
    </w:pPr>
  </w:style>
  <w:style w:type="paragraph" w:customStyle="1" w:styleId="C339B60755FA48DB8B80E56F31A42682">
    <w:name w:val="C339B60755FA48DB8B80E56F31A42682"/>
    <w:rsid w:val="00C57996"/>
    <w:pPr>
      <w:widowControl w:val="0"/>
      <w:jc w:val="both"/>
    </w:pPr>
  </w:style>
  <w:style w:type="paragraph" w:customStyle="1" w:styleId="E7CE665A67884321B0A87CFBDEE1E7F86">
    <w:name w:val="E7CE665A67884321B0A87CFBDEE1E7F86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6">
    <w:name w:val="27F6427657B24747A8B31E3DF185154A6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8">
    <w:name w:val="4A552E0D5CB44DB8B54B180434416E158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7">
    <w:name w:val="E7CE665A67884321B0A87CFBDEE1E7F87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7">
    <w:name w:val="27F6427657B24747A8B31E3DF185154A7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9">
    <w:name w:val="4A552E0D5CB44DB8B54B180434416E159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8">
    <w:name w:val="E7CE665A67884321B0A87CFBDEE1E7F88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8">
    <w:name w:val="27F6427657B24747A8B31E3DF185154A8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10">
    <w:name w:val="4A552E0D5CB44DB8B54B180434416E1510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9">
    <w:name w:val="E7CE665A67884321B0A87CFBDEE1E7F8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9">
    <w:name w:val="27F6427657B24747A8B31E3DF185154A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11">
    <w:name w:val="4A552E0D5CB44DB8B54B180434416E151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10">
    <w:name w:val="E7CE665A67884321B0A87CFBDEE1E7F81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10">
    <w:name w:val="27F6427657B24747A8B31E3DF185154A1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12">
    <w:name w:val="4A552E0D5CB44DB8B54B180434416E151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11">
    <w:name w:val="E7CE665A67884321B0A87CFBDEE1E7F81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11">
    <w:name w:val="27F6427657B24747A8B31E3DF185154A1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13">
    <w:name w:val="4A552E0D5CB44DB8B54B180434416E151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12">
    <w:name w:val="E7CE665A67884321B0A87CFBDEE1E7F81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12">
    <w:name w:val="27F6427657B24747A8B31E3DF185154A1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14">
    <w:name w:val="4A552E0D5CB44DB8B54B180434416E151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13">
    <w:name w:val="E7CE665A67884321B0A87CFBDEE1E7F81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13">
    <w:name w:val="27F6427657B24747A8B31E3DF185154A1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15">
    <w:name w:val="4A552E0D5CB44DB8B54B180434416E151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14">
    <w:name w:val="E7CE665A67884321B0A87CFBDEE1E7F81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14">
    <w:name w:val="27F6427657B24747A8B31E3DF185154A1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16">
    <w:name w:val="4A552E0D5CB44DB8B54B180434416E151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15">
    <w:name w:val="E7CE665A67884321B0A87CFBDEE1E7F81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15">
    <w:name w:val="27F6427657B24747A8B31E3DF185154A1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17">
    <w:name w:val="4A552E0D5CB44DB8B54B180434416E151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16">
    <w:name w:val="E7CE665A67884321B0A87CFBDEE1E7F81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16">
    <w:name w:val="27F6427657B24747A8B31E3DF185154A1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18">
    <w:name w:val="4A552E0D5CB44DB8B54B180434416E151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BB0E97456E04A9EBAE4EAB0B1A00F7A">
    <w:name w:val="BBB0E97456E04A9EBAE4EAB0B1A00F7A"/>
    <w:rsid w:val="00934F40"/>
    <w:pPr>
      <w:widowControl w:val="0"/>
      <w:jc w:val="both"/>
    </w:pPr>
  </w:style>
  <w:style w:type="paragraph" w:customStyle="1" w:styleId="E7CE665A67884321B0A87CFBDEE1E7F817">
    <w:name w:val="E7CE665A67884321B0A87CFBDEE1E7F81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17">
    <w:name w:val="27F6427657B24747A8B31E3DF185154A1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19">
    <w:name w:val="4A552E0D5CB44DB8B54B180434416E151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BB0E97456E04A9EBAE4EAB0B1A00F7A1">
    <w:name w:val="BBB0E97456E04A9EBAE4EAB0B1A00F7A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CEE13D5219044FDA9E05CE914808DFB">
    <w:name w:val="BCEE13D5219044FDA9E05CE914808DFB"/>
    <w:rsid w:val="00934F40"/>
    <w:pPr>
      <w:widowControl w:val="0"/>
      <w:jc w:val="both"/>
    </w:pPr>
  </w:style>
  <w:style w:type="paragraph" w:customStyle="1" w:styleId="E7CE665A67884321B0A87CFBDEE1E7F818">
    <w:name w:val="E7CE665A67884321B0A87CFBDEE1E7F81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18">
    <w:name w:val="27F6427657B24747A8B31E3DF185154A1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20">
    <w:name w:val="4A552E0D5CB44DB8B54B180434416E152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BB0E97456E04A9EBAE4EAB0B1A00F7A2">
    <w:name w:val="BBB0E97456E04A9EBAE4EAB0B1A00F7A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19">
    <w:name w:val="E7CE665A67884321B0A87CFBDEE1E7F81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19">
    <w:name w:val="27F6427657B24747A8B31E3DF185154A1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21">
    <w:name w:val="4A552E0D5CB44DB8B54B180434416E152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BB0E97456E04A9EBAE4EAB0B1A00F7A3">
    <w:name w:val="BBB0E97456E04A9EBAE4EAB0B1A00F7A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20">
    <w:name w:val="E7CE665A67884321B0A87CFBDEE1E7F82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20">
    <w:name w:val="27F6427657B24747A8B31E3DF185154A2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22">
    <w:name w:val="4A552E0D5CB44DB8B54B180434416E152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BB0E97456E04A9EBAE4EAB0B1A00F7A4">
    <w:name w:val="BBB0E97456E04A9EBAE4EAB0B1A00F7A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">
    <w:name w:val="3D14072C73554D80865F45346DFDB20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">
    <w:name w:val="629F2539429F47E6963A16C5E4C3BC4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">
    <w:name w:val="DEF41673A6F7411DBEB6C100124EE22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21">
    <w:name w:val="E7CE665A67884321B0A87CFBDEE1E7F82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21">
    <w:name w:val="27F6427657B24747A8B31E3DF185154A2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23">
    <w:name w:val="4A552E0D5CB44DB8B54B180434416E152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BB0E97456E04A9EBAE4EAB0B1A00F7A5">
    <w:name w:val="BBB0E97456E04A9EBAE4EAB0B1A00F7A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1">
    <w:name w:val="3D14072C73554D80865F45346DFDB201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1">
    <w:name w:val="629F2539429F47E6963A16C5E4C3BC41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1">
    <w:name w:val="DEF41673A6F7411DBEB6C100124EE228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22">
    <w:name w:val="E7CE665A67884321B0A87CFBDEE1E7F82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22">
    <w:name w:val="27F6427657B24747A8B31E3DF185154A2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24">
    <w:name w:val="4A552E0D5CB44DB8B54B180434416E152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BB0E97456E04A9EBAE4EAB0B1A00F7A6">
    <w:name w:val="BBB0E97456E04A9EBAE4EAB0B1A00F7A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2">
    <w:name w:val="3D14072C73554D80865F45346DFDB201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2">
    <w:name w:val="629F2539429F47E6963A16C5E4C3BC41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2">
    <w:name w:val="DEF41673A6F7411DBEB6C100124EE228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23">
    <w:name w:val="E7CE665A67884321B0A87CFBDEE1E7F82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23">
    <w:name w:val="27F6427657B24747A8B31E3DF185154A2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25">
    <w:name w:val="4A552E0D5CB44DB8B54B180434416E152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BB0E97456E04A9EBAE4EAB0B1A00F7A7">
    <w:name w:val="BBB0E97456E04A9EBAE4EAB0B1A00F7A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3">
    <w:name w:val="3D14072C73554D80865F45346DFDB201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3">
    <w:name w:val="629F2539429F47E6963A16C5E4C3BC41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3">
    <w:name w:val="DEF41673A6F7411DBEB6C100124EE228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24">
    <w:name w:val="E7CE665A67884321B0A87CFBDEE1E7F82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24">
    <w:name w:val="27F6427657B24747A8B31E3DF185154A2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26">
    <w:name w:val="4A552E0D5CB44DB8B54B180434416E152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BB0E97456E04A9EBAE4EAB0B1A00F7A8">
    <w:name w:val="BBB0E97456E04A9EBAE4EAB0B1A00F7A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4">
    <w:name w:val="3D14072C73554D80865F45346DFDB201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4">
    <w:name w:val="629F2539429F47E6963A16C5E4C3BC41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4">
    <w:name w:val="DEF41673A6F7411DBEB6C100124EE228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25">
    <w:name w:val="E7CE665A67884321B0A87CFBDEE1E7F82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25">
    <w:name w:val="27F6427657B24747A8B31E3DF185154A2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27">
    <w:name w:val="4A552E0D5CB44DB8B54B180434416E152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BB0E97456E04A9EBAE4EAB0B1A00F7A9">
    <w:name w:val="BBB0E97456E04A9EBAE4EAB0B1A00F7A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5">
    <w:name w:val="3D14072C73554D80865F45346DFDB201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5">
    <w:name w:val="629F2539429F47E6963A16C5E4C3BC41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5">
    <w:name w:val="DEF41673A6F7411DBEB6C100124EE228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26">
    <w:name w:val="E7CE665A67884321B0A87CFBDEE1E7F82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26">
    <w:name w:val="27F6427657B24747A8B31E3DF185154A2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28">
    <w:name w:val="4A552E0D5CB44DB8B54B180434416E152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BB0E97456E04A9EBAE4EAB0B1A00F7A10">
    <w:name w:val="BBB0E97456E04A9EBAE4EAB0B1A00F7A1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6">
    <w:name w:val="3D14072C73554D80865F45346DFDB201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6">
    <w:name w:val="629F2539429F47E6963A16C5E4C3BC41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6">
    <w:name w:val="DEF41673A6F7411DBEB6C100124EE228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27">
    <w:name w:val="E7CE665A67884321B0A87CFBDEE1E7F82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27">
    <w:name w:val="27F6427657B24747A8B31E3DF185154A2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29">
    <w:name w:val="4A552E0D5CB44DB8B54B180434416E152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29D7942B364C718D2C3749F3DA2CFC">
    <w:name w:val="D129D7942B364C718D2C3749F3DA2CFC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7">
    <w:name w:val="3D14072C73554D80865F45346DFDB201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7">
    <w:name w:val="629F2539429F47E6963A16C5E4C3BC41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7">
    <w:name w:val="DEF41673A6F7411DBEB6C100124EE228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28">
    <w:name w:val="E7CE665A67884321B0A87CFBDEE1E7F82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28">
    <w:name w:val="27F6427657B24747A8B31E3DF185154A2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30">
    <w:name w:val="4A552E0D5CB44DB8B54B180434416E153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29D7942B364C718D2C3749F3DA2CFC1">
    <w:name w:val="D129D7942B364C718D2C3749F3DA2CFC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8">
    <w:name w:val="3D14072C73554D80865F45346DFDB201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8">
    <w:name w:val="629F2539429F47E6963A16C5E4C3BC41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8">
    <w:name w:val="DEF41673A6F7411DBEB6C100124EE228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29">
    <w:name w:val="E7CE665A67884321B0A87CFBDEE1E7F82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29">
    <w:name w:val="27F6427657B24747A8B31E3DF185154A2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31">
    <w:name w:val="4A552E0D5CB44DB8B54B180434416E153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29D7942B364C718D2C3749F3DA2CFC2">
    <w:name w:val="D129D7942B364C718D2C3749F3DA2CFC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">
    <w:name w:val="8F4AC5DEF17644D4BDAC602FF8FA0632"/>
    <w:rsid w:val="00934F40"/>
    <w:pPr>
      <w:widowControl w:val="0"/>
      <w:jc w:val="both"/>
    </w:pPr>
  </w:style>
  <w:style w:type="paragraph" w:customStyle="1" w:styleId="4F76E3966ADC4ECFAFA7BB651603190D">
    <w:name w:val="4F76E3966ADC4ECFAFA7BB651603190D"/>
    <w:rsid w:val="00934F40"/>
    <w:pPr>
      <w:widowControl w:val="0"/>
      <w:jc w:val="both"/>
    </w:pPr>
  </w:style>
  <w:style w:type="paragraph" w:customStyle="1" w:styleId="7236EF38489545F4BE78AAF5C6A03839">
    <w:name w:val="7236EF38489545F4BE78AAF5C6A03839"/>
    <w:rsid w:val="00934F40"/>
    <w:pPr>
      <w:widowControl w:val="0"/>
      <w:jc w:val="both"/>
    </w:pPr>
  </w:style>
  <w:style w:type="paragraph" w:customStyle="1" w:styleId="D00EB1CD6C8848C08CD015F4113BB7F8">
    <w:name w:val="D00EB1CD6C8848C08CD015F4113BB7F8"/>
    <w:rsid w:val="00934F40"/>
    <w:pPr>
      <w:widowControl w:val="0"/>
      <w:jc w:val="both"/>
    </w:pPr>
  </w:style>
  <w:style w:type="paragraph" w:customStyle="1" w:styleId="BFEC9F23003C425A9583E746441F4308">
    <w:name w:val="BFEC9F23003C425A9583E746441F4308"/>
    <w:rsid w:val="00934F40"/>
    <w:pPr>
      <w:widowControl w:val="0"/>
      <w:jc w:val="both"/>
    </w:pPr>
  </w:style>
  <w:style w:type="paragraph" w:customStyle="1" w:styleId="D020D601A60E4688A08E1E69275A8E0E">
    <w:name w:val="D020D601A60E4688A08E1E69275A8E0E"/>
    <w:rsid w:val="00934F40"/>
    <w:pPr>
      <w:widowControl w:val="0"/>
      <w:jc w:val="both"/>
    </w:pPr>
  </w:style>
  <w:style w:type="paragraph" w:customStyle="1" w:styleId="D13A0B6A91664CE8A663B66FDE3913B6">
    <w:name w:val="D13A0B6A91664CE8A663B66FDE3913B6"/>
    <w:rsid w:val="00934F40"/>
    <w:pPr>
      <w:widowControl w:val="0"/>
      <w:jc w:val="both"/>
    </w:pPr>
  </w:style>
  <w:style w:type="paragraph" w:customStyle="1" w:styleId="7DCD9C424F9C4436874B4EB82D1BCE26">
    <w:name w:val="7DCD9C424F9C4436874B4EB82D1BCE26"/>
    <w:rsid w:val="00934F40"/>
    <w:pPr>
      <w:widowControl w:val="0"/>
      <w:jc w:val="both"/>
    </w:pPr>
  </w:style>
  <w:style w:type="paragraph" w:customStyle="1" w:styleId="3D14072C73554D80865F45346DFDB2019">
    <w:name w:val="3D14072C73554D80865F45346DFDB201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9">
    <w:name w:val="629F2539429F47E6963A16C5E4C3BC41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9">
    <w:name w:val="DEF41673A6F7411DBEB6C100124EE228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30">
    <w:name w:val="E7CE665A67884321B0A87CFBDEE1E7F83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30">
    <w:name w:val="27F6427657B24747A8B31E3DF185154A3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32">
    <w:name w:val="4A552E0D5CB44DB8B54B180434416E153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1">
    <w:name w:val="8F4AC5DEF17644D4BDAC602FF8FA0632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1">
    <w:name w:val="4F76E3966ADC4ECFAFA7BB651603190D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1">
    <w:name w:val="7236EF38489545F4BE78AAF5C6A03839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1">
    <w:name w:val="D00EB1CD6C8848C08CD015F4113BB7F8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1">
    <w:name w:val="BFEC9F23003C425A9583E746441F4308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1">
    <w:name w:val="D020D601A60E4688A08E1E69275A8E0E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29D7942B364C718D2C3749F3DA2CFC3">
    <w:name w:val="D129D7942B364C718D2C3749F3DA2CFC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1">
    <w:name w:val="D13A0B6A91664CE8A663B66FDE3913B6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CD9C424F9C4436874B4EB82D1BCE261">
    <w:name w:val="7DCD9C424F9C4436874B4EB82D1BCE26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10">
    <w:name w:val="3D14072C73554D80865F45346DFDB2011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10">
    <w:name w:val="629F2539429F47E6963A16C5E4C3BC411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10">
    <w:name w:val="DEF41673A6F7411DBEB6C100124EE2281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31">
    <w:name w:val="E7CE665A67884321B0A87CFBDEE1E7F83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31">
    <w:name w:val="27F6427657B24747A8B31E3DF185154A3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33">
    <w:name w:val="4A552E0D5CB44DB8B54B180434416E153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2">
    <w:name w:val="8F4AC5DEF17644D4BDAC602FF8FA0632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2">
    <w:name w:val="4F76E3966ADC4ECFAFA7BB651603190D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2">
    <w:name w:val="7236EF38489545F4BE78AAF5C6A03839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2">
    <w:name w:val="D00EB1CD6C8848C08CD015F4113BB7F8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2">
    <w:name w:val="BFEC9F23003C425A9583E746441F4308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2">
    <w:name w:val="D020D601A60E4688A08E1E69275A8E0E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29D7942B364C718D2C3749F3DA2CFC4">
    <w:name w:val="D129D7942B364C718D2C3749F3DA2CFC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2">
    <w:name w:val="D13A0B6A91664CE8A663B66FDE3913B6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CD9C424F9C4436874B4EB82D1BCE262">
    <w:name w:val="7DCD9C424F9C4436874B4EB82D1BCE26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11">
    <w:name w:val="3D14072C73554D80865F45346DFDB2011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11">
    <w:name w:val="629F2539429F47E6963A16C5E4C3BC411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11">
    <w:name w:val="DEF41673A6F7411DBEB6C100124EE2281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32">
    <w:name w:val="E7CE665A67884321B0A87CFBDEE1E7F83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32">
    <w:name w:val="27F6427657B24747A8B31E3DF185154A3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34">
    <w:name w:val="4A552E0D5CB44DB8B54B180434416E153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3">
    <w:name w:val="8F4AC5DEF17644D4BDAC602FF8FA0632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3">
    <w:name w:val="4F76E3966ADC4ECFAFA7BB651603190D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3">
    <w:name w:val="7236EF38489545F4BE78AAF5C6A03839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3">
    <w:name w:val="D00EB1CD6C8848C08CD015F4113BB7F8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3">
    <w:name w:val="BFEC9F23003C425A9583E746441F4308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3">
    <w:name w:val="D020D601A60E4688A08E1E69275A8E0E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29D7942B364C718D2C3749F3DA2CFC5">
    <w:name w:val="D129D7942B364C718D2C3749F3DA2CFC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3">
    <w:name w:val="D13A0B6A91664CE8A663B66FDE3913B6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CD9C424F9C4436874B4EB82D1BCE263">
    <w:name w:val="7DCD9C424F9C4436874B4EB82D1BCE26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12">
    <w:name w:val="3D14072C73554D80865F45346DFDB2011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12">
    <w:name w:val="629F2539429F47E6963A16C5E4C3BC411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12">
    <w:name w:val="DEF41673A6F7411DBEB6C100124EE2281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33">
    <w:name w:val="E7CE665A67884321B0A87CFBDEE1E7F83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33">
    <w:name w:val="27F6427657B24747A8B31E3DF185154A3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35">
    <w:name w:val="4A552E0D5CB44DB8B54B180434416E153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4">
    <w:name w:val="8F4AC5DEF17644D4BDAC602FF8FA0632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4">
    <w:name w:val="4F76E3966ADC4ECFAFA7BB651603190D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4">
    <w:name w:val="7236EF38489545F4BE78AAF5C6A03839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4">
    <w:name w:val="D00EB1CD6C8848C08CD015F4113BB7F8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4">
    <w:name w:val="BFEC9F23003C425A9583E746441F4308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4">
    <w:name w:val="D020D601A60E4688A08E1E69275A8E0E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29D7942B364C718D2C3749F3DA2CFC6">
    <w:name w:val="D129D7942B364C718D2C3749F3DA2CFC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4">
    <w:name w:val="D13A0B6A91664CE8A663B66FDE3913B6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CD9C424F9C4436874B4EB82D1BCE264">
    <w:name w:val="7DCD9C424F9C4436874B4EB82D1BCE26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13">
    <w:name w:val="3D14072C73554D80865F45346DFDB2011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13">
    <w:name w:val="629F2539429F47E6963A16C5E4C3BC411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13">
    <w:name w:val="DEF41673A6F7411DBEB6C100124EE2281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34">
    <w:name w:val="E7CE665A67884321B0A87CFBDEE1E7F83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34">
    <w:name w:val="27F6427657B24747A8B31E3DF185154A3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36">
    <w:name w:val="4A552E0D5CB44DB8B54B180434416E153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5">
    <w:name w:val="8F4AC5DEF17644D4BDAC602FF8FA0632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5">
    <w:name w:val="4F76E3966ADC4ECFAFA7BB651603190D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5">
    <w:name w:val="7236EF38489545F4BE78AAF5C6A03839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5">
    <w:name w:val="D00EB1CD6C8848C08CD015F4113BB7F8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5">
    <w:name w:val="BFEC9F23003C425A9583E746441F4308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5">
    <w:name w:val="D020D601A60E4688A08E1E69275A8E0E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29D7942B364C718D2C3749F3DA2CFC7">
    <w:name w:val="D129D7942B364C718D2C3749F3DA2CFC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5">
    <w:name w:val="D13A0B6A91664CE8A663B66FDE3913B6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CD9C424F9C4436874B4EB82D1BCE265">
    <w:name w:val="7DCD9C424F9C4436874B4EB82D1BCE26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14">
    <w:name w:val="3D14072C73554D80865F45346DFDB2011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14">
    <w:name w:val="629F2539429F47E6963A16C5E4C3BC411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14">
    <w:name w:val="DEF41673A6F7411DBEB6C100124EE2281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35">
    <w:name w:val="E7CE665A67884321B0A87CFBDEE1E7F83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35">
    <w:name w:val="27F6427657B24747A8B31E3DF185154A3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37">
    <w:name w:val="4A552E0D5CB44DB8B54B180434416E153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6">
    <w:name w:val="8F4AC5DEF17644D4BDAC602FF8FA0632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6">
    <w:name w:val="4F76E3966ADC4ECFAFA7BB651603190D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6">
    <w:name w:val="7236EF38489545F4BE78AAF5C6A03839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6">
    <w:name w:val="D00EB1CD6C8848C08CD015F4113BB7F8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6">
    <w:name w:val="BFEC9F23003C425A9583E746441F4308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6">
    <w:name w:val="D020D601A60E4688A08E1E69275A8E0E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29D7942B364C718D2C3749F3DA2CFC8">
    <w:name w:val="D129D7942B364C718D2C3749F3DA2CFC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6">
    <w:name w:val="D13A0B6A91664CE8A663B66FDE3913B6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CD9C424F9C4436874B4EB82D1BCE266">
    <w:name w:val="7DCD9C424F9C4436874B4EB82D1BCE26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15">
    <w:name w:val="3D14072C73554D80865F45346DFDB2011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15">
    <w:name w:val="629F2539429F47E6963A16C5E4C3BC411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15">
    <w:name w:val="DEF41673A6F7411DBEB6C100124EE2281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36">
    <w:name w:val="E7CE665A67884321B0A87CFBDEE1E7F83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36">
    <w:name w:val="27F6427657B24747A8B31E3DF185154A3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38">
    <w:name w:val="4A552E0D5CB44DB8B54B180434416E153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7">
    <w:name w:val="8F4AC5DEF17644D4BDAC602FF8FA0632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7">
    <w:name w:val="4F76E3966ADC4ECFAFA7BB651603190D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7">
    <w:name w:val="7236EF38489545F4BE78AAF5C6A03839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7">
    <w:name w:val="D00EB1CD6C8848C08CD015F4113BB7F8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7">
    <w:name w:val="BFEC9F23003C425A9583E746441F4308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7">
    <w:name w:val="D020D601A60E4688A08E1E69275A8E0E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29D7942B364C718D2C3749F3DA2CFC9">
    <w:name w:val="D129D7942B364C718D2C3749F3DA2CFC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7">
    <w:name w:val="D13A0B6A91664CE8A663B66FDE3913B6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CD9C424F9C4436874B4EB82D1BCE267">
    <w:name w:val="7DCD9C424F9C4436874B4EB82D1BCE26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16">
    <w:name w:val="3D14072C73554D80865F45346DFDB2011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16">
    <w:name w:val="629F2539429F47E6963A16C5E4C3BC411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16">
    <w:name w:val="DEF41673A6F7411DBEB6C100124EE2281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37">
    <w:name w:val="E7CE665A67884321B0A87CFBDEE1E7F83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37">
    <w:name w:val="27F6427657B24747A8B31E3DF185154A3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39">
    <w:name w:val="4A552E0D5CB44DB8B54B180434416E153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8">
    <w:name w:val="8F4AC5DEF17644D4BDAC602FF8FA0632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8">
    <w:name w:val="4F76E3966ADC4ECFAFA7BB651603190D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8">
    <w:name w:val="7236EF38489545F4BE78AAF5C6A03839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8">
    <w:name w:val="D00EB1CD6C8848C08CD015F4113BB7F8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8">
    <w:name w:val="BFEC9F23003C425A9583E746441F4308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8">
    <w:name w:val="D020D601A60E4688A08E1E69275A8E0E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29D7942B364C718D2C3749F3DA2CFC10">
    <w:name w:val="D129D7942B364C718D2C3749F3DA2CFC1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8">
    <w:name w:val="D13A0B6A91664CE8A663B66FDE3913B6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CD9C424F9C4436874B4EB82D1BCE268">
    <w:name w:val="7DCD9C424F9C4436874B4EB82D1BCE26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17">
    <w:name w:val="3D14072C73554D80865F45346DFDB2011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17">
    <w:name w:val="629F2539429F47E6963A16C5E4C3BC411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17">
    <w:name w:val="DEF41673A6F7411DBEB6C100124EE2281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38">
    <w:name w:val="E7CE665A67884321B0A87CFBDEE1E7F83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38">
    <w:name w:val="27F6427657B24747A8B31E3DF185154A3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40">
    <w:name w:val="4A552E0D5CB44DB8B54B180434416E154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9">
    <w:name w:val="8F4AC5DEF17644D4BDAC602FF8FA0632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9">
    <w:name w:val="4F76E3966ADC4ECFAFA7BB651603190D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9">
    <w:name w:val="7236EF38489545F4BE78AAF5C6A03839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9">
    <w:name w:val="D00EB1CD6C8848C08CD015F4113BB7F8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9">
    <w:name w:val="BFEC9F23003C425A9583E746441F4308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9">
    <w:name w:val="D020D601A60E4688A08E1E69275A8E0E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29D7942B364C718D2C3749F3DA2CFC11">
    <w:name w:val="D129D7942B364C718D2C3749F3DA2CFC1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9">
    <w:name w:val="D13A0B6A91664CE8A663B66FDE3913B6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CD9C424F9C4436874B4EB82D1BCE269">
    <w:name w:val="7DCD9C424F9C4436874B4EB82D1BCE26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18">
    <w:name w:val="3D14072C73554D80865F45346DFDB2011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18">
    <w:name w:val="629F2539429F47E6963A16C5E4C3BC411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18">
    <w:name w:val="DEF41673A6F7411DBEB6C100124EE2281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39">
    <w:name w:val="E7CE665A67884321B0A87CFBDEE1E7F83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39">
    <w:name w:val="27F6427657B24747A8B31E3DF185154A3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41">
    <w:name w:val="4A552E0D5CB44DB8B54B180434416E154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10">
    <w:name w:val="8F4AC5DEF17644D4BDAC602FF8FA06321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10">
    <w:name w:val="4F76E3966ADC4ECFAFA7BB651603190D1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10">
    <w:name w:val="7236EF38489545F4BE78AAF5C6A038391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10">
    <w:name w:val="D00EB1CD6C8848C08CD015F4113BB7F81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10">
    <w:name w:val="BFEC9F23003C425A9583E746441F43081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10">
    <w:name w:val="D020D601A60E4688A08E1E69275A8E0E1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29D7942B364C718D2C3749F3DA2CFC12">
    <w:name w:val="D129D7942B364C718D2C3749F3DA2CFC1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10">
    <w:name w:val="D13A0B6A91664CE8A663B66FDE3913B61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CD9C424F9C4436874B4EB82D1BCE2610">
    <w:name w:val="7DCD9C424F9C4436874B4EB82D1BCE261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19">
    <w:name w:val="3D14072C73554D80865F45346DFDB2011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19">
    <w:name w:val="629F2539429F47E6963A16C5E4C3BC411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19">
    <w:name w:val="DEF41673A6F7411DBEB6C100124EE2281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40">
    <w:name w:val="E7CE665A67884321B0A87CFBDEE1E7F84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40">
    <w:name w:val="27F6427657B24747A8B31E3DF185154A4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42">
    <w:name w:val="4A552E0D5CB44DB8B54B180434416E154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11">
    <w:name w:val="8F4AC5DEF17644D4BDAC602FF8FA06321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11">
    <w:name w:val="4F76E3966ADC4ECFAFA7BB651603190D1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11">
    <w:name w:val="7236EF38489545F4BE78AAF5C6A038391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11">
    <w:name w:val="D00EB1CD6C8848C08CD015F4113BB7F81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11">
    <w:name w:val="BFEC9F23003C425A9583E746441F43081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11">
    <w:name w:val="D020D601A60E4688A08E1E69275A8E0E1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29D7942B364C718D2C3749F3DA2CFC13">
    <w:name w:val="D129D7942B364C718D2C3749F3DA2CFC1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11">
    <w:name w:val="D13A0B6A91664CE8A663B66FDE3913B61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CD9C424F9C4436874B4EB82D1BCE2611">
    <w:name w:val="7DCD9C424F9C4436874B4EB82D1BCE261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20">
    <w:name w:val="3D14072C73554D80865F45346DFDB2012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20">
    <w:name w:val="629F2539429F47E6963A16C5E4C3BC412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20">
    <w:name w:val="DEF41673A6F7411DBEB6C100124EE2282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41">
    <w:name w:val="E7CE665A67884321B0A87CFBDEE1E7F84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41">
    <w:name w:val="27F6427657B24747A8B31E3DF185154A4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43">
    <w:name w:val="4A552E0D5CB44DB8B54B180434416E154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12">
    <w:name w:val="8F4AC5DEF17644D4BDAC602FF8FA06321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12">
    <w:name w:val="4F76E3966ADC4ECFAFA7BB651603190D1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12">
    <w:name w:val="7236EF38489545F4BE78AAF5C6A038391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12">
    <w:name w:val="D00EB1CD6C8848C08CD015F4113BB7F81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12">
    <w:name w:val="BFEC9F23003C425A9583E746441F43081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12">
    <w:name w:val="D020D601A60E4688A08E1E69275A8E0E1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29D7942B364C718D2C3749F3DA2CFC14">
    <w:name w:val="D129D7942B364C718D2C3749F3DA2CFC1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12">
    <w:name w:val="D13A0B6A91664CE8A663B66FDE3913B61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CD9C424F9C4436874B4EB82D1BCE2612">
    <w:name w:val="7DCD9C424F9C4436874B4EB82D1BCE261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E08CFCAA6484957BE3CE7C262C432CC">
    <w:name w:val="EE08CFCAA6484957BE3CE7C262C432CC"/>
    <w:rsid w:val="00934F40"/>
    <w:pPr>
      <w:widowControl w:val="0"/>
      <w:jc w:val="both"/>
    </w:pPr>
  </w:style>
  <w:style w:type="paragraph" w:customStyle="1" w:styleId="3D14072C73554D80865F45346DFDB20121">
    <w:name w:val="3D14072C73554D80865F45346DFDB2012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21">
    <w:name w:val="629F2539429F47E6963A16C5E4C3BC412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21">
    <w:name w:val="DEF41673A6F7411DBEB6C100124EE2282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42">
    <w:name w:val="E7CE665A67884321B0A87CFBDEE1E7F84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42">
    <w:name w:val="27F6427657B24747A8B31E3DF185154A4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44">
    <w:name w:val="4A552E0D5CB44DB8B54B180434416E154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13">
    <w:name w:val="8F4AC5DEF17644D4BDAC602FF8FA06321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13">
    <w:name w:val="4F76E3966ADC4ECFAFA7BB651603190D1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13">
    <w:name w:val="7236EF38489545F4BE78AAF5C6A038391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13">
    <w:name w:val="D00EB1CD6C8848C08CD015F4113BB7F81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13">
    <w:name w:val="BFEC9F23003C425A9583E746441F43081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13">
    <w:name w:val="D020D601A60E4688A08E1E69275A8E0E1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29D7942B364C718D2C3749F3DA2CFC15">
    <w:name w:val="D129D7942B364C718D2C3749F3DA2CFC1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EEA533395B04D33BB4798295620DFD8">
    <w:name w:val="1EEA533395B04D33BB4798295620DFD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13">
    <w:name w:val="D13A0B6A91664CE8A663B66FDE3913B61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CD9C424F9C4436874B4EB82D1BCE2613">
    <w:name w:val="7DCD9C424F9C4436874B4EB82D1BCE261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509035D2D0A424C852D87060CA0DA32">
    <w:name w:val="F509035D2D0A424C852D87060CA0DA32"/>
    <w:rsid w:val="00934F40"/>
    <w:pPr>
      <w:widowControl w:val="0"/>
      <w:jc w:val="both"/>
    </w:pPr>
  </w:style>
  <w:style w:type="paragraph" w:customStyle="1" w:styleId="F509035D2D0A424C852D87060CA0DA321">
    <w:name w:val="F509035D2D0A424C852D87060CA0DA32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43">
    <w:name w:val="E7CE665A67884321B0A87CFBDEE1E7F84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43">
    <w:name w:val="27F6427657B24747A8B31E3DF185154A4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45">
    <w:name w:val="4A552E0D5CB44DB8B54B180434416E154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14">
    <w:name w:val="8F4AC5DEF17644D4BDAC602FF8FA06321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14">
    <w:name w:val="4F76E3966ADC4ECFAFA7BB651603190D1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14">
    <w:name w:val="7236EF38489545F4BE78AAF5C6A038391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14">
    <w:name w:val="D00EB1CD6C8848C08CD015F4113BB7F81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14">
    <w:name w:val="BFEC9F23003C425A9583E746441F43081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14">
    <w:name w:val="D020D601A60E4688A08E1E69275A8E0E1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EEA533395B04D33BB4798295620DFD81">
    <w:name w:val="1EEA533395B04D33BB4798295620DFD8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14">
    <w:name w:val="D13A0B6A91664CE8A663B66FDE3913B61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CD9C424F9C4436874B4EB82D1BCE2614">
    <w:name w:val="7DCD9C424F9C4436874B4EB82D1BCE261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509035D2D0A424C852D87060CA0DA322">
    <w:name w:val="F509035D2D0A424C852D87060CA0DA32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44">
    <w:name w:val="E7CE665A67884321B0A87CFBDEE1E7F84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44">
    <w:name w:val="27F6427657B24747A8B31E3DF185154A4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46">
    <w:name w:val="4A552E0D5CB44DB8B54B180434416E154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15">
    <w:name w:val="8F4AC5DEF17644D4BDAC602FF8FA06321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15">
    <w:name w:val="4F76E3966ADC4ECFAFA7BB651603190D1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15">
    <w:name w:val="7236EF38489545F4BE78AAF5C6A038391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15">
    <w:name w:val="D00EB1CD6C8848C08CD015F4113BB7F81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15">
    <w:name w:val="BFEC9F23003C425A9583E746441F43081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15">
    <w:name w:val="D020D601A60E4688A08E1E69275A8E0E1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EEA533395B04D33BB4798295620DFD82">
    <w:name w:val="1EEA533395B04D33BB4798295620DFD8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15">
    <w:name w:val="D13A0B6A91664CE8A663B66FDE3913B61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CD9C424F9C4436874B4EB82D1BCE2615">
    <w:name w:val="7DCD9C424F9C4436874B4EB82D1BCE261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509035D2D0A424C852D87060CA0DA323">
    <w:name w:val="F509035D2D0A424C852D87060CA0DA323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45">
    <w:name w:val="E7CE665A67884321B0A87CFBDEE1E7F845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45">
    <w:name w:val="27F6427657B24747A8B31E3DF185154A45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47">
    <w:name w:val="4A552E0D5CB44DB8B54B180434416E1547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16">
    <w:name w:val="8F4AC5DEF17644D4BDAC602FF8FA063216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16">
    <w:name w:val="4F76E3966ADC4ECFAFA7BB651603190D16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16">
    <w:name w:val="7236EF38489545F4BE78AAF5C6A0383916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16">
    <w:name w:val="D00EB1CD6C8848C08CD015F4113BB7F816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16">
    <w:name w:val="BFEC9F23003C425A9583E746441F430816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16">
    <w:name w:val="D020D601A60E4688A08E1E69275A8E0E16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169A1AF23D24420A53F899A3B49DDAD">
    <w:name w:val="3169A1AF23D24420A53F899A3B49DDAD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16">
    <w:name w:val="D13A0B6A91664CE8A663B66FDE3913B616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CD9C424F9C4436874B4EB82D1BCE2616">
    <w:name w:val="7DCD9C424F9C4436874B4EB82D1BCE2616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D2C640672404E3388E1925EB2984A9C">
    <w:name w:val="ED2C640672404E3388E1925EB2984A9C"/>
    <w:rsid w:val="008630FF"/>
    <w:pPr>
      <w:widowControl w:val="0"/>
      <w:jc w:val="both"/>
    </w:pPr>
  </w:style>
  <w:style w:type="paragraph" w:customStyle="1" w:styleId="F509035D2D0A424C852D87060CA0DA324">
    <w:name w:val="F509035D2D0A424C852D87060CA0DA324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46">
    <w:name w:val="E7CE665A67884321B0A87CFBDEE1E7F846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46">
    <w:name w:val="27F6427657B24747A8B31E3DF185154A46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48">
    <w:name w:val="4A552E0D5CB44DB8B54B180434416E1548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17">
    <w:name w:val="8F4AC5DEF17644D4BDAC602FF8FA063217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17">
    <w:name w:val="4F76E3966ADC4ECFAFA7BB651603190D17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17">
    <w:name w:val="7236EF38489545F4BE78AAF5C6A0383917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17">
    <w:name w:val="D00EB1CD6C8848C08CD015F4113BB7F817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17">
    <w:name w:val="BFEC9F23003C425A9583E746441F430817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17">
    <w:name w:val="D020D601A60E4688A08E1E69275A8E0E17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169A1AF23D24420A53F899A3B49DDAD1">
    <w:name w:val="3169A1AF23D24420A53F899A3B49DDAD1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17">
    <w:name w:val="D13A0B6A91664CE8A663B66FDE3913B617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D2C640672404E3388E1925EB2984A9C1">
    <w:name w:val="ED2C640672404E3388E1925EB2984A9C1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509035D2D0A424C852D87060CA0DA325">
    <w:name w:val="F509035D2D0A424C852D87060CA0DA325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47">
    <w:name w:val="E7CE665A67884321B0A87CFBDEE1E7F847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47">
    <w:name w:val="27F6427657B24747A8B31E3DF185154A47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49">
    <w:name w:val="4A552E0D5CB44DB8B54B180434416E1549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18">
    <w:name w:val="8F4AC5DEF17644D4BDAC602FF8FA063218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18">
    <w:name w:val="4F76E3966ADC4ECFAFA7BB651603190D18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18">
    <w:name w:val="7236EF38489545F4BE78AAF5C6A0383918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18">
    <w:name w:val="D00EB1CD6C8848C08CD015F4113BB7F818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18">
    <w:name w:val="BFEC9F23003C425A9583E746441F430818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18">
    <w:name w:val="D020D601A60E4688A08E1E69275A8E0E18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169A1AF23D24420A53F899A3B49DDAD2">
    <w:name w:val="3169A1AF23D24420A53F899A3B49DDAD2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18">
    <w:name w:val="D13A0B6A91664CE8A663B66FDE3913B618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D2C640672404E3388E1925EB2984A9C2">
    <w:name w:val="ED2C640672404E3388E1925EB2984A9C2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509035D2D0A424C852D87060CA0DA326">
    <w:name w:val="F509035D2D0A424C852D87060CA0DA326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48">
    <w:name w:val="E7CE665A67884321B0A87CFBDEE1E7F848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48">
    <w:name w:val="27F6427657B24747A8B31E3DF185154A48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50">
    <w:name w:val="4A552E0D5CB44DB8B54B180434416E1550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19">
    <w:name w:val="8F4AC5DEF17644D4BDAC602FF8FA063219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19">
    <w:name w:val="4F76E3966ADC4ECFAFA7BB651603190D19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19">
    <w:name w:val="7236EF38489545F4BE78AAF5C6A0383919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19">
    <w:name w:val="D00EB1CD6C8848C08CD015F4113BB7F819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19">
    <w:name w:val="BFEC9F23003C425A9583E746441F430819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19">
    <w:name w:val="D020D601A60E4688A08E1E69275A8E0E19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169A1AF23D24420A53F899A3B49DDAD3">
    <w:name w:val="3169A1AF23D24420A53F899A3B49DDAD3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19">
    <w:name w:val="D13A0B6A91664CE8A663B66FDE3913B619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D2C640672404E3388E1925EB2984A9C3">
    <w:name w:val="ED2C640672404E3388E1925EB2984A9C3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B24C4EC0194640A25B8F345F789C11">
    <w:name w:val="7DB24C4EC0194640A25B8F345F789C11"/>
    <w:rsid w:val="008630FF"/>
    <w:pPr>
      <w:widowControl w:val="0"/>
      <w:jc w:val="both"/>
    </w:pPr>
  </w:style>
  <w:style w:type="paragraph" w:customStyle="1" w:styleId="7399AE07067044368ABEB5F0B6DD1880">
    <w:name w:val="7399AE07067044368ABEB5F0B6DD1880"/>
    <w:rsid w:val="008630FF"/>
    <w:pPr>
      <w:widowControl w:val="0"/>
      <w:jc w:val="both"/>
    </w:pPr>
  </w:style>
  <w:style w:type="paragraph" w:customStyle="1" w:styleId="A55B16F4278F4CF48A8537BE7EEA4951">
    <w:name w:val="A55B16F4278F4CF48A8537BE7EEA4951"/>
    <w:rsid w:val="0055535A"/>
    <w:pPr>
      <w:widowControl w:val="0"/>
      <w:jc w:val="both"/>
    </w:pPr>
  </w:style>
  <w:style w:type="paragraph" w:customStyle="1" w:styleId="F509035D2D0A424C852D87060CA0DA327">
    <w:name w:val="F509035D2D0A424C852D87060CA0DA327"/>
    <w:rsid w:val="0055535A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49">
    <w:name w:val="E7CE665A67884321B0A87CFBDEE1E7F849"/>
    <w:rsid w:val="0055535A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B24C4EC0194640A25B8F345F789C111">
    <w:name w:val="7DB24C4EC0194640A25B8F345F789C111"/>
    <w:rsid w:val="0055535A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399AE07067044368ABEB5F0B6DD18801">
    <w:name w:val="7399AE07067044368ABEB5F0B6DD18801"/>
    <w:rsid w:val="0055535A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20">
    <w:name w:val="8F4AC5DEF17644D4BDAC602FF8FA063220"/>
    <w:rsid w:val="0055535A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20">
    <w:name w:val="4F76E3966ADC4ECFAFA7BB651603190D20"/>
    <w:rsid w:val="0055535A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20">
    <w:name w:val="7236EF38489545F4BE78AAF5C6A0383920"/>
    <w:rsid w:val="0055535A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20">
    <w:name w:val="D00EB1CD6C8848C08CD015F4113BB7F820"/>
    <w:rsid w:val="0055535A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20">
    <w:name w:val="BFEC9F23003C425A9583E746441F430820"/>
    <w:rsid w:val="0055535A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20">
    <w:name w:val="D020D601A60E4688A08E1E69275A8E0E20"/>
    <w:rsid w:val="0055535A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1">
    <w:name w:val="A55B16F4278F4CF48A8537BE7EEA49511"/>
    <w:rsid w:val="0055535A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20">
    <w:name w:val="D13A0B6A91664CE8A663B66FDE3913B620"/>
    <w:rsid w:val="0055535A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D2C640672404E3388E1925EB2984A9C4">
    <w:name w:val="ED2C640672404E3388E1925EB2984A9C4"/>
    <w:rsid w:val="0055535A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509035D2D0A424C852D87060CA0DA328">
    <w:name w:val="F509035D2D0A424C852D87060CA0DA328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">
    <w:name w:val="C5E5D30E3DCF4F30ABDDC51950324E97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50">
    <w:name w:val="E7CE665A67884321B0A87CFBDEE1E7F850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B24C4EC0194640A25B8F345F789C112">
    <w:name w:val="7DB24C4EC0194640A25B8F345F789C112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399AE07067044368ABEB5F0B6DD18802">
    <w:name w:val="7399AE07067044368ABEB5F0B6DD18802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21">
    <w:name w:val="8F4AC5DEF17644D4BDAC602FF8FA063221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21">
    <w:name w:val="4F76E3966ADC4ECFAFA7BB651603190D21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21">
    <w:name w:val="7236EF38489545F4BE78AAF5C6A0383921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21">
    <w:name w:val="D00EB1CD6C8848C08CD015F4113BB7F821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21">
    <w:name w:val="BFEC9F23003C425A9583E746441F430821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21">
    <w:name w:val="D020D601A60E4688A08E1E69275A8E0E21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2">
    <w:name w:val="A55B16F4278F4CF48A8537BE7EEA49512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21">
    <w:name w:val="D13A0B6A91664CE8A663B66FDE3913B621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D2C640672404E3388E1925EB2984A9C5">
    <w:name w:val="ED2C640672404E3388E1925EB2984A9C5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">
    <w:name w:val="12E15ECBC50947698430C5E8C8956D53"/>
    <w:rsid w:val="002644C5"/>
    <w:pPr>
      <w:widowControl w:val="0"/>
      <w:jc w:val="both"/>
    </w:pPr>
  </w:style>
  <w:style w:type="paragraph" w:customStyle="1" w:styleId="2624D0D2A25D4D6AA5E8185D861A63C8">
    <w:name w:val="2624D0D2A25D4D6AA5E8185D861A63C8"/>
    <w:rsid w:val="002644C5"/>
    <w:pPr>
      <w:widowControl w:val="0"/>
      <w:jc w:val="both"/>
    </w:pPr>
  </w:style>
  <w:style w:type="paragraph" w:customStyle="1" w:styleId="F509035D2D0A424C852D87060CA0DA329">
    <w:name w:val="F509035D2D0A424C852D87060CA0DA329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1">
    <w:name w:val="C5E5D30E3DCF4F30ABDDC51950324E971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1">
    <w:name w:val="12E15ECBC50947698430C5E8C8956D531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51">
    <w:name w:val="E7CE665A67884321B0A87CFBDEE1E7F851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B24C4EC0194640A25B8F345F789C113">
    <w:name w:val="7DB24C4EC0194640A25B8F345F789C113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399AE07067044368ABEB5F0B6DD18803">
    <w:name w:val="7399AE07067044368ABEB5F0B6DD18803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22">
    <w:name w:val="8F4AC5DEF17644D4BDAC602FF8FA063222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22">
    <w:name w:val="4F76E3966ADC4ECFAFA7BB651603190D22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22">
    <w:name w:val="7236EF38489545F4BE78AAF5C6A0383922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22">
    <w:name w:val="D00EB1CD6C8848C08CD015F4113BB7F822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22">
    <w:name w:val="BFEC9F23003C425A9583E746441F430822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22">
    <w:name w:val="D020D601A60E4688A08E1E69275A8E0E22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3">
    <w:name w:val="A55B16F4278F4CF48A8537BE7EEA49513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22">
    <w:name w:val="D13A0B6A91664CE8A663B66FDE3913B622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D2C640672404E3388E1925EB2984A9C6">
    <w:name w:val="ED2C640672404E3388E1925EB2984A9C6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">
    <w:name w:val="539176383B604716BD2E9C0A8AF76894"/>
    <w:rsid w:val="002644C5"/>
    <w:pPr>
      <w:widowControl w:val="0"/>
      <w:jc w:val="both"/>
    </w:pPr>
  </w:style>
  <w:style w:type="paragraph" w:customStyle="1" w:styleId="A33106E4D48644E9AE6188C0B5120C60">
    <w:name w:val="A33106E4D48644E9AE6188C0B5120C60"/>
    <w:rsid w:val="002644C5"/>
    <w:pPr>
      <w:widowControl w:val="0"/>
      <w:jc w:val="both"/>
    </w:pPr>
  </w:style>
  <w:style w:type="paragraph" w:customStyle="1" w:styleId="B4CD2134B5AC4B499370B95614F56F18">
    <w:name w:val="B4CD2134B5AC4B499370B95614F56F18"/>
    <w:rsid w:val="002644C5"/>
    <w:pPr>
      <w:widowControl w:val="0"/>
      <w:jc w:val="both"/>
    </w:pPr>
  </w:style>
  <w:style w:type="paragraph" w:customStyle="1" w:styleId="528EA3050A8A4994AFC7A21FEF828E93">
    <w:name w:val="528EA3050A8A4994AFC7A21FEF828E93"/>
    <w:rsid w:val="002644C5"/>
    <w:pPr>
      <w:widowControl w:val="0"/>
      <w:jc w:val="both"/>
    </w:pPr>
  </w:style>
  <w:style w:type="paragraph" w:customStyle="1" w:styleId="6EA458B89ADC475FA4041B2E503BFD5B">
    <w:name w:val="6EA458B89ADC475FA4041B2E503BFD5B"/>
    <w:rsid w:val="002644C5"/>
    <w:pPr>
      <w:widowControl w:val="0"/>
      <w:jc w:val="both"/>
    </w:pPr>
  </w:style>
  <w:style w:type="paragraph" w:customStyle="1" w:styleId="C552727B321240D0A6BC64D1743F875D">
    <w:name w:val="C552727B321240D0A6BC64D1743F875D"/>
    <w:rsid w:val="002644C5"/>
    <w:pPr>
      <w:widowControl w:val="0"/>
      <w:jc w:val="both"/>
    </w:pPr>
  </w:style>
  <w:style w:type="paragraph" w:customStyle="1" w:styleId="05916101CCAF4CECA521E4F4124D5031">
    <w:name w:val="05916101CCAF4CECA521E4F4124D5031"/>
    <w:rsid w:val="002644C5"/>
    <w:pPr>
      <w:widowControl w:val="0"/>
      <w:jc w:val="both"/>
    </w:pPr>
  </w:style>
  <w:style w:type="paragraph" w:customStyle="1" w:styleId="0C5AB82F0CB24C4690EF998D8690BB85">
    <w:name w:val="0C5AB82F0CB24C4690EF998D8690BB85"/>
    <w:rsid w:val="002644C5"/>
    <w:pPr>
      <w:widowControl w:val="0"/>
      <w:jc w:val="both"/>
    </w:pPr>
  </w:style>
  <w:style w:type="paragraph" w:customStyle="1" w:styleId="581BAE1BFBF94199A784CA5E62FF1F46">
    <w:name w:val="581BAE1BFBF94199A784CA5E62FF1F46"/>
    <w:rsid w:val="002644C5"/>
    <w:pPr>
      <w:widowControl w:val="0"/>
      <w:jc w:val="both"/>
    </w:pPr>
  </w:style>
  <w:style w:type="paragraph" w:customStyle="1" w:styleId="612FDABB43E942C7BA50BA9ABE58D6F2">
    <w:name w:val="612FDABB43E942C7BA50BA9ABE58D6F2"/>
    <w:rsid w:val="002644C5"/>
    <w:pPr>
      <w:widowControl w:val="0"/>
      <w:jc w:val="both"/>
    </w:pPr>
  </w:style>
  <w:style w:type="paragraph" w:customStyle="1" w:styleId="02417DEB58AB4D78B5A0F7CFDB21FFE1">
    <w:name w:val="02417DEB58AB4D78B5A0F7CFDB21FFE1"/>
    <w:rsid w:val="002644C5"/>
    <w:pPr>
      <w:widowControl w:val="0"/>
      <w:jc w:val="both"/>
    </w:pPr>
  </w:style>
  <w:style w:type="paragraph" w:customStyle="1" w:styleId="F509035D2D0A424C852D87060CA0DA3210">
    <w:name w:val="F509035D2D0A424C852D87060CA0DA3210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2">
    <w:name w:val="C5E5D30E3DCF4F30ABDDC51950324E972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2">
    <w:name w:val="12E15ECBC50947698430C5E8C8956D532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1">
    <w:name w:val="539176383B604716BD2E9C0A8AF768941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33106E4D48644E9AE6188C0B5120C601">
    <w:name w:val="A33106E4D48644E9AE6188C0B5120C601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4CD2134B5AC4B499370B95614F56F181">
    <w:name w:val="B4CD2134B5AC4B499370B95614F56F181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52">
    <w:name w:val="E7CE665A67884321B0A87CFBDEE1E7F852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B24C4EC0194640A25B8F345F789C114">
    <w:name w:val="7DB24C4EC0194640A25B8F345F789C11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399AE07067044368ABEB5F0B6DD18804">
    <w:name w:val="7399AE07067044368ABEB5F0B6DD1880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23">
    <w:name w:val="8F4AC5DEF17644D4BDAC602FF8FA06322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23">
    <w:name w:val="4F76E3966ADC4ECFAFA7BB651603190D2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23">
    <w:name w:val="7236EF38489545F4BE78AAF5C6A038392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23">
    <w:name w:val="D00EB1CD6C8848C08CD015F4113BB7F82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23">
    <w:name w:val="BFEC9F23003C425A9583E746441F43082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23">
    <w:name w:val="D020D601A60E4688A08E1E69275A8E0E2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4">
    <w:name w:val="A55B16F4278F4CF48A8537BE7EEA4951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23">
    <w:name w:val="D13A0B6A91664CE8A663B66FDE3913B62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D2C640672404E3388E1925EB2984A9C7">
    <w:name w:val="ED2C640672404E3388E1925EB2984A9C7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28EA3050A8A4994AFC7A21FEF828E931">
    <w:name w:val="528EA3050A8A4994AFC7A21FEF828E931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EA458B89ADC475FA4041B2E503BFD5B1">
    <w:name w:val="6EA458B89ADC475FA4041B2E503BFD5B1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52727B321240D0A6BC64D1743F875D1">
    <w:name w:val="C552727B321240D0A6BC64D1743F875D1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5916101CCAF4CECA521E4F4124D50311">
    <w:name w:val="05916101CCAF4CECA521E4F4124D50311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C5AB82F0CB24C4690EF998D8690BB851">
    <w:name w:val="0C5AB82F0CB24C4690EF998D8690BB851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81BAE1BFBF94199A784CA5E62FF1F461">
    <w:name w:val="581BAE1BFBF94199A784CA5E62FF1F461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12FDABB43E942C7BA50BA9ABE58D6F21">
    <w:name w:val="612FDABB43E942C7BA50BA9ABE58D6F21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2417DEB58AB4D78B5A0F7CFDB21FFE11">
    <w:name w:val="02417DEB58AB4D78B5A0F7CFDB21FFE11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509035D2D0A424C852D87060CA0DA3211">
    <w:name w:val="F509035D2D0A424C852D87060CA0DA3211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3">
    <w:name w:val="C5E5D30E3DCF4F30ABDDC51950324E97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3">
    <w:name w:val="12E15ECBC50947698430C5E8C8956D53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2">
    <w:name w:val="539176383B604716BD2E9C0A8AF768942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33106E4D48644E9AE6188C0B5120C602">
    <w:name w:val="A33106E4D48644E9AE6188C0B5120C602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4CD2134B5AC4B499370B95614F56F182">
    <w:name w:val="B4CD2134B5AC4B499370B95614F56F182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53">
    <w:name w:val="E7CE665A67884321B0A87CFBDEE1E7F85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B24C4EC0194640A25B8F345F789C115">
    <w:name w:val="7DB24C4EC0194640A25B8F345F789C11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399AE07067044368ABEB5F0B6DD18805">
    <w:name w:val="7399AE07067044368ABEB5F0B6DD1880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24">
    <w:name w:val="8F4AC5DEF17644D4BDAC602FF8FA06322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725D711F86842F2A3136E821B43F9B4">
    <w:name w:val="F725D711F86842F2A3136E821B43F9B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24">
    <w:name w:val="4F76E3966ADC4ECFAFA7BB651603190D2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24">
    <w:name w:val="7236EF38489545F4BE78AAF5C6A038392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24">
    <w:name w:val="D00EB1CD6C8848C08CD015F4113BB7F82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24">
    <w:name w:val="BFEC9F23003C425A9583E746441F43082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24">
    <w:name w:val="D020D601A60E4688A08E1E69275A8E0E2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5">
    <w:name w:val="A55B16F4278F4CF48A8537BE7EEA4951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24">
    <w:name w:val="D13A0B6A91664CE8A663B66FDE3913B62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D2C640672404E3388E1925EB2984A9C8">
    <w:name w:val="ED2C640672404E3388E1925EB2984A9C8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28EA3050A8A4994AFC7A21FEF828E932">
    <w:name w:val="528EA3050A8A4994AFC7A21FEF828E932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EA458B89ADC475FA4041B2E503BFD5B2">
    <w:name w:val="6EA458B89ADC475FA4041B2E503BFD5B2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52727B321240D0A6BC64D1743F875D2">
    <w:name w:val="C552727B321240D0A6BC64D1743F875D2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5916101CCAF4CECA521E4F4124D50312">
    <w:name w:val="05916101CCAF4CECA521E4F4124D50312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C5AB82F0CB24C4690EF998D8690BB852">
    <w:name w:val="0C5AB82F0CB24C4690EF998D8690BB852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81BAE1BFBF94199A784CA5E62FF1F462">
    <w:name w:val="581BAE1BFBF94199A784CA5E62FF1F462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12FDABB43E942C7BA50BA9ABE58D6F22">
    <w:name w:val="612FDABB43E942C7BA50BA9ABE58D6F22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2417DEB58AB4D78B5A0F7CFDB21FFE12">
    <w:name w:val="02417DEB58AB4D78B5A0F7CFDB21FFE12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509035D2D0A424C852D87060CA0DA3212">
    <w:name w:val="F509035D2D0A424C852D87060CA0DA3212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4">
    <w:name w:val="C5E5D30E3DCF4F30ABDDC51950324E97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4">
    <w:name w:val="12E15ECBC50947698430C5E8C8956D53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3">
    <w:name w:val="539176383B604716BD2E9C0A8AF76894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33106E4D48644E9AE6188C0B5120C603">
    <w:name w:val="A33106E4D48644E9AE6188C0B5120C60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4CD2134B5AC4B499370B95614F56F183">
    <w:name w:val="B4CD2134B5AC4B499370B95614F56F18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54">
    <w:name w:val="E7CE665A67884321B0A87CFBDEE1E7F85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B24C4EC0194640A25B8F345F789C116">
    <w:name w:val="7DB24C4EC0194640A25B8F345F789C116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399AE07067044368ABEB5F0B6DD18806">
    <w:name w:val="7399AE07067044368ABEB5F0B6DD18806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25">
    <w:name w:val="8F4AC5DEF17644D4BDAC602FF8FA06322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725D711F86842F2A3136E821B43F9B41">
    <w:name w:val="F725D711F86842F2A3136E821B43F9B41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25">
    <w:name w:val="4F76E3966ADC4ECFAFA7BB651603190D2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25">
    <w:name w:val="7236EF38489545F4BE78AAF5C6A038392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25">
    <w:name w:val="D00EB1CD6C8848C08CD015F4113BB7F82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25">
    <w:name w:val="BFEC9F23003C425A9583E746441F43082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25">
    <w:name w:val="D020D601A60E4688A08E1E69275A8E0E2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6">
    <w:name w:val="A55B16F4278F4CF48A8537BE7EEA49516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25">
    <w:name w:val="D13A0B6A91664CE8A663B66FDE3913B62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D2C640672404E3388E1925EB2984A9C9">
    <w:name w:val="ED2C640672404E3388E1925EB2984A9C9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28EA3050A8A4994AFC7A21FEF828E933">
    <w:name w:val="528EA3050A8A4994AFC7A21FEF828E93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EA458B89ADC475FA4041B2E503BFD5B3">
    <w:name w:val="6EA458B89ADC475FA4041B2E503BFD5B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52727B321240D0A6BC64D1743F875D3">
    <w:name w:val="C552727B321240D0A6BC64D1743F875D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5916101CCAF4CECA521E4F4124D50313">
    <w:name w:val="05916101CCAF4CECA521E4F4124D5031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C5AB82F0CB24C4690EF998D8690BB853">
    <w:name w:val="0C5AB82F0CB24C4690EF998D8690BB85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81BAE1BFBF94199A784CA5E62FF1F463">
    <w:name w:val="581BAE1BFBF94199A784CA5E62FF1F46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12FDABB43E942C7BA50BA9ABE58D6F23">
    <w:name w:val="612FDABB43E942C7BA50BA9ABE58D6F2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2417DEB58AB4D78B5A0F7CFDB21FFE13">
    <w:name w:val="02417DEB58AB4D78B5A0F7CFDB21FFE1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509035D2D0A424C852D87060CA0DA3213">
    <w:name w:val="F509035D2D0A424C852D87060CA0DA321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5">
    <w:name w:val="C5E5D30E3DCF4F30ABDDC51950324E97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5">
    <w:name w:val="12E15ECBC50947698430C5E8C8956D53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4">
    <w:name w:val="539176383B604716BD2E9C0A8AF76894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33106E4D48644E9AE6188C0B5120C604">
    <w:name w:val="A33106E4D48644E9AE6188C0B5120C60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4CD2134B5AC4B499370B95614F56F184">
    <w:name w:val="B4CD2134B5AC4B499370B95614F56F18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55">
    <w:name w:val="E7CE665A67884321B0A87CFBDEE1E7F85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B24C4EC0194640A25B8F345F789C117">
    <w:name w:val="7DB24C4EC0194640A25B8F345F789C117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399AE07067044368ABEB5F0B6DD18807">
    <w:name w:val="7399AE07067044368ABEB5F0B6DD18807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26">
    <w:name w:val="8F4AC5DEF17644D4BDAC602FF8FA063226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725D711F86842F2A3136E821B43F9B42">
    <w:name w:val="F725D711F86842F2A3136E821B43F9B42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26">
    <w:name w:val="4F76E3966ADC4ECFAFA7BB651603190D26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26">
    <w:name w:val="7236EF38489545F4BE78AAF5C6A0383926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26">
    <w:name w:val="D00EB1CD6C8848C08CD015F4113BB7F826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26">
    <w:name w:val="BFEC9F23003C425A9583E746441F430826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26">
    <w:name w:val="D020D601A60E4688A08E1E69275A8E0E26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7">
    <w:name w:val="A55B16F4278F4CF48A8537BE7EEA49517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26">
    <w:name w:val="D13A0B6A91664CE8A663B66FDE3913B626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D2C640672404E3388E1925EB2984A9C10">
    <w:name w:val="ED2C640672404E3388E1925EB2984A9C10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28EA3050A8A4994AFC7A21FEF828E934">
    <w:name w:val="528EA3050A8A4994AFC7A21FEF828E93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EA458B89ADC475FA4041B2E503BFD5B4">
    <w:name w:val="6EA458B89ADC475FA4041B2E503BFD5B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52727B321240D0A6BC64D1743F875D4">
    <w:name w:val="C552727B321240D0A6BC64D1743F875D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5916101CCAF4CECA521E4F4124D50314">
    <w:name w:val="05916101CCAF4CECA521E4F4124D5031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C5AB82F0CB24C4690EF998D8690BB854">
    <w:name w:val="0C5AB82F0CB24C4690EF998D8690BB85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81BAE1BFBF94199A784CA5E62FF1F464">
    <w:name w:val="581BAE1BFBF94199A784CA5E62FF1F46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12FDABB43E942C7BA50BA9ABE58D6F24">
    <w:name w:val="612FDABB43E942C7BA50BA9ABE58D6F2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2417DEB58AB4D78B5A0F7CFDB21FFE14">
    <w:name w:val="02417DEB58AB4D78B5A0F7CFDB21FFE1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509035D2D0A424C852D87060CA0DA3214">
    <w:name w:val="F509035D2D0A424C852D87060CA0DA321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6">
    <w:name w:val="C5E5D30E3DCF4F30ABDDC51950324E976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6">
    <w:name w:val="12E15ECBC50947698430C5E8C8956D536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5">
    <w:name w:val="539176383B604716BD2E9C0A8AF76894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33106E4D48644E9AE6188C0B5120C605">
    <w:name w:val="A33106E4D48644E9AE6188C0B5120C60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4CD2134B5AC4B499370B95614F56F185">
    <w:name w:val="B4CD2134B5AC4B499370B95614F56F18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56">
    <w:name w:val="E7CE665A67884321B0A87CFBDEE1E7F856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B24C4EC0194640A25B8F345F789C118">
    <w:name w:val="7DB24C4EC0194640A25B8F345F789C118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399AE07067044368ABEB5F0B6DD18808">
    <w:name w:val="7399AE07067044368ABEB5F0B6DD18808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27">
    <w:name w:val="8F4AC5DEF17644D4BDAC602FF8FA063227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725D711F86842F2A3136E821B43F9B43">
    <w:name w:val="F725D711F86842F2A3136E821B43F9B4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27">
    <w:name w:val="4F76E3966ADC4ECFAFA7BB651603190D27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27">
    <w:name w:val="7236EF38489545F4BE78AAF5C6A0383927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27">
    <w:name w:val="D00EB1CD6C8848C08CD015F4113BB7F827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27">
    <w:name w:val="BFEC9F23003C425A9583E746441F430827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27">
    <w:name w:val="D020D601A60E4688A08E1E69275A8E0E27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8">
    <w:name w:val="A55B16F4278F4CF48A8537BE7EEA49518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27">
    <w:name w:val="D13A0B6A91664CE8A663B66FDE3913B627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D2C640672404E3388E1925EB2984A9C11">
    <w:name w:val="ED2C640672404E3388E1925EB2984A9C11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28EA3050A8A4994AFC7A21FEF828E935">
    <w:name w:val="528EA3050A8A4994AFC7A21FEF828E93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EA458B89ADC475FA4041B2E503BFD5B5">
    <w:name w:val="6EA458B89ADC475FA4041B2E503BFD5B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52727B321240D0A6BC64D1743F875D5">
    <w:name w:val="C552727B321240D0A6BC64D1743F875D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5916101CCAF4CECA521E4F4124D50315">
    <w:name w:val="05916101CCAF4CECA521E4F4124D5031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C5AB82F0CB24C4690EF998D8690BB855">
    <w:name w:val="0C5AB82F0CB24C4690EF998D8690BB85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81BAE1BFBF94199A784CA5E62FF1F465">
    <w:name w:val="581BAE1BFBF94199A784CA5E62FF1F46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12FDABB43E942C7BA50BA9ABE58D6F25">
    <w:name w:val="612FDABB43E942C7BA50BA9ABE58D6F2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2417DEB58AB4D78B5A0F7CFDB21FFE15">
    <w:name w:val="02417DEB58AB4D78B5A0F7CFDB21FFE1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509035D2D0A424C852D87060CA0DA3215">
    <w:name w:val="F509035D2D0A424C852D87060CA0DA3215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7">
    <w:name w:val="C5E5D30E3DCF4F30ABDDC51950324E977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7">
    <w:name w:val="12E15ECBC50947698430C5E8C8956D537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6">
    <w:name w:val="539176383B604716BD2E9C0A8AF768946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33106E4D48644E9AE6188C0B5120C606">
    <w:name w:val="A33106E4D48644E9AE6188C0B5120C606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4CD2134B5AC4B499370B95614F56F186">
    <w:name w:val="B4CD2134B5AC4B499370B95614F56F186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57">
    <w:name w:val="E7CE665A67884321B0A87CFBDEE1E7F857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B24C4EC0194640A25B8F345F789C119">
    <w:name w:val="7DB24C4EC0194640A25B8F345F789C11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399AE07067044368ABEB5F0B6DD18809">
    <w:name w:val="7399AE07067044368ABEB5F0B6DD1880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28">
    <w:name w:val="8F4AC5DEF17644D4BDAC602FF8FA06322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725D711F86842F2A3136E821B43F9B44">
    <w:name w:val="F725D711F86842F2A3136E821B43F9B44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28">
    <w:name w:val="4F76E3966ADC4ECFAFA7BB651603190D2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28">
    <w:name w:val="7236EF38489545F4BE78AAF5C6A038392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28">
    <w:name w:val="D00EB1CD6C8848C08CD015F4113BB7F82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28">
    <w:name w:val="BFEC9F23003C425A9583E746441F43082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28">
    <w:name w:val="D020D601A60E4688A08E1E69275A8E0E2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9">
    <w:name w:val="A55B16F4278F4CF48A8537BE7EEA4951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28">
    <w:name w:val="D13A0B6A91664CE8A663B66FDE3913B62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D2C640672404E3388E1925EB2984A9C12">
    <w:name w:val="ED2C640672404E3388E1925EB2984A9C1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28EA3050A8A4994AFC7A21FEF828E936">
    <w:name w:val="528EA3050A8A4994AFC7A21FEF828E936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EA458B89ADC475FA4041B2E503BFD5B6">
    <w:name w:val="6EA458B89ADC475FA4041B2E503BFD5B6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52727B321240D0A6BC64D1743F875D6">
    <w:name w:val="C552727B321240D0A6BC64D1743F875D6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5916101CCAF4CECA521E4F4124D50316">
    <w:name w:val="05916101CCAF4CECA521E4F4124D50316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C5AB82F0CB24C4690EF998D8690BB856">
    <w:name w:val="0C5AB82F0CB24C4690EF998D8690BB856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81BAE1BFBF94199A784CA5E62FF1F466">
    <w:name w:val="581BAE1BFBF94199A784CA5E62FF1F466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12FDABB43E942C7BA50BA9ABE58D6F26">
    <w:name w:val="612FDABB43E942C7BA50BA9ABE58D6F26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2417DEB58AB4D78B5A0F7CFDB21FFE16">
    <w:name w:val="02417DEB58AB4D78B5A0F7CFDB21FFE16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509035D2D0A424C852D87060CA0DA3216">
    <w:name w:val="F509035D2D0A424C852D87060CA0DA3216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8">
    <w:name w:val="C5E5D30E3DCF4F30ABDDC51950324E97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8">
    <w:name w:val="12E15ECBC50947698430C5E8C8956D53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7">
    <w:name w:val="539176383B604716BD2E9C0A8AF768947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33106E4D48644E9AE6188C0B5120C607">
    <w:name w:val="A33106E4D48644E9AE6188C0B5120C607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4CD2134B5AC4B499370B95614F56F187">
    <w:name w:val="B4CD2134B5AC4B499370B95614F56F187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58">
    <w:name w:val="E7CE665A67884321B0A87CFBDEE1E7F85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B24C4EC0194640A25B8F345F789C1110">
    <w:name w:val="7DB24C4EC0194640A25B8F345F789C111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399AE07067044368ABEB5F0B6DD188010">
    <w:name w:val="7399AE07067044368ABEB5F0B6DD18801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29">
    <w:name w:val="8F4AC5DEF17644D4BDAC602FF8FA06322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725D711F86842F2A3136E821B43F9B45">
    <w:name w:val="F725D711F86842F2A3136E821B43F9B45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29">
    <w:name w:val="4F76E3966ADC4ECFAFA7BB651603190D2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29">
    <w:name w:val="7236EF38489545F4BE78AAF5C6A038392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29">
    <w:name w:val="D00EB1CD6C8848C08CD015F4113BB7F82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29">
    <w:name w:val="BFEC9F23003C425A9583E746441F43082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29">
    <w:name w:val="D020D601A60E4688A08E1E69275A8E0E2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10">
    <w:name w:val="A55B16F4278F4CF48A8537BE7EEA49511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29">
    <w:name w:val="D13A0B6A91664CE8A663B66FDE3913B62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D2C640672404E3388E1925EB2984A9C13">
    <w:name w:val="ED2C640672404E3388E1925EB2984A9C13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28EA3050A8A4994AFC7A21FEF828E937">
    <w:name w:val="528EA3050A8A4994AFC7A21FEF828E937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EA458B89ADC475FA4041B2E503BFD5B7">
    <w:name w:val="6EA458B89ADC475FA4041B2E503BFD5B7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52727B321240D0A6BC64D1743F875D7">
    <w:name w:val="C552727B321240D0A6BC64D1743F875D7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5916101CCAF4CECA521E4F4124D50317">
    <w:name w:val="05916101CCAF4CECA521E4F4124D50317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C5AB82F0CB24C4690EF998D8690BB857">
    <w:name w:val="0C5AB82F0CB24C4690EF998D8690BB857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81BAE1BFBF94199A784CA5E62FF1F467">
    <w:name w:val="581BAE1BFBF94199A784CA5E62FF1F467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12FDABB43E942C7BA50BA9ABE58D6F27">
    <w:name w:val="612FDABB43E942C7BA50BA9ABE58D6F27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2417DEB58AB4D78B5A0F7CFDB21FFE17">
    <w:name w:val="02417DEB58AB4D78B5A0F7CFDB21FFE17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544217720C40188E861E51E9FA815C">
    <w:name w:val="4F544217720C40188E861E51E9FA815C"/>
    <w:rsid w:val="008F0E12"/>
    <w:pPr>
      <w:widowControl w:val="0"/>
      <w:jc w:val="both"/>
    </w:pPr>
  </w:style>
  <w:style w:type="paragraph" w:customStyle="1" w:styleId="F509035D2D0A424C852D87060CA0DA3217">
    <w:name w:val="F509035D2D0A424C852D87060CA0DA3217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9">
    <w:name w:val="C5E5D30E3DCF4F30ABDDC51950324E97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9">
    <w:name w:val="12E15ECBC50947698430C5E8C8956D53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8">
    <w:name w:val="539176383B604716BD2E9C0A8AF76894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33106E4D48644E9AE6188C0B5120C608">
    <w:name w:val="A33106E4D48644E9AE6188C0B5120C60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4CD2134B5AC4B499370B95614F56F188">
    <w:name w:val="B4CD2134B5AC4B499370B95614F56F18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59">
    <w:name w:val="E7CE665A67884321B0A87CFBDEE1E7F85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B24C4EC0194640A25B8F345F789C1111">
    <w:name w:val="7DB24C4EC0194640A25B8F345F789C111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399AE07067044368ABEB5F0B6DD188011">
    <w:name w:val="7399AE07067044368ABEB5F0B6DD18801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30">
    <w:name w:val="8F4AC5DEF17644D4BDAC602FF8FA06323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725D711F86842F2A3136E821B43F9B46">
    <w:name w:val="F725D711F86842F2A3136E821B43F9B46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30">
    <w:name w:val="4F76E3966ADC4ECFAFA7BB651603190D3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544217720C40188E861E51E9FA815C1">
    <w:name w:val="4F544217720C40188E861E51E9FA815C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30">
    <w:name w:val="7236EF38489545F4BE78AAF5C6A038393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30">
    <w:name w:val="D00EB1CD6C8848C08CD015F4113BB7F83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30">
    <w:name w:val="BFEC9F23003C425A9583E746441F43083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30">
    <w:name w:val="D020D601A60E4688A08E1E69275A8E0E3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11">
    <w:name w:val="A55B16F4278F4CF48A8537BE7EEA49511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30">
    <w:name w:val="D13A0B6A91664CE8A663B66FDE3913B63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D2C640672404E3388E1925EB2984A9C14">
    <w:name w:val="ED2C640672404E3388E1925EB2984A9C14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28EA3050A8A4994AFC7A21FEF828E938">
    <w:name w:val="528EA3050A8A4994AFC7A21FEF828E93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EA458B89ADC475FA4041B2E503BFD5B8">
    <w:name w:val="6EA458B89ADC475FA4041B2E503BFD5B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52727B321240D0A6BC64D1743F875D8">
    <w:name w:val="C552727B321240D0A6BC64D1743F875D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5916101CCAF4CECA521E4F4124D50318">
    <w:name w:val="05916101CCAF4CECA521E4F4124D5031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C5AB82F0CB24C4690EF998D8690BB858">
    <w:name w:val="0C5AB82F0CB24C4690EF998D8690BB85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81BAE1BFBF94199A784CA5E62FF1F468">
    <w:name w:val="581BAE1BFBF94199A784CA5E62FF1F46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12FDABB43E942C7BA50BA9ABE58D6F28">
    <w:name w:val="612FDABB43E942C7BA50BA9ABE58D6F2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2417DEB58AB4D78B5A0F7CFDB21FFE18">
    <w:name w:val="02417DEB58AB4D78B5A0F7CFDB21FFE1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509035D2D0A424C852D87060CA0DA3218">
    <w:name w:val="F509035D2D0A424C852D87060CA0DA321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10">
    <w:name w:val="C5E5D30E3DCF4F30ABDDC51950324E971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10">
    <w:name w:val="12E15ECBC50947698430C5E8C8956D531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9">
    <w:name w:val="539176383B604716BD2E9C0A8AF76894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33106E4D48644E9AE6188C0B5120C609">
    <w:name w:val="A33106E4D48644E9AE6188C0B5120C60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4CD2134B5AC4B499370B95614F56F189">
    <w:name w:val="B4CD2134B5AC4B499370B95614F56F18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60">
    <w:name w:val="E7CE665A67884321B0A87CFBDEE1E7F86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B24C4EC0194640A25B8F345F789C1112">
    <w:name w:val="7DB24C4EC0194640A25B8F345F789C111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399AE07067044368ABEB5F0B6DD188012">
    <w:name w:val="7399AE07067044368ABEB5F0B6DD18801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31">
    <w:name w:val="8F4AC5DEF17644D4BDAC602FF8FA06323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725D711F86842F2A3136E821B43F9B47">
    <w:name w:val="F725D711F86842F2A3136E821B43F9B47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31">
    <w:name w:val="4F76E3966ADC4ECFAFA7BB651603190D3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544217720C40188E861E51E9FA815C2">
    <w:name w:val="4F544217720C40188E861E51E9FA815C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31">
    <w:name w:val="7236EF38489545F4BE78AAF5C6A038393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31">
    <w:name w:val="D00EB1CD6C8848C08CD015F4113BB7F83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31">
    <w:name w:val="BFEC9F23003C425A9583E746441F43083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31">
    <w:name w:val="D020D601A60E4688A08E1E69275A8E0E3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12">
    <w:name w:val="A55B16F4278F4CF48A8537BE7EEA49511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31">
    <w:name w:val="D13A0B6A91664CE8A663B66FDE3913B63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D2C640672404E3388E1925EB2984A9C15">
    <w:name w:val="ED2C640672404E3388E1925EB2984A9C15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28EA3050A8A4994AFC7A21FEF828E939">
    <w:name w:val="528EA3050A8A4994AFC7A21FEF828E93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EA458B89ADC475FA4041B2E503BFD5B9">
    <w:name w:val="6EA458B89ADC475FA4041B2E503BFD5B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52727B321240D0A6BC64D1743F875D9">
    <w:name w:val="C552727B321240D0A6BC64D1743F875D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5916101CCAF4CECA521E4F4124D50319">
    <w:name w:val="05916101CCAF4CECA521E4F4124D5031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C5AB82F0CB24C4690EF998D8690BB859">
    <w:name w:val="0C5AB82F0CB24C4690EF998D8690BB85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81BAE1BFBF94199A784CA5E62FF1F469">
    <w:name w:val="581BAE1BFBF94199A784CA5E62FF1F46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12FDABB43E942C7BA50BA9ABE58D6F29">
    <w:name w:val="612FDABB43E942C7BA50BA9ABE58D6F2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2417DEB58AB4D78B5A0F7CFDB21FFE19">
    <w:name w:val="02417DEB58AB4D78B5A0F7CFDB21FFE1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E1D63C8A65F4971BEC59F8562FED5BA">
    <w:name w:val="2E1D63C8A65F4971BEC59F8562FED5BA"/>
    <w:rsid w:val="008F0E12"/>
    <w:pPr>
      <w:widowControl w:val="0"/>
      <w:jc w:val="both"/>
    </w:pPr>
  </w:style>
  <w:style w:type="paragraph" w:customStyle="1" w:styleId="1FCEF57B5E01408A8D71AACC622B7BDE">
    <w:name w:val="1FCEF57B5E01408A8D71AACC622B7BDE"/>
    <w:rsid w:val="008F0E12"/>
    <w:pPr>
      <w:widowControl w:val="0"/>
      <w:jc w:val="both"/>
    </w:pPr>
  </w:style>
  <w:style w:type="paragraph" w:customStyle="1" w:styleId="B6E86351B7DF4089AE4C0A8CEA137EC1">
    <w:name w:val="B6E86351B7DF4089AE4C0A8CEA137EC1"/>
    <w:rsid w:val="008F0E12"/>
    <w:pPr>
      <w:widowControl w:val="0"/>
      <w:jc w:val="both"/>
    </w:pPr>
  </w:style>
  <w:style w:type="paragraph" w:customStyle="1" w:styleId="BC3D9DAE1E7449BB95A048E9AFF1B8BB">
    <w:name w:val="BC3D9DAE1E7449BB95A048E9AFF1B8BB"/>
    <w:rsid w:val="008F0E12"/>
    <w:pPr>
      <w:widowControl w:val="0"/>
      <w:jc w:val="both"/>
    </w:pPr>
  </w:style>
  <w:style w:type="paragraph" w:customStyle="1" w:styleId="7D50B04E00274B80AC36EB3C5E7A15B5">
    <w:name w:val="7D50B04E00274B80AC36EB3C5E7A15B5"/>
    <w:rsid w:val="008F0E12"/>
    <w:pPr>
      <w:widowControl w:val="0"/>
      <w:jc w:val="both"/>
    </w:pPr>
  </w:style>
  <w:style w:type="paragraph" w:customStyle="1" w:styleId="7DAF07FC77A4420880CAA4EB39751B4D">
    <w:name w:val="7DAF07FC77A4420880CAA4EB39751B4D"/>
    <w:rsid w:val="008F0E12"/>
    <w:pPr>
      <w:widowControl w:val="0"/>
      <w:jc w:val="both"/>
    </w:pPr>
  </w:style>
  <w:style w:type="paragraph" w:customStyle="1" w:styleId="79A24045416043B090E0BDF6CDFD4F24">
    <w:name w:val="79A24045416043B090E0BDF6CDFD4F24"/>
    <w:rsid w:val="008F0E12"/>
    <w:pPr>
      <w:widowControl w:val="0"/>
      <w:jc w:val="both"/>
    </w:pPr>
  </w:style>
  <w:style w:type="paragraph" w:customStyle="1" w:styleId="8950ACE8F87540749CED3172AFE11C90">
    <w:name w:val="8950ACE8F87540749CED3172AFE11C90"/>
    <w:rsid w:val="008F0E12"/>
    <w:pPr>
      <w:widowControl w:val="0"/>
      <w:jc w:val="both"/>
    </w:pPr>
  </w:style>
  <w:style w:type="paragraph" w:customStyle="1" w:styleId="12DA2BDBA96F42B89CC61B54B5A39FE9">
    <w:name w:val="12DA2BDBA96F42B89CC61B54B5A39FE9"/>
    <w:rsid w:val="008F0E12"/>
    <w:pPr>
      <w:widowControl w:val="0"/>
      <w:jc w:val="both"/>
    </w:pPr>
  </w:style>
  <w:style w:type="paragraph" w:customStyle="1" w:styleId="621006A21C9644449A095AB709986035">
    <w:name w:val="621006A21C9644449A095AB709986035"/>
    <w:rsid w:val="008F0E12"/>
    <w:pPr>
      <w:widowControl w:val="0"/>
      <w:jc w:val="both"/>
    </w:pPr>
  </w:style>
  <w:style w:type="paragraph" w:customStyle="1" w:styleId="E65350DC0E3E4834B2C4F63A9BFB72B2">
    <w:name w:val="E65350DC0E3E4834B2C4F63A9BFB72B2"/>
    <w:rsid w:val="008F0E12"/>
    <w:pPr>
      <w:widowControl w:val="0"/>
      <w:jc w:val="both"/>
    </w:pPr>
  </w:style>
  <w:style w:type="paragraph" w:customStyle="1" w:styleId="395B6E5E00D3421D95E623D496C41877">
    <w:name w:val="395B6E5E00D3421D95E623D496C41877"/>
    <w:rsid w:val="008F0E12"/>
    <w:pPr>
      <w:widowControl w:val="0"/>
      <w:jc w:val="both"/>
    </w:pPr>
  </w:style>
  <w:style w:type="paragraph" w:customStyle="1" w:styleId="F509035D2D0A424C852D87060CA0DA3219">
    <w:name w:val="F509035D2D0A424C852D87060CA0DA321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11">
    <w:name w:val="C5E5D30E3DCF4F30ABDDC51950324E971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11">
    <w:name w:val="12E15ECBC50947698430C5E8C8956D531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10">
    <w:name w:val="539176383B604716BD2E9C0A8AF768941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33106E4D48644E9AE6188C0B5120C6010">
    <w:name w:val="A33106E4D48644E9AE6188C0B5120C601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4CD2134B5AC4B499370B95614F56F1810">
    <w:name w:val="B4CD2134B5AC4B499370B95614F56F181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61">
    <w:name w:val="E7CE665A67884321B0A87CFBDEE1E7F86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B24C4EC0194640A25B8F345F789C1113">
    <w:name w:val="7DB24C4EC0194640A25B8F345F789C1113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399AE07067044368ABEB5F0B6DD188013">
    <w:name w:val="7399AE07067044368ABEB5F0B6DD188013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32">
    <w:name w:val="8F4AC5DEF17644D4BDAC602FF8FA06323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725D711F86842F2A3136E821B43F9B48">
    <w:name w:val="F725D711F86842F2A3136E821B43F9B4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32">
    <w:name w:val="4F76E3966ADC4ECFAFA7BB651603190D3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544217720C40188E861E51E9FA815C3">
    <w:name w:val="4F544217720C40188E861E51E9FA815C3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E1D63C8A65F4971BEC59F8562FED5BA1">
    <w:name w:val="2E1D63C8A65F4971BEC59F8562FED5BA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FCEF57B5E01408A8D71AACC622B7BDE1">
    <w:name w:val="1FCEF57B5E01408A8D71AACC622B7BDE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6E86351B7DF4089AE4C0A8CEA137EC11">
    <w:name w:val="B6E86351B7DF4089AE4C0A8CEA137EC1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C3D9DAE1E7449BB95A048E9AFF1B8BB1">
    <w:name w:val="BC3D9DAE1E7449BB95A048E9AFF1B8BB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50B04E00274B80AC36EB3C5E7A15B51">
    <w:name w:val="7D50B04E00274B80AC36EB3C5E7A15B5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AF07FC77A4420880CAA4EB39751B4D1">
    <w:name w:val="7DAF07FC77A4420880CAA4EB39751B4D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9A24045416043B090E0BDF6CDFD4F241">
    <w:name w:val="79A24045416043B090E0BDF6CDFD4F24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950ACE8F87540749CED3172AFE11C901">
    <w:name w:val="8950ACE8F87540749CED3172AFE11C90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13">
    <w:name w:val="A55B16F4278F4CF48A8537BE7EEA495113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DA2BDBA96F42B89CC61B54B5A39FE91">
    <w:name w:val="12DA2BDBA96F42B89CC61B54B5A39FE9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1006A21C9644449A095AB7099860351">
    <w:name w:val="621006A21C9644449A095AB709986035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65350DC0E3E4834B2C4F63A9BFB72B21">
    <w:name w:val="E65350DC0E3E4834B2C4F63A9BFB72B2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95B6E5E00D3421D95E623D496C418771">
    <w:name w:val="395B6E5E00D3421D95E623D496C41877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D2C640672404E3388E1925EB2984A9C16">
    <w:name w:val="ED2C640672404E3388E1925EB2984A9C16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28EA3050A8A4994AFC7A21FEF828E9310">
    <w:name w:val="528EA3050A8A4994AFC7A21FEF828E931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EA458B89ADC475FA4041B2E503BFD5B10">
    <w:name w:val="6EA458B89ADC475FA4041B2E503BFD5B1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52727B321240D0A6BC64D1743F875D10">
    <w:name w:val="C552727B321240D0A6BC64D1743F875D1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5916101CCAF4CECA521E4F4124D503110">
    <w:name w:val="05916101CCAF4CECA521E4F4124D50311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C5AB82F0CB24C4690EF998D8690BB8510">
    <w:name w:val="0C5AB82F0CB24C4690EF998D8690BB851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81BAE1BFBF94199A784CA5E62FF1F4610">
    <w:name w:val="581BAE1BFBF94199A784CA5E62FF1F461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12FDABB43E942C7BA50BA9ABE58D6F210">
    <w:name w:val="612FDABB43E942C7BA50BA9ABE58D6F21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2417DEB58AB4D78B5A0F7CFDB21FFE110">
    <w:name w:val="02417DEB58AB4D78B5A0F7CFDB21FFE11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509035D2D0A424C852D87060CA0DA3220">
    <w:name w:val="F509035D2D0A424C852D87060CA0DA322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12">
    <w:name w:val="C5E5D30E3DCF4F30ABDDC51950324E971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12">
    <w:name w:val="12E15ECBC50947698430C5E8C8956D531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11">
    <w:name w:val="539176383B604716BD2E9C0A8AF768941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33106E4D48644E9AE6188C0B5120C6011">
    <w:name w:val="A33106E4D48644E9AE6188C0B5120C601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4CD2134B5AC4B499370B95614F56F1811">
    <w:name w:val="B4CD2134B5AC4B499370B95614F56F181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62">
    <w:name w:val="E7CE665A67884321B0A87CFBDEE1E7F86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B24C4EC0194640A25B8F345F789C1114">
    <w:name w:val="7DB24C4EC0194640A25B8F345F789C1114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399AE07067044368ABEB5F0B6DD188014">
    <w:name w:val="7399AE07067044368ABEB5F0B6DD188014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33">
    <w:name w:val="8F4AC5DEF17644D4BDAC602FF8FA063233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725D711F86842F2A3136E821B43F9B49">
    <w:name w:val="F725D711F86842F2A3136E821B43F9B4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33">
    <w:name w:val="4F76E3966ADC4ECFAFA7BB651603190D33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544217720C40188E861E51E9FA815C4">
    <w:name w:val="4F544217720C40188E861E51E9FA815C4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E1D63C8A65F4971BEC59F8562FED5BA2">
    <w:name w:val="2E1D63C8A65F4971BEC59F8562FED5BA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FCEF57B5E01408A8D71AACC622B7BDE2">
    <w:name w:val="1FCEF57B5E01408A8D71AACC622B7BDE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6E86351B7DF4089AE4C0A8CEA137EC12">
    <w:name w:val="B6E86351B7DF4089AE4C0A8CEA137EC1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C3D9DAE1E7449BB95A048E9AFF1B8BB2">
    <w:name w:val="BC3D9DAE1E7449BB95A048E9AFF1B8BB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50B04E00274B80AC36EB3C5E7A15B52">
    <w:name w:val="7D50B04E00274B80AC36EB3C5E7A15B5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AF07FC77A4420880CAA4EB39751B4D2">
    <w:name w:val="7DAF07FC77A4420880CAA4EB39751B4D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9A24045416043B090E0BDF6CDFD4F242">
    <w:name w:val="79A24045416043B090E0BDF6CDFD4F24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950ACE8F87540749CED3172AFE11C902">
    <w:name w:val="8950ACE8F87540749CED3172AFE11C90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14">
    <w:name w:val="A55B16F4278F4CF48A8537BE7EEA495114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DA2BDBA96F42B89CC61B54B5A39FE92">
    <w:name w:val="12DA2BDBA96F42B89CC61B54B5A39FE9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1006A21C9644449A095AB7099860352">
    <w:name w:val="621006A21C9644449A095AB709986035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65350DC0E3E4834B2C4F63A9BFB72B22">
    <w:name w:val="E65350DC0E3E4834B2C4F63A9BFB72B2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95B6E5E00D3421D95E623D496C418772">
    <w:name w:val="395B6E5E00D3421D95E623D496C41877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28EA3050A8A4994AFC7A21FEF828E9311">
    <w:name w:val="528EA3050A8A4994AFC7A21FEF828E931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EA458B89ADC475FA4041B2E503BFD5B11">
    <w:name w:val="6EA458B89ADC475FA4041B2E503BFD5B1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52727B321240D0A6BC64D1743F875D11">
    <w:name w:val="C552727B321240D0A6BC64D1743F875D1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5916101CCAF4CECA521E4F4124D503111">
    <w:name w:val="05916101CCAF4CECA521E4F4124D50311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C5AB82F0CB24C4690EF998D8690BB8511">
    <w:name w:val="0C5AB82F0CB24C4690EF998D8690BB851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81BAE1BFBF94199A784CA5E62FF1F4611">
    <w:name w:val="581BAE1BFBF94199A784CA5E62FF1F461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12FDABB43E942C7BA50BA9ABE58D6F211">
    <w:name w:val="612FDABB43E942C7BA50BA9ABE58D6F21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2417DEB58AB4D78B5A0F7CFDB21FFE111">
    <w:name w:val="02417DEB58AB4D78B5A0F7CFDB21FFE11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8AF1823BD41489FBF9F7886B902F16D">
    <w:name w:val="B8AF1823BD41489FBF9F7886B902F16D"/>
    <w:rsid w:val="004F5D24"/>
    <w:pPr>
      <w:widowControl w:val="0"/>
      <w:jc w:val="both"/>
    </w:pPr>
  </w:style>
  <w:style w:type="paragraph" w:customStyle="1" w:styleId="8B64A63C9A7A4E9B92BAEEDA038EC123">
    <w:name w:val="8B64A63C9A7A4E9B92BAEEDA038EC123"/>
    <w:rsid w:val="004F5D24"/>
    <w:pPr>
      <w:widowControl w:val="0"/>
      <w:jc w:val="both"/>
    </w:pPr>
  </w:style>
  <w:style w:type="paragraph" w:customStyle="1" w:styleId="3F4B74BA37E143E98296CFC92A0A16B5">
    <w:name w:val="3F4B74BA37E143E98296CFC92A0A16B5"/>
    <w:rsid w:val="004F5D24"/>
    <w:pPr>
      <w:widowControl w:val="0"/>
      <w:jc w:val="both"/>
    </w:pPr>
  </w:style>
  <w:style w:type="paragraph" w:customStyle="1" w:styleId="C38B3597F8874F11A31BE3AF96B90A59">
    <w:name w:val="C38B3597F8874F11A31BE3AF96B90A59"/>
    <w:rsid w:val="004F5D24"/>
    <w:pPr>
      <w:widowControl w:val="0"/>
      <w:jc w:val="both"/>
    </w:pPr>
  </w:style>
  <w:style w:type="paragraph" w:customStyle="1" w:styleId="50AEE694C5964189BEABB2554D9EC5B4">
    <w:name w:val="50AEE694C5964189BEABB2554D9EC5B4"/>
    <w:rsid w:val="004F5D24"/>
    <w:pPr>
      <w:widowControl w:val="0"/>
      <w:jc w:val="both"/>
    </w:pPr>
  </w:style>
  <w:style w:type="paragraph" w:customStyle="1" w:styleId="15ADE8F02FCA4EC19606AF81C36948CC">
    <w:name w:val="15ADE8F02FCA4EC19606AF81C36948CC"/>
    <w:rsid w:val="004F5D24"/>
    <w:pPr>
      <w:widowControl w:val="0"/>
      <w:jc w:val="both"/>
    </w:pPr>
  </w:style>
  <w:style w:type="paragraph" w:customStyle="1" w:styleId="8D241DEFB42A4C5E8A2E0B4A46E68AC6">
    <w:name w:val="8D241DEFB42A4C5E8A2E0B4A46E68AC6"/>
    <w:rsid w:val="004F5D24"/>
    <w:pPr>
      <w:widowControl w:val="0"/>
      <w:jc w:val="both"/>
    </w:pPr>
  </w:style>
  <w:style w:type="paragraph" w:customStyle="1" w:styleId="AA268197E737488AA4DAC4A07EE110AA">
    <w:name w:val="AA268197E737488AA4DAC4A07EE110AA"/>
    <w:rsid w:val="004F5D24"/>
    <w:pPr>
      <w:widowControl w:val="0"/>
      <w:jc w:val="both"/>
    </w:pPr>
  </w:style>
  <w:style w:type="paragraph" w:customStyle="1" w:styleId="B2AD14C5E7E24E40BFD7D0936DA08BDA">
    <w:name w:val="B2AD14C5E7E24E40BFD7D0936DA08BDA"/>
    <w:rsid w:val="004F5D24"/>
    <w:pPr>
      <w:widowControl w:val="0"/>
      <w:jc w:val="both"/>
    </w:pPr>
  </w:style>
  <w:style w:type="paragraph" w:customStyle="1" w:styleId="96C9FE71556F4BE1BC57A5292C4A6CA8">
    <w:name w:val="96C9FE71556F4BE1BC57A5292C4A6CA8"/>
    <w:rsid w:val="004F5D24"/>
    <w:pPr>
      <w:widowControl w:val="0"/>
      <w:jc w:val="both"/>
    </w:pPr>
  </w:style>
  <w:style w:type="paragraph" w:customStyle="1" w:styleId="8E10455D03A745F2843A3FBF81B3F03D">
    <w:name w:val="8E10455D03A745F2843A3FBF81B3F03D"/>
    <w:rsid w:val="004F5D24"/>
    <w:pPr>
      <w:widowControl w:val="0"/>
      <w:jc w:val="both"/>
    </w:pPr>
  </w:style>
  <w:style w:type="paragraph" w:customStyle="1" w:styleId="369970F17C884CB39EE8345D198F3AB3">
    <w:name w:val="369970F17C884CB39EE8345D198F3AB3"/>
    <w:rsid w:val="004F5D24"/>
    <w:pPr>
      <w:widowControl w:val="0"/>
      <w:jc w:val="both"/>
    </w:pPr>
  </w:style>
  <w:style w:type="paragraph" w:customStyle="1" w:styleId="06CC77A2A6EE4CB7BD242A2D31262419">
    <w:name w:val="06CC77A2A6EE4CB7BD242A2D31262419"/>
    <w:rsid w:val="004F5D24"/>
    <w:pPr>
      <w:widowControl w:val="0"/>
      <w:jc w:val="both"/>
    </w:pPr>
  </w:style>
  <w:style w:type="paragraph" w:customStyle="1" w:styleId="869095D88FE54631BF58311BE7CF6D91">
    <w:name w:val="869095D88FE54631BF58311BE7CF6D91"/>
    <w:rsid w:val="004F5D24"/>
    <w:pPr>
      <w:widowControl w:val="0"/>
      <w:jc w:val="both"/>
    </w:pPr>
  </w:style>
  <w:style w:type="paragraph" w:customStyle="1" w:styleId="C66056346D6B4903BA7C48D49274DBA1">
    <w:name w:val="C66056346D6B4903BA7C48D49274DBA1"/>
    <w:rsid w:val="004F5D24"/>
    <w:pPr>
      <w:widowControl w:val="0"/>
      <w:jc w:val="both"/>
    </w:pPr>
  </w:style>
  <w:style w:type="paragraph" w:customStyle="1" w:styleId="F2958E03B8624D928B43CF79E5A5E555">
    <w:name w:val="F2958E03B8624D928B43CF79E5A5E555"/>
    <w:rsid w:val="004F5D24"/>
    <w:pPr>
      <w:widowControl w:val="0"/>
      <w:jc w:val="both"/>
    </w:pPr>
  </w:style>
  <w:style w:type="paragraph" w:customStyle="1" w:styleId="E4539D839678485898F70C56A366B4F2">
    <w:name w:val="E4539D839678485898F70C56A366B4F2"/>
    <w:rsid w:val="004F5D24"/>
    <w:pPr>
      <w:widowControl w:val="0"/>
      <w:jc w:val="both"/>
    </w:pPr>
  </w:style>
  <w:style w:type="paragraph" w:customStyle="1" w:styleId="F509035D2D0A424C852D87060CA0DA3221">
    <w:name w:val="F509035D2D0A424C852D87060CA0DA3221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13">
    <w:name w:val="C5E5D30E3DCF4F30ABDDC51950324E9713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13">
    <w:name w:val="12E15ECBC50947698430C5E8C8956D5313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12">
    <w:name w:val="539176383B604716BD2E9C0A8AF7689412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33106E4D48644E9AE6188C0B5120C6012">
    <w:name w:val="A33106E4D48644E9AE6188C0B5120C6012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4CD2134B5AC4B499370B95614F56F1812">
    <w:name w:val="B4CD2134B5AC4B499370B95614F56F1812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63">
    <w:name w:val="E7CE665A67884321B0A87CFBDEE1E7F863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B24C4EC0194640A25B8F345F789C1115">
    <w:name w:val="7DB24C4EC0194640A25B8F345F789C1115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399AE07067044368ABEB5F0B6DD188015">
    <w:name w:val="7399AE07067044368ABEB5F0B6DD188015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34">
    <w:name w:val="8F4AC5DEF17644D4BDAC602FF8FA063234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725D711F86842F2A3136E821B43F9B410">
    <w:name w:val="F725D711F86842F2A3136E821B43F9B410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34">
    <w:name w:val="4F76E3966ADC4ECFAFA7BB651603190D34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8AF1823BD41489FBF9F7886B902F16D1">
    <w:name w:val="B8AF1823BD41489FBF9F7886B902F16D1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B64A63C9A7A4E9B92BAEEDA038EC1231">
    <w:name w:val="8B64A63C9A7A4E9B92BAEEDA038EC1231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F4B74BA37E143E98296CFC92A0A16B51">
    <w:name w:val="3F4B74BA37E143E98296CFC92A0A16B51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38B3597F8874F11A31BE3AF96B90A591">
    <w:name w:val="C38B3597F8874F11A31BE3AF96B90A591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0AEE694C5964189BEABB2554D9EC5B41">
    <w:name w:val="50AEE694C5964189BEABB2554D9EC5B41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ADE8F02FCA4EC19606AF81C36948CC1">
    <w:name w:val="15ADE8F02FCA4EC19606AF81C36948CC1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D241DEFB42A4C5E8A2E0B4A46E68AC61">
    <w:name w:val="8D241DEFB42A4C5E8A2E0B4A46E68AC61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A268197E737488AA4DAC4A07EE110AA1">
    <w:name w:val="AA268197E737488AA4DAC4A07EE110AA1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2AD14C5E7E24E40BFD7D0936DA08BDA1">
    <w:name w:val="B2AD14C5E7E24E40BFD7D0936DA08BDA1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15">
    <w:name w:val="A55B16F4278F4CF48A8537BE7EEA495115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69095D88FE54631BF58311BE7CF6D911">
    <w:name w:val="869095D88FE54631BF58311BE7CF6D911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66056346D6B4903BA7C48D49274DBA11">
    <w:name w:val="C66056346D6B4903BA7C48D49274DBA11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2958E03B8624D928B43CF79E5A5E5551">
    <w:name w:val="F2958E03B8624D928B43CF79E5A5E5551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4539D839678485898F70C56A366B4F21">
    <w:name w:val="E4539D839678485898F70C56A366B4F21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28EA3050A8A4994AFC7A21FEF828E9312">
    <w:name w:val="528EA3050A8A4994AFC7A21FEF828E9312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EA458B89ADC475FA4041B2E503BFD5B12">
    <w:name w:val="6EA458B89ADC475FA4041B2E503BFD5B12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52727B321240D0A6BC64D1743F875D12">
    <w:name w:val="C552727B321240D0A6BC64D1743F875D12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5916101CCAF4CECA521E4F4124D503112">
    <w:name w:val="05916101CCAF4CECA521E4F4124D503112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C5AB82F0CB24C4690EF998D8690BB8512">
    <w:name w:val="0C5AB82F0CB24C4690EF998D8690BB8512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81BAE1BFBF94199A784CA5E62FF1F4612">
    <w:name w:val="581BAE1BFBF94199A784CA5E62FF1F4612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12FDABB43E942C7BA50BA9ABE58D6F212">
    <w:name w:val="612FDABB43E942C7BA50BA9ABE58D6F212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2417DEB58AB4D78B5A0F7CFDB21FFE112">
    <w:name w:val="02417DEB58AB4D78B5A0F7CFDB21FFE112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509035D2D0A424C852D87060CA0DA3222">
    <w:name w:val="F509035D2D0A424C852D87060CA0DA3222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14">
    <w:name w:val="C5E5D30E3DCF4F30ABDDC51950324E9714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14">
    <w:name w:val="12E15ECBC50947698430C5E8C8956D5314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13">
    <w:name w:val="539176383B604716BD2E9C0A8AF768941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33106E4D48644E9AE6188C0B5120C6013">
    <w:name w:val="A33106E4D48644E9AE6188C0B5120C601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4CD2134B5AC4B499370B95614F56F1813">
    <w:name w:val="B4CD2134B5AC4B499370B95614F56F181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64">
    <w:name w:val="E7CE665A67884321B0A87CFBDEE1E7F864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B24C4EC0194640A25B8F345F789C1116">
    <w:name w:val="7DB24C4EC0194640A25B8F345F789C1116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399AE07067044368ABEB5F0B6DD188016">
    <w:name w:val="7399AE07067044368ABEB5F0B6DD188016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35">
    <w:name w:val="8F4AC5DEF17644D4BDAC602FF8FA063235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725D711F86842F2A3136E821B43F9B411">
    <w:name w:val="F725D711F86842F2A3136E821B43F9B411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35">
    <w:name w:val="4F76E3966ADC4ECFAFA7BB651603190D35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8AF1823BD41489FBF9F7886B902F16D2">
    <w:name w:val="B8AF1823BD41489FBF9F7886B902F16D2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B64A63C9A7A4E9B92BAEEDA038EC1232">
    <w:name w:val="8B64A63C9A7A4E9B92BAEEDA038EC1232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F4B74BA37E143E98296CFC92A0A16B52">
    <w:name w:val="3F4B74BA37E143E98296CFC92A0A16B52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38B3597F8874F11A31BE3AF96B90A592">
    <w:name w:val="C38B3597F8874F11A31BE3AF96B90A592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0AEE694C5964189BEABB2554D9EC5B42">
    <w:name w:val="50AEE694C5964189BEABB2554D9EC5B42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ADE8F02FCA4EC19606AF81C36948CC2">
    <w:name w:val="15ADE8F02FCA4EC19606AF81C36948CC2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D241DEFB42A4C5E8A2E0B4A46E68AC62">
    <w:name w:val="8D241DEFB42A4C5E8A2E0B4A46E68AC62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A268197E737488AA4DAC4A07EE110AA2">
    <w:name w:val="AA268197E737488AA4DAC4A07EE110AA2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2AD14C5E7E24E40BFD7D0936DA08BDA2">
    <w:name w:val="B2AD14C5E7E24E40BFD7D0936DA08BDA2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16">
    <w:name w:val="A55B16F4278F4CF48A8537BE7EEA495116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69095D88FE54631BF58311BE7CF6D912">
    <w:name w:val="869095D88FE54631BF58311BE7CF6D912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66056346D6B4903BA7C48D49274DBA12">
    <w:name w:val="C66056346D6B4903BA7C48D49274DBA12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2958E03B8624D928B43CF79E5A5E5552">
    <w:name w:val="F2958E03B8624D928B43CF79E5A5E5552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4539D839678485898F70C56A366B4F22">
    <w:name w:val="E4539D839678485898F70C56A366B4F22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28EA3050A8A4994AFC7A21FEF828E9313">
    <w:name w:val="528EA3050A8A4994AFC7A21FEF828E931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EA458B89ADC475FA4041B2E503BFD5B13">
    <w:name w:val="6EA458B89ADC475FA4041B2E503BFD5B1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52727B321240D0A6BC64D1743F875D13">
    <w:name w:val="C552727B321240D0A6BC64D1743F875D1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5916101CCAF4CECA521E4F4124D503113">
    <w:name w:val="05916101CCAF4CECA521E4F4124D50311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C5AB82F0CB24C4690EF998D8690BB8513">
    <w:name w:val="0C5AB82F0CB24C4690EF998D8690BB851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81BAE1BFBF94199A784CA5E62FF1F4613">
    <w:name w:val="581BAE1BFBF94199A784CA5E62FF1F461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12FDABB43E942C7BA50BA9ABE58D6F213">
    <w:name w:val="612FDABB43E942C7BA50BA9ABE58D6F21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2417DEB58AB4D78B5A0F7CFDB21FFE113">
    <w:name w:val="02417DEB58AB4D78B5A0F7CFDB21FFE11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C07091AB98C46718BA09DEC7C7AE2A7">
    <w:name w:val="8C07091AB98C46718BA09DEC7C7AE2A7"/>
    <w:rsid w:val="008E5DCD"/>
    <w:pPr>
      <w:widowControl w:val="0"/>
      <w:jc w:val="both"/>
    </w:pPr>
  </w:style>
  <w:style w:type="paragraph" w:customStyle="1" w:styleId="7FB4259D219D45D19F6849F299570033">
    <w:name w:val="7FB4259D219D45D19F6849F299570033"/>
    <w:rsid w:val="008E5DCD"/>
    <w:pPr>
      <w:widowControl w:val="0"/>
      <w:jc w:val="both"/>
    </w:pPr>
  </w:style>
  <w:style w:type="paragraph" w:customStyle="1" w:styleId="E2DC195A9F414A5EBB0AA54F259606BA">
    <w:name w:val="E2DC195A9F414A5EBB0AA54F259606BA"/>
    <w:rsid w:val="008E5DCD"/>
    <w:pPr>
      <w:widowControl w:val="0"/>
      <w:jc w:val="both"/>
    </w:pPr>
  </w:style>
  <w:style w:type="paragraph" w:customStyle="1" w:styleId="7CB42655768C4D148C46ECD62920594A">
    <w:name w:val="7CB42655768C4D148C46ECD62920594A"/>
    <w:rsid w:val="008E5DCD"/>
    <w:pPr>
      <w:widowControl w:val="0"/>
      <w:jc w:val="both"/>
    </w:pPr>
  </w:style>
  <w:style w:type="paragraph" w:customStyle="1" w:styleId="8E5AEE9241F642A1A622156BFDD74A55">
    <w:name w:val="8E5AEE9241F642A1A622156BFDD74A55"/>
    <w:rsid w:val="008E5DCD"/>
    <w:pPr>
      <w:widowControl w:val="0"/>
      <w:jc w:val="both"/>
    </w:pPr>
  </w:style>
  <w:style w:type="paragraph" w:customStyle="1" w:styleId="3335114679534321885188BCAE1C7C56">
    <w:name w:val="3335114679534321885188BCAE1C7C56"/>
    <w:rsid w:val="008E5DCD"/>
    <w:pPr>
      <w:widowControl w:val="0"/>
      <w:jc w:val="both"/>
    </w:pPr>
  </w:style>
  <w:style w:type="paragraph" w:customStyle="1" w:styleId="2DCFD5628B804AB1B5950EF4F8957CB6">
    <w:name w:val="2DCFD5628B804AB1B5950EF4F8957CB6"/>
    <w:rsid w:val="008E5DCD"/>
    <w:pPr>
      <w:widowControl w:val="0"/>
      <w:jc w:val="both"/>
    </w:pPr>
  </w:style>
  <w:style w:type="paragraph" w:customStyle="1" w:styleId="C463B4B8D7FC4420B2CA2EBAA3144696">
    <w:name w:val="C463B4B8D7FC4420B2CA2EBAA3144696"/>
    <w:rsid w:val="008E5DCD"/>
    <w:pPr>
      <w:widowControl w:val="0"/>
      <w:jc w:val="both"/>
    </w:pPr>
  </w:style>
  <w:style w:type="paragraph" w:customStyle="1" w:styleId="959B2ED829FC4E9A8482E99A78622A67">
    <w:name w:val="959B2ED829FC4E9A8482E99A78622A67"/>
    <w:rsid w:val="008E5DCD"/>
    <w:pPr>
      <w:widowControl w:val="0"/>
      <w:jc w:val="both"/>
    </w:pPr>
  </w:style>
  <w:style w:type="paragraph" w:customStyle="1" w:styleId="A8AFD34F4D1A4825B77DB596666CFDB0">
    <w:name w:val="A8AFD34F4D1A4825B77DB596666CFDB0"/>
    <w:rsid w:val="008E5DCD"/>
    <w:pPr>
      <w:widowControl w:val="0"/>
      <w:jc w:val="both"/>
    </w:pPr>
  </w:style>
  <w:style w:type="paragraph" w:customStyle="1" w:styleId="A50E5FEEFB4C4948B76D3039762BDCAC">
    <w:name w:val="A50E5FEEFB4C4948B76D3039762BDCAC"/>
    <w:rsid w:val="008E5DCD"/>
    <w:pPr>
      <w:widowControl w:val="0"/>
      <w:jc w:val="both"/>
    </w:pPr>
  </w:style>
  <w:style w:type="paragraph" w:customStyle="1" w:styleId="2E82E19246104A2BBAB6ED8AFCAABFDE">
    <w:name w:val="2E82E19246104A2BBAB6ED8AFCAABFDE"/>
    <w:rsid w:val="008E5DCD"/>
    <w:pPr>
      <w:widowControl w:val="0"/>
      <w:jc w:val="both"/>
    </w:pPr>
  </w:style>
  <w:style w:type="paragraph" w:customStyle="1" w:styleId="B6198591CA48492AA8CB649A37184651">
    <w:name w:val="B6198591CA48492AA8CB649A37184651"/>
    <w:rsid w:val="008E5DCD"/>
    <w:pPr>
      <w:widowControl w:val="0"/>
      <w:jc w:val="both"/>
    </w:pPr>
  </w:style>
  <w:style w:type="paragraph" w:customStyle="1" w:styleId="A2B947853BA94A298164F0A8493FB6DF">
    <w:name w:val="A2B947853BA94A298164F0A8493FB6DF"/>
    <w:rsid w:val="008E5DCD"/>
    <w:pPr>
      <w:widowControl w:val="0"/>
      <w:jc w:val="both"/>
    </w:pPr>
  </w:style>
  <w:style w:type="paragraph" w:customStyle="1" w:styleId="4945BE004A3A4472BD0096D94B9E38E6">
    <w:name w:val="4945BE004A3A4472BD0096D94B9E38E6"/>
    <w:rsid w:val="008E5DCD"/>
    <w:pPr>
      <w:widowControl w:val="0"/>
      <w:jc w:val="both"/>
    </w:pPr>
  </w:style>
  <w:style w:type="paragraph" w:customStyle="1" w:styleId="EAB0103EACC640EF9A878FD294D670EA">
    <w:name w:val="EAB0103EACC640EF9A878FD294D670EA"/>
    <w:rsid w:val="008E5DCD"/>
    <w:pPr>
      <w:widowControl w:val="0"/>
      <w:jc w:val="both"/>
    </w:pPr>
  </w:style>
  <w:style w:type="paragraph" w:customStyle="1" w:styleId="56DEB6CA4BE846CAA97AF4B917CBDD26">
    <w:name w:val="56DEB6CA4BE846CAA97AF4B917CBDD26"/>
    <w:rsid w:val="008E5DCD"/>
    <w:pPr>
      <w:widowControl w:val="0"/>
      <w:jc w:val="both"/>
    </w:pPr>
  </w:style>
  <w:style w:type="paragraph" w:customStyle="1" w:styleId="2A91800E5D6B4C9D9BB10985C167F1FE">
    <w:name w:val="2A91800E5D6B4C9D9BB10985C167F1FE"/>
    <w:rsid w:val="008E5DCD"/>
    <w:pPr>
      <w:widowControl w:val="0"/>
      <w:jc w:val="both"/>
    </w:pPr>
  </w:style>
  <w:style w:type="paragraph" w:customStyle="1" w:styleId="60E11E416A004154A0933768364B98F3">
    <w:name w:val="60E11E416A004154A0933768364B98F3"/>
    <w:rsid w:val="008E5DCD"/>
    <w:pPr>
      <w:widowControl w:val="0"/>
      <w:jc w:val="both"/>
    </w:pPr>
  </w:style>
  <w:style w:type="paragraph" w:customStyle="1" w:styleId="E141314E15704FA9A58362D8DD84E44D">
    <w:name w:val="E141314E15704FA9A58362D8DD84E44D"/>
    <w:rsid w:val="008E5DCD"/>
    <w:pPr>
      <w:widowControl w:val="0"/>
      <w:jc w:val="both"/>
    </w:pPr>
  </w:style>
  <w:style w:type="paragraph" w:customStyle="1" w:styleId="F0B8E5C3E03446C5B4434D1F65F11332">
    <w:name w:val="F0B8E5C3E03446C5B4434D1F65F11332"/>
    <w:rsid w:val="008E5DCD"/>
    <w:pPr>
      <w:widowControl w:val="0"/>
      <w:jc w:val="both"/>
    </w:pPr>
  </w:style>
  <w:style w:type="paragraph" w:customStyle="1" w:styleId="D2F488CE35094A109D08CA0C80BD134A">
    <w:name w:val="D2F488CE35094A109D08CA0C80BD134A"/>
    <w:rsid w:val="008E5DCD"/>
    <w:pPr>
      <w:widowControl w:val="0"/>
      <w:jc w:val="both"/>
    </w:pPr>
  </w:style>
  <w:style w:type="paragraph" w:customStyle="1" w:styleId="B68449A5EE6E4D0F80CF820BA76A97EC">
    <w:name w:val="B68449A5EE6E4D0F80CF820BA76A97EC"/>
    <w:rsid w:val="008E5DCD"/>
    <w:pPr>
      <w:widowControl w:val="0"/>
      <w:jc w:val="both"/>
    </w:pPr>
  </w:style>
  <w:style w:type="paragraph" w:customStyle="1" w:styleId="513F48641780478CB926633C2C3556F9">
    <w:name w:val="513F48641780478CB926633C2C3556F9"/>
    <w:rsid w:val="008E5DCD"/>
    <w:pPr>
      <w:widowControl w:val="0"/>
      <w:jc w:val="both"/>
    </w:pPr>
  </w:style>
  <w:style w:type="paragraph" w:customStyle="1" w:styleId="D79717370F3C45E588D8EB00F1BAA990">
    <w:name w:val="D79717370F3C45E588D8EB00F1BAA990"/>
    <w:rsid w:val="008E5DCD"/>
    <w:pPr>
      <w:widowControl w:val="0"/>
      <w:jc w:val="both"/>
    </w:pPr>
  </w:style>
  <w:style w:type="paragraph" w:customStyle="1" w:styleId="D3C0A20703B8474BBE7A0DD0540AECBA">
    <w:name w:val="D3C0A20703B8474BBE7A0DD0540AECBA"/>
    <w:rsid w:val="008E5DCD"/>
    <w:pPr>
      <w:widowControl w:val="0"/>
      <w:jc w:val="both"/>
    </w:pPr>
  </w:style>
  <w:style w:type="paragraph" w:customStyle="1" w:styleId="103D05E46DC14AA0A447351900293785">
    <w:name w:val="103D05E46DC14AA0A447351900293785"/>
    <w:rsid w:val="008E5DCD"/>
    <w:pPr>
      <w:widowControl w:val="0"/>
      <w:jc w:val="both"/>
    </w:pPr>
  </w:style>
  <w:style w:type="paragraph" w:customStyle="1" w:styleId="2AEDD34047124C9096992AEEDC878A26">
    <w:name w:val="2AEDD34047124C9096992AEEDC878A26"/>
    <w:rsid w:val="008E5DCD"/>
    <w:pPr>
      <w:widowControl w:val="0"/>
      <w:jc w:val="both"/>
    </w:pPr>
  </w:style>
  <w:style w:type="paragraph" w:customStyle="1" w:styleId="F509035D2D0A424C852D87060CA0DA3223">
    <w:name w:val="F509035D2D0A424C852D87060CA0DA322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15">
    <w:name w:val="C5E5D30E3DCF4F30ABDDC51950324E9715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15">
    <w:name w:val="12E15ECBC50947698430C5E8C8956D5315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14">
    <w:name w:val="539176383B604716BD2E9C0A8AF7689414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33106E4D48644E9AE6188C0B5120C6014">
    <w:name w:val="A33106E4D48644E9AE6188C0B5120C6014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4CD2134B5AC4B499370B95614F56F1814">
    <w:name w:val="B4CD2134B5AC4B499370B95614F56F1814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65">
    <w:name w:val="E7CE665A67884321B0A87CFBDEE1E7F865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03D05E46DC14AA0A4473519002937851">
    <w:name w:val="103D05E46DC14AA0A4473519002937851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AEDD34047124C9096992AEEDC878A261">
    <w:name w:val="2AEDD34047124C9096992AEEDC878A261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36">
    <w:name w:val="8F4AC5DEF17644D4BDAC602FF8FA063236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725D711F86842F2A3136E821B43F9B412">
    <w:name w:val="F725D711F86842F2A3136E821B43F9B412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36">
    <w:name w:val="4F76E3966ADC4ECFAFA7BB651603190D36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8AF1823BD41489FBF9F7886B902F16D3">
    <w:name w:val="B8AF1823BD41489FBF9F7886B902F16D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B64A63C9A7A4E9B92BAEEDA038EC1233">
    <w:name w:val="8B64A63C9A7A4E9B92BAEEDA038EC123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F4B74BA37E143E98296CFC92A0A16B53">
    <w:name w:val="3F4B74BA37E143E98296CFC92A0A16B5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38B3597F8874F11A31BE3AF96B90A593">
    <w:name w:val="C38B3597F8874F11A31BE3AF96B90A59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0AEE694C5964189BEABB2554D9EC5B43">
    <w:name w:val="50AEE694C5964189BEABB2554D9EC5B4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ADE8F02FCA4EC19606AF81C36948CC3">
    <w:name w:val="15ADE8F02FCA4EC19606AF81C36948CC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D241DEFB42A4C5E8A2E0B4A46E68AC63">
    <w:name w:val="8D241DEFB42A4C5E8A2E0B4A46E68AC6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A268197E737488AA4DAC4A07EE110AA3">
    <w:name w:val="AA268197E737488AA4DAC4A07EE110AA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2AD14C5E7E24E40BFD7D0936DA08BDA3">
    <w:name w:val="B2AD14C5E7E24E40BFD7D0936DA08BDA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17">
    <w:name w:val="A55B16F4278F4CF48A8537BE7EEA495117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69095D88FE54631BF58311BE7CF6D913">
    <w:name w:val="869095D88FE54631BF58311BE7CF6D91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66056346D6B4903BA7C48D49274DBA13">
    <w:name w:val="C66056346D6B4903BA7C48D49274DBA1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2958E03B8624D928B43CF79E5A5E5553">
    <w:name w:val="F2958E03B8624D928B43CF79E5A5E555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4539D839678485898F70C56A366B4F23">
    <w:name w:val="E4539D839678485898F70C56A366B4F2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28EA3050A8A4994AFC7A21FEF828E9314">
    <w:name w:val="528EA3050A8A4994AFC7A21FEF828E9314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EA458B89ADC475FA4041B2E503BFD5B14">
    <w:name w:val="6EA458B89ADC475FA4041B2E503BFD5B14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52727B321240D0A6BC64D1743F875D14">
    <w:name w:val="C552727B321240D0A6BC64D1743F875D14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5916101CCAF4CECA521E4F4124D503114">
    <w:name w:val="05916101CCAF4CECA521E4F4124D503114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C5AB82F0CB24C4690EF998D8690BB8514">
    <w:name w:val="0C5AB82F0CB24C4690EF998D8690BB8514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81BAE1BFBF94199A784CA5E62FF1F4614">
    <w:name w:val="581BAE1BFBF94199A784CA5E62FF1F4614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12FDABB43E942C7BA50BA9ABE58D6F214">
    <w:name w:val="612FDABB43E942C7BA50BA9ABE58D6F214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2417DEB58AB4D78B5A0F7CFDB21FFE114">
    <w:name w:val="02417DEB58AB4D78B5A0F7CFDB21FFE114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509035D2D0A424C852D87060CA0DA3224">
    <w:name w:val="F509035D2D0A424C852D87060CA0DA3224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16">
    <w:name w:val="C5E5D30E3DCF4F30ABDDC51950324E9716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16">
    <w:name w:val="12E15ECBC50947698430C5E8C8956D5316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15">
    <w:name w:val="539176383B604716BD2E9C0A8AF7689415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33106E4D48644E9AE6188C0B5120C6015">
    <w:name w:val="A33106E4D48644E9AE6188C0B5120C6015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4CD2134B5AC4B499370B95614F56F1815">
    <w:name w:val="B4CD2134B5AC4B499370B95614F56F1815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66">
    <w:name w:val="E7CE665A67884321B0A87CFBDEE1E7F866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03D05E46DC14AA0A4473519002937852">
    <w:name w:val="103D05E46DC14AA0A4473519002937852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AEDD34047124C9096992AEEDC878A262">
    <w:name w:val="2AEDD34047124C9096992AEEDC878A262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37">
    <w:name w:val="8F4AC5DEF17644D4BDAC602FF8FA063237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725D711F86842F2A3136E821B43F9B413">
    <w:name w:val="F725D711F86842F2A3136E821B43F9B413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37">
    <w:name w:val="4F76E3966ADC4ECFAFA7BB651603190D37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8AF1823BD41489FBF9F7886B902F16D4">
    <w:name w:val="B8AF1823BD41489FBF9F7886B902F16D4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B64A63C9A7A4E9B92BAEEDA038EC1234">
    <w:name w:val="8B64A63C9A7A4E9B92BAEEDA038EC1234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F4B74BA37E143E98296CFC92A0A16B54">
    <w:name w:val="3F4B74BA37E143E98296CFC92A0A16B54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38B3597F8874F11A31BE3AF96B90A594">
    <w:name w:val="C38B3597F8874F11A31BE3AF96B90A594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0AEE694C5964189BEABB2554D9EC5B44">
    <w:name w:val="50AEE694C5964189BEABB2554D9EC5B44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ADE8F02FCA4EC19606AF81C36948CC4">
    <w:name w:val="15ADE8F02FCA4EC19606AF81C36948CC4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D241DEFB42A4C5E8A2E0B4A46E68AC64">
    <w:name w:val="8D241DEFB42A4C5E8A2E0B4A46E68AC64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A268197E737488AA4DAC4A07EE110AA4">
    <w:name w:val="AA268197E737488AA4DAC4A07EE110AA4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2AD14C5E7E24E40BFD7D0936DA08BDA4">
    <w:name w:val="B2AD14C5E7E24E40BFD7D0936DA08BDA4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18">
    <w:name w:val="A55B16F4278F4CF48A8537BE7EEA495118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69095D88FE54631BF58311BE7CF6D914">
    <w:name w:val="869095D88FE54631BF58311BE7CF6D914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66056346D6B4903BA7C48D49274DBA14">
    <w:name w:val="C66056346D6B4903BA7C48D49274DBA14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2958E03B8624D928B43CF79E5A5E5554">
    <w:name w:val="F2958E03B8624D928B43CF79E5A5E5554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4539D839678485898F70C56A366B4F24">
    <w:name w:val="E4539D839678485898F70C56A366B4F24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28EA3050A8A4994AFC7A21FEF828E9315">
    <w:name w:val="528EA3050A8A4994AFC7A21FEF828E9315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EA458B89ADC475FA4041B2E503BFD5B15">
    <w:name w:val="6EA458B89ADC475FA4041B2E503BFD5B15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52727B321240D0A6BC64D1743F875D15">
    <w:name w:val="C552727B321240D0A6BC64D1743F875D15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5916101CCAF4CECA521E4F4124D503115">
    <w:name w:val="05916101CCAF4CECA521E4F4124D503115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C5AB82F0CB24C4690EF998D8690BB8515">
    <w:name w:val="0C5AB82F0CB24C4690EF998D8690BB8515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81BAE1BFBF94199A784CA5E62FF1F4615">
    <w:name w:val="581BAE1BFBF94199A784CA5E62FF1F4615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12FDABB43E942C7BA50BA9ABE58D6F215">
    <w:name w:val="612FDABB43E942C7BA50BA9ABE58D6F215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2417DEB58AB4D78B5A0F7CFDB21FFE115">
    <w:name w:val="02417DEB58AB4D78B5A0F7CFDB21FFE115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509035D2D0A424C852D87060CA0DA3225">
    <w:name w:val="F509035D2D0A424C852D87060CA0DA3225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17">
    <w:name w:val="C5E5D30E3DCF4F30ABDDC51950324E9717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17">
    <w:name w:val="12E15ECBC50947698430C5E8C8956D5317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16">
    <w:name w:val="539176383B604716BD2E9C0A8AF7689416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33106E4D48644E9AE6188C0B5120C6016">
    <w:name w:val="A33106E4D48644E9AE6188C0B5120C6016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4CD2134B5AC4B499370B95614F56F1816">
    <w:name w:val="B4CD2134B5AC4B499370B95614F56F1816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67">
    <w:name w:val="E7CE665A67884321B0A87CFBDEE1E7F867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03D05E46DC14AA0A4473519002937853">
    <w:name w:val="103D05E46DC14AA0A4473519002937853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AEDD34047124C9096992AEEDC878A263">
    <w:name w:val="2AEDD34047124C9096992AEEDC878A263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38">
    <w:name w:val="8F4AC5DEF17644D4BDAC602FF8FA063238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725D711F86842F2A3136E821B43F9B414">
    <w:name w:val="F725D711F86842F2A3136E821B43F9B414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38">
    <w:name w:val="4F76E3966ADC4ECFAFA7BB651603190D38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8AF1823BD41489FBF9F7886B902F16D5">
    <w:name w:val="B8AF1823BD41489FBF9F7886B902F16D5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B64A63C9A7A4E9B92BAEEDA038EC1235">
    <w:name w:val="8B64A63C9A7A4E9B92BAEEDA038EC1235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F4B74BA37E143E98296CFC92A0A16B55">
    <w:name w:val="3F4B74BA37E143E98296CFC92A0A16B55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38B3597F8874F11A31BE3AF96B90A595">
    <w:name w:val="C38B3597F8874F11A31BE3AF96B90A595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0AEE694C5964189BEABB2554D9EC5B45">
    <w:name w:val="50AEE694C5964189BEABB2554D9EC5B45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ADE8F02FCA4EC19606AF81C36948CC5">
    <w:name w:val="15ADE8F02FCA4EC19606AF81C36948CC5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D241DEFB42A4C5E8A2E0B4A46E68AC65">
    <w:name w:val="8D241DEFB42A4C5E8A2E0B4A46E68AC65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A268197E737488AA4DAC4A07EE110AA5">
    <w:name w:val="AA268197E737488AA4DAC4A07EE110AA5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2AD14C5E7E24E40BFD7D0936DA08BDA5">
    <w:name w:val="B2AD14C5E7E24E40BFD7D0936DA08BDA5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19">
    <w:name w:val="A55B16F4278F4CF48A8537BE7EEA495119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69095D88FE54631BF58311BE7CF6D915">
    <w:name w:val="869095D88FE54631BF58311BE7CF6D915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66056346D6B4903BA7C48D49274DBA15">
    <w:name w:val="C66056346D6B4903BA7C48D49274DBA15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2958E03B8624D928B43CF79E5A5E5555">
    <w:name w:val="F2958E03B8624D928B43CF79E5A5E5555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4539D839678485898F70C56A366B4F25">
    <w:name w:val="E4539D839678485898F70C56A366B4F25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28EA3050A8A4994AFC7A21FEF828E9316">
    <w:name w:val="528EA3050A8A4994AFC7A21FEF828E9316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EA458B89ADC475FA4041B2E503BFD5B16">
    <w:name w:val="6EA458B89ADC475FA4041B2E503BFD5B16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52727B321240D0A6BC64D1743F875D16">
    <w:name w:val="C552727B321240D0A6BC64D1743F875D16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5916101CCAF4CECA521E4F4124D503116">
    <w:name w:val="05916101CCAF4CECA521E4F4124D503116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C5AB82F0CB24C4690EF998D8690BB8516">
    <w:name w:val="0C5AB82F0CB24C4690EF998D8690BB8516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81BAE1BFBF94199A784CA5E62FF1F4616">
    <w:name w:val="581BAE1BFBF94199A784CA5E62FF1F4616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12FDABB43E942C7BA50BA9ABE58D6F216">
    <w:name w:val="612FDABB43E942C7BA50BA9ABE58D6F216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2417DEB58AB4D78B5A0F7CFDB21FFE116">
    <w:name w:val="02417DEB58AB4D78B5A0F7CFDB21FFE116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9E3A0BE863849F5BB16B6918015E279">
    <w:name w:val="69E3A0BE863849F5BB16B6918015E279"/>
    <w:rsid w:val="003966A8"/>
    <w:pPr>
      <w:widowControl w:val="0"/>
      <w:jc w:val="both"/>
    </w:pPr>
  </w:style>
  <w:style w:type="paragraph" w:customStyle="1" w:styleId="22C81D6771C14E90BCA88028D8161D00">
    <w:name w:val="22C81D6771C14E90BCA88028D8161D00"/>
    <w:rsid w:val="003966A8"/>
    <w:pPr>
      <w:widowControl w:val="0"/>
      <w:jc w:val="both"/>
    </w:pPr>
  </w:style>
  <w:style w:type="paragraph" w:customStyle="1" w:styleId="F509035D2D0A424C852D87060CA0DA3226">
    <w:name w:val="F509035D2D0A424C852D87060CA0DA3226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18">
    <w:name w:val="C5E5D30E3DCF4F30ABDDC51950324E9718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18">
    <w:name w:val="12E15ECBC50947698430C5E8C8956D5318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17">
    <w:name w:val="539176383B604716BD2E9C0A8AF7689417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33106E4D48644E9AE6188C0B5120C6017">
    <w:name w:val="A33106E4D48644E9AE6188C0B5120C6017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4CD2134B5AC4B499370B95614F56F1817">
    <w:name w:val="B4CD2134B5AC4B499370B95614F56F1817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68">
    <w:name w:val="E7CE665A67884321B0A87CFBDEE1E7F868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9E3A0BE863849F5BB16B6918015E2791">
    <w:name w:val="69E3A0BE863849F5BB16B6918015E2791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2C81D6771C14E90BCA88028D8161D001">
    <w:name w:val="22C81D6771C14E90BCA88028D8161D001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39">
    <w:name w:val="8F4AC5DEF17644D4BDAC602FF8FA063239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725D711F86842F2A3136E821B43F9B415">
    <w:name w:val="F725D711F86842F2A3136E821B43F9B415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39">
    <w:name w:val="4F76E3966ADC4ECFAFA7BB651603190D39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8AF1823BD41489FBF9F7886B902F16D6">
    <w:name w:val="B8AF1823BD41489FBF9F7886B902F16D6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B64A63C9A7A4E9B92BAEEDA038EC1236">
    <w:name w:val="8B64A63C9A7A4E9B92BAEEDA038EC1236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F4B74BA37E143E98296CFC92A0A16B56">
    <w:name w:val="3F4B74BA37E143E98296CFC92A0A16B56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38B3597F8874F11A31BE3AF96B90A596">
    <w:name w:val="C38B3597F8874F11A31BE3AF96B90A596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0AEE694C5964189BEABB2554D9EC5B46">
    <w:name w:val="50AEE694C5964189BEABB2554D9EC5B46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ADE8F02FCA4EC19606AF81C36948CC6">
    <w:name w:val="15ADE8F02FCA4EC19606AF81C36948CC6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D241DEFB42A4C5E8A2E0B4A46E68AC66">
    <w:name w:val="8D241DEFB42A4C5E8A2E0B4A46E68AC66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A268197E737488AA4DAC4A07EE110AA6">
    <w:name w:val="AA268197E737488AA4DAC4A07EE110AA6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2AD14C5E7E24E40BFD7D0936DA08BDA6">
    <w:name w:val="B2AD14C5E7E24E40BFD7D0936DA08BDA6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20">
    <w:name w:val="A55B16F4278F4CF48A8537BE7EEA495120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69095D88FE54631BF58311BE7CF6D916">
    <w:name w:val="869095D88FE54631BF58311BE7CF6D916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66056346D6B4903BA7C48D49274DBA16">
    <w:name w:val="C66056346D6B4903BA7C48D49274DBA16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2958E03B8624D928B43CF79E5A5E5556">
    <w:name w:val="F2958E03B8624D928B43CF79E5A5E5556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4539D839678485898F70C56A366B4F26">
    <w:name w:val="E4539D839678485898F70C56A366B4F26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28EA3050A8A4994AFC7A21FEF828E9317">
    <w:name w:val="528EA3050A8A4994AFC7A21FEF828E9317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EA458B89ADC475FA4041B2E503BFD5B17">
    <w:name w:val="6EA458B89ADC475FA4041B2E503BFD5B17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52727B321240D0A6BC64D1743F875D17">
    <w:name w:val="C552727B321240D0A6BC64D1743F875D17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5916101CCAF4CECA521E4F4124D503117">
    <w:name w:val="05916101CCAF4CECA521E4F4124D503117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C5AB82F0CB24C4690EF998D8690BB8517">
    <w:name w:val="0C5AB82F0CB24C4690EF998D8690BB8517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81BAE1BFBF94199A784CA5E62FF1F4617">
    <w:name w:val="581BAE1BFBF94199A784CA5E62FF1F4617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12FDABB43E942C7BA50BA9ABE58D6F217">
    <w:name w:val="612FDABB43E942C7BA50BA9ABE58D6F217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2417DEB58AB4D78B5A0F7CFDB21FFE117">
    <w:name w:val="02417DEB58AB4D78B5A0F7CFDB21FFE117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59AF25586984B58910BB79D0B6CFD28">
    <w:name w:val="359AF25586984B58910BB79D0B6CFD28"/>
    <w:rsid w:val="00FE3A07"/>
    <w:pPr>
      <w:widowControl w:val="0"/>
      <w:jc w:val="both"/>
    </w:pPr>
  </w:style>
  <w:style w:type="paragraph" w:customStyle="1" w:styleId="2DFC96133EC24162806AE28290CCCEFF">
    <w:name w:val="2DFC96133EC24162806AE28290CCCEFF"/>
    <w:rsid w:val="00FE3A07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E3A07"/>
    <w:rPr>
      <w:color w:val="808080"/>
    </w:rPr>
  </w:style>
  <w:style w:type="paragraph" w:customStyle="1" w:styleId="1B335D4AB5374711B325DDA55708843D">
    <w:name w:val="1B335D4AB5374711B325DDA55708843D"/>
    <w:pPr>
      <w:widowControl w:val="0"/>
      <w:jc w:val="both"/>
    </w:pPr>
  </w:style>
  <w:style w:type="paragraph" w:customStyle="1" w:styleId="E5620742723346D7A51E0457197A0743">
    <w:name w:val="E5620742723346D7A51E0457197A0743"/>
    <w:pPr>
      <w:widowControl w:val="0"/>
      <w:jc w:val="both"/>
    </w:pPr>
  </w:style>
  <w:style w:type="paragraph" w:customStyle="1" w:styleId="7EEA3F6E959041029A00ADFAB439DF35">
    <w:name w:val="7EEA3F6E959041029A00ADFAB439DF35"/>
    <w:pPr>
      <w:widowControl w:val="0"/>
      <w:jc w:val="both"/>
    </w:pPr>
  </w:style>
  <w:style w:type="paragraph" w:customStyle="1" w:styleId="B0E4469A569642249EFB3425D6274116">
    <w:name w:val="B0E4469A569642249EFB3425D6274116"/>
    <w:pPr>
      <w:widowControl w:val="0"/>
      <w:jc w:val="both"/>
    </w:pPr>
  </w:style>
  <w:style w:type="paragraph" w:customStyle="1" w:styleId="15B89A7AA6ED4723B473150E34276955">
    <w:name w:val="15B89A7AA6ED4723B473150E34276955"/>
    <w:pPr>
      <w:widowControl w:val="0"/>
      <w:jc w:val="both"/>
    </w:pPr>
  </w:style>
  <w:style w:type="paragraph" w:customStyle="1" w:styleId="68E39F4B7D4540F9B061F0683C0930DB">
    <w:name w:val="68E39F4B7D4540F9B061F0683C0930DB"/>
    <w:pPr>
      <w:widowControl w:val="0"/>
      <w:jc w:val="both"/>
    </w:pPr>
  </w:style>
  <w:style w:type="paragraph" w:customStyle="1" w:styleId="CD95BD3D9A1A4D88B37B404E0AFDFDF6">
    <w:name w:val="CD95BD3D9A1A4D88B37B404E0AFDFDF6"/>
    <w:pPr>
      <w:widowControl w:val="0"/>
      <w:jc w:val="both"/>
    </w:pPr>
  </w:style>
  <w:style w:type="paragraph" w:customStyle="1" w:styleId="BFDB4CD5F93A43AD943E2E6CDD69838B">
    <w:name w:val="BFDB4CD5F93A43AD943E2E6CDD69838B"/>
    <w:pPr>
      <w:widowControl w:val="0"/>
      <w:jc w:val="both"/>
    </w:pPr>
  </w:style>
  <w:style w:type="paragraph" w:customStyle="1" w:styleId="332C0C3E60DD4F54A0CD445F9B31F909">
    <w:name w:val="332C0C3E60DD4F54A0CD445F9B31F909"/>
    <w:pPr>
      <w:widowControl w:val="0"/>
      <w:jc w:val="both"/>
    </w:pPr>
  </w:style>
  <w:style w:type="paragraph" w:customStyle="1" w:styleId="78F813AEFDB04BE2A1A6849725E34607">
    <w:name w:val="78F813AEFDB04BE2A1A6849725E34607"/>
    <w:pPr>
      <w:widowControl w:val="0"/>
      <w:jc w:val="both"/>
    </w:pPr>
  </w:style>
  <w:style w:type="paragraph" w:customStyle="1" w:styleId="7EEA3F6E959041029A00ADFAB439DF351">
    <w:name w:val="7EEA3F6E959041029A00ADFAB439DF351"/>
    <w:rsid w:val="00F505E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B89A7AA6ED4723B473150E342769551">
    <w:name w:val="15B89A7AA6ED4723B473150E342769551"/>
    <w:rsid w:val="00F505E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EEA3F6E959041029A00ADFAB439DF352">
    <w:name w:val="7EEA3F6E959041029A00ADFAB439DF352"/>
    <w:rsid w:val="00F505E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B89A7AA6ED4723B473150E342769552">
    <w:name w:val="15B89A7AA6ED4723B473150E342769552"/>
    <w:rsid w:val="00F505E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A529E76201C4B8AB60E92FF9A6BD568">
    <w:name w:val="CA529E76201C4B8AB60E92FF9A6BD568"/>
    <w:rsid w:val="008F427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B89A7AA6ED4723B473150E342769553">
    <w:name w:val="15B89A7AA6ED4723B473150E342769553"/>
    <w:rsid w:val="008F427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B89A7AA6ED4723B473150E342769554">
    <w:name w:val="15B89A7AA6ED4723B473150E342769554"/>
    <w:rsid w:val="008F427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B89A7AA6ED4723B473150E342769555">
    <w:name w:val="15B89A7AA6ED4723B473150E342769555"/>
    <w:rsid w:val="008F427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B89A7AA6ED4723B473150E342769556">
    <w:name w:val="15B89A7AA6ED4723B473150E342769556"/>
    <w:rsid w:val="008F427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B89A7AA6ED4723B473150E342769557">
    <w:name w:val="15B89A7AA6ED4723B473150E342769557"/>
    <w:rsid w:val="008F427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">
    <w:name w:val="4A552E0D5CB44DB8B54B180434416E15"/>
    <w:rsid w:val="008F427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B89A7AA6ED4723B473150E342769558">
    <w:name w:val="15B89A7AA6ED4723B473150E342769558"/>
    <w:rsid w:val="008F427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1">
    <w:name w:val="4A552E0D5CB44DB8B54B180434416E151"/>
    <w:rsid w:val="008F427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B89A7AA6ED4723B473150E342769559">
    <w:name w:val="15B89A7AA6ED4723B473150E342769559"/>
    <w:rsid w:val="008F427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2">
    <w:name w:val="4A552E0D5CB44DB8B54B180434416E152"/>
    <w:rsid w:val="00C214A9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B89A7AA6ED4723B473150E3427695510">
    <w:name w:val="15B89A7AA6ED4723B473150E3427695510"/>
    <w:rsid w:val="00C214A9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">
    <w:name w:val="E7CE665A67884321B0A87CFBDEE1E7F8"/>
    <w:rsid w:val="00C214A9"/>
    <w:pPr>
      <w:widowControl w:val="0"/>
      <w:jc w:val="both"/>
    </w:pPr>
  </w:style>
  <w:style w:type="paragraph" w:customStyle="1" w:styleId="27F6427657B24747A8B31E3DF185154A">
    <w:name w:val="27F6427657B24747A8B31E3DF185154A"/>
    <w:rsid w:val="00C214A9"/>
    <w:pPr>
      <w:widowControl w:val="0"/>
      <w:jc w:val="both"/>
    </w:pPr>
  </w:style>
  <w:style w:type="paragraph" w:customStyle="1" w:styleId="E7CE665A67884321B0A87CFBDEE1E7F81">
    <w:name w:val="E7CE665A67884321B0A87CFBDEE1E7F81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1">
    <w:name w:val="27F6427657B24747A8B31E3DF185154A1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3">
    <w:name w:val="4A552E0D5CB44DB8B54B180434416E153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B89A7AA6ED4723B473150E3427695511">
    <w:name w:val="15B89A7AA6ED4723B473150E3427695511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92C27AF10EF4BEAA888CF18693E6D4D">
    <w:name w:val="192C27AF10EF4BEAA888CF18693E6D4D"/>
    <w:rsid w:val="00C57996"/>
    <w:pPr>
      <w:widowControl w:val="0"/>
      <w:jc w:val="both"/>
    </w:pPr>
  </w:style>
  <w:style w:type="paragraph" w:customStyle="1" w:styleId="D40A3929E3D1450DBFDFCBBBDC13CCB0">
    <w:name w:val="D40A3929E3D1450DBFDFCBBBDC13CCB0"/>
    <w:rsid w:val="00C57996"/>
    <w:pPr>
      <w:widowControl w:val="0"/>
      <w:jc w:val="both"/>
    </w:pPr>
  </w:style>
  <w:style w:type="paragraph" w:customStyle="1" w:styleId="57C8843827384754AD74CE4DDA4E6296">
    <w:name w:val="57C8843827384754AD74CE4DDA4E6296"/>
    <w:rsid w:val="00C57996"/>
    <w:pPr>
      <w:widowControl w:val="0"/>
      <w:jc w:val="both"/>
    </w:pPr>
  </w:style>
  <w:style w:type="paragraph" w:customStyle="1" w:styleId="B4039AF5C3EC4A5DA231B708DCA1A29D">
    <w:name w:val="B4039AF5C3EC4A5DA231B708DCA1A29D"/>
    <w:rsid w:val="00C57996"/>
    <w:pPr>
      <w:widowControl w:val="0"/>
      <w:jc w:val="both"/>
    </w:pPr>
  </w:style>
  <w:style w:type="paragraph" w:customStyle="1" w:styleId="B55F0730D7C74AE6A876E79816F08715">
    <w:name w:val="B55F0730D7C74AE6A876E79816F08715"/>
    <w:rsid w:val="00C57996"/>
    <w:pPr>
      <w:widowControl w:val="0"/>
      <w:jc w:val="both"/>
    </w:pPr>
  </w:style>
  <w:style w:type="paragraph" w:customStyle="1" w:styleId="3B7491BD621D4D298C9A8D7DD9430227">
    <w:name w:val="3B7491BD621D4D298C9A8D7DD9430227"/>
    <w:rsid w:val="00C57996"/>
    <w:pPr>
      <w:widowControl w:val="0"/>
      <w:jc w:val="both"/>
    </w:pPr>
  </w:style>
  <w:style w:type="paragraph" w:customStyle="1" w:styleId="8C3E49E8D4A141B5BDFFFB68EA5F3283">
    <w:name w:val="8C3E49E8D4A141B5BDFFFB68EA5F3283"/>
    <w:rsid w:val="00C57996"/>
    <w:pPr>
      <w:widowControl w:val="0"/>
      <w:jc w:val="both"/>
    </w:pPr>
  </w:style>
  <w:style w:type="paragraph" w:customStyle="1" w:styleId="9F27125286754E5F9318F0B600417AF1">
    <w:name w:val="9F27125286754E5F9318F0B600417AF1"/>
    <w:rsid w:val="00C57996"/>
    <w:pPr>
      <w:widowControl w:val="0"/>
      <w:jc w:val="both"/>
    </w:pPr>
  </w:style>
  <w:style w:type="paragraph" w:customStyle="1" w:styleId="E7CE665A67884321B0A87CFBDEE1E7F82">
    <w:name w:val="E7CE665A67884321B0A87CFBDEE1E7F82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2">
    <w:name w:val="27F6427657B24747A8B31E3DF185154A2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4">
    <w:name w:val="4A552E0D5CB44DB8B54B180434416E154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B89A7AA6ED4723B473150E3427695512">
    <w:name w:val="15B89A7AA6ED4723B473150E3427695512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3">
    <w:name w:val="E7CE665A67884321B0A87CFBDEE1E7F83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3">
    <w:name w:val="27F6427657B24747A8B31E3DF185154A3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5">
    <w:name w:val="4A552E0D5CB44DB8B54B180434416E155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B89A7AA6ED4723B473150E3427695513">
    <w:name w:val="15B89A7AA6ED4723B473150E3427695513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4">
    <w:name w:val="E7CE665A67884321B0A87CFBDEE1E7F84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4">
    <w:name w:val="27F6427657B24747A8B31E3DF185154A4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6">
    <w:name w:val="4A552E0D5CB44DB8B54B180434416E156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B89A7AA6ED4723B473150E3427695514">
    <w:name w:val="15B89A7AA6ED4723B473150E3427695514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5">
    <w:name w:val="E7CE665A67884321B0A87CFBDEE1E7F85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5">
    <w:name w:val="27F6427657B24747A8B31E3DF185154A5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7">
    <w:name w:val="4A552E0D5CB44DB8B54B180434416E157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B89A7AA6ED4723B473150E3427695515">
    <w:name w:val="15B89A7AA6ED4723B473150E3427695515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089F001D69743F3AF2887CB18A3DC5F">
    <w:name w:val="2089F001D69743F3AF2887CB18A3DC5F"/>
    <w:rsid w:val="00C57996"/>
    <w:pPr>
      <w:widowControl w:val="0"/>
      <w:jc w:val="both"/>
    </w:pPr>
  </w:style>
  <w:style w:type="paragraph" w:customStyle="1" w:styleId="E4752D293F3B424A93B0F29CDD191B16">
    <w:name w:val="E4752D293F3B424A93B0F29CDD191B16"/>
    <w:rsid w:val="00C57996"/>
    <w:pPr>
      <w:widowControl w:val="0"/>
      <w:jc w:val="both"/>
    </w:pPr>
  </w:style>
  <w:style w:type="paragraph" w:customStyle="1" w:styleId="871A5455497C4249BDEE19EFE6C10988">
    <w:name w:val="871A5455497C4249BDEE19EFE6C10988"/>
    <w:rsid w:val="00C57996"/>
    <w:pPr>
      <w:widowControl w:val="0"/>
      <w:jc w:val="both"/>
    </w:pPr>
  </w:style>
  <w:style w:type="paragraph" w:customStyle="1" w:styleId="C339B60755FA48DB8B80E56F31A42682">
    <w:name w:val="C339B60755FA48DB8B80E56F31A42682"/>
    <w:rsid w:val="00C57996"/>
    <w:pPr>
      <w:widowControl w:val="0"/>
      <w:jc w:val="both"/>
    </w:pPr>
  </w:style>
  <w:style w:type="paragraph" w:customStyle="1" w:styleId="E7CE665A67884321B0A87CFBDEE1E7F86">
    <w:name w:val="E7CE665A67884321B0A87CFBDEE1E7F86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6">
    <w:name w:val="27F6427657B24747A8B31E3DF185154A6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8">
    <w:name w:val="4A552E0D5CB44DB8B54B180434416E158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7">
    <w:name w:val="E7CE665A67884321B0A87CFBDEE1E7F87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7">
    <w:name w:val="27F6427657B24747A8B31E3DF185154A7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9">
    <w:name w:val="4A552E0D5CB44DB8B54B180434416E159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8">
    <w:name w:val="E7CE665A67884321B0A87CFBDEE1E7F88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8">
    <w:name w:val="27F6427657B24747A8B31E3DF185154A8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10">
    <w:name w:val="4A552E0D5CB44DB8B54B180434416E1510"/>
    <w:rsid w:val="00C57996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9">
    <w:name w:val="E7CE665A67884321B0A87CFBDEE1E7F8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9">
    <w:name w:val="27F6427657B24747A8B31E3DF185154A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11">
    <w:name w:val="4A552E0D5CB44DB8B54B180434416E151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10">
    <w:name w:val="E7CE665A67884321B0A87CFBDEE1E7F81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10">
    <w:name w:val="27F6427657B24747A8B31E3DF185154A1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12">
    <w:name w:val="4A552E0D5CB44DB8B54B180434416E151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11">
    <w:name w:val="E7CE665A67884321B0A87CFBDEE1E7F81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11">
    <w:name w:val="27F6427657B24747A8B31E3DF185154A1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13">
    <w:name w:val="4A552E0D5CB44DB8B54B180434416E151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12">
    <w:name w:val="E7CE665A67884321B0A87CFBDEE1E7F81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12">
    <w:name w:val="27F6427657B24747A8B31E3DF185154A1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14">
    <w:name w:val="4A552E0D5CB44DB8B54B180434416E151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13">
    <w:name w:val="E7CE665A67884321B0A87CFBDEE1E7F81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13">
    <w:name w:val="27F6427657B24747A8B31E3DF185154A1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15">
    <w:name w:val="4A552E0D5CB44DB8B54B180434416E151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14">
    <w:name w:val="E7CE665A67884321B0A87CFBDEE1E7F81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14">
    <w:name w:val="27F6427657B24747A8B31E3DF185154A1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16">
    <w:name w:val="4A552E0D5CB44DB8B54B180434416E151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15">
    <w:name w:val="E7CE665A67884321B0A87CFBDEE1E7F81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15">
    <w:name w:val="27F6427657B24747A8B31E3DF185154A1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17">
    <w:name w:val="4A552E0D5CB44DB8B54B180434416E151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16">
    <w:name w:val="E7CE665A67884321B0A87CFBDEE1E7F81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16">
    <w:name w:val="27F6427657B24747A8B31E3DF185154A1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18">
    <w:name w:val="4A552E0D5CB44DB8B54B180434416E151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BB0E97456E04A9EBAE4EAB0B1A00F7A">
    <w:name w:val="BBB0E97456E04A9EBAE4EAB0B1A00F7A"/>
    <w:rsid w:val="00934F40"/>
    <w:pPr>
      <w:widowControl w:val="0"/>
      <w:jc w:val="both"/>
    </w:pPr>
  </w:style>
  <w:style w:type="paragraph" w:customStyle="1" w:styleId="E7CE665A67884321B0A87CFBDEE1E7F817">
    <w:name w:val="E7CE665A67884321B0A87CFBDEE1E7F81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17">
    <w:name w:val="27F6427657B24747A8B31E3DF185154A1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19">
    <w:name w:val="4A552E0D5CB44DB8B54B180434416E151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BB0E97456E04A9EBAE4EAB0B1A00F7A1">
    <w:name w:val="BBB0E97456E04A9EBAE4EAB0B1A00F7A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CEE13D5219044FDA9E05CE914808DFB">
    <w:name w:val="BCEE13D5219044FDA9E05CE914808DFB"/>
    <w:rsid w:val="00934F40"/>
    <w:pPr>
      <w:widowControl w:val="0"/>
      <w:jc w:val="both"/>
    </w:pPr>
  </w:style>
  <w:style w:type="paragraph" w:customStyle="1" w:styleId="E7CE665A67884321B0A87CFBDEE1E7F818">
    <w:name w:val="E7CE665A67884321B0A87CFBDEE1E7F81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18">
    <w:name w:val="27F6427657B24747A8B31E3DF185154A1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20">
    <w:name w:val="4A552E0D5CB44DB8B54B180434416E152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BB0E97456E04A9EBAE4EAB0B1A00F7A2">
    <w:name w:val="BBB0E97456E04A9EBAE4EAB0B1A00F7A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19">
    <w:name w:val="E7CE665A67884321B0A87CFBDEE1E7F81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19">
    <w:name w:val="27F6427657B24747A8B31E3DF185154A1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21">
    <w:name w:val="4A552E0D5CB44DB8B54B180434416E152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BB0E97456E04A9EBAE4EAB0B1A00F7A3">
    <w:name w:val="BBB0E97456E04A9EBAE4EAB0B1A00F7A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20">
    <w:name w:val="E7CE665A67884321B0A87CFBDEE1E7F82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20">
    <w:name w:val="27F6427657B24747A8B31E3DF185154A2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22">
    <w:name w:val="4A552E0D5CB44DB8B54B180434416E152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BB0E97456E04A9EBAE4EAB0B1A00F7A4">
    <w:name w:val="BBB0E97456E04A9EBAE4EAB0B1A00F7A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">
    <w:name w:val="3D14072C73554D80865F45346DFDB20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">
    <w:name w:val="629F2539429F47E6963A16C5E4C3BC4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">
    <w:name w:val="DEF41673A6F7411DBEB6C100124EE22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21">
    <w:name w:val="E7CE665A67884321B0A87CFBDEE1E7F82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21">
    <w:name w:val="27F6427657B24747A8B31E3DF185154A2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23">
    <w:name w:val="4A552E0D5CB44DB8B54B180434416E152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BB0E97456E04A9EBAE4EAB0B1A00F7A5">
    <w:name w:val="BBB0E97456E04A9EBAE4EAB0B1A00F7A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1">
    <w:name w:val="3D14072C73554D80865F45346DFDB201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1">
    <w:name w:val="629F2539429F47E6963A16C5E4C3BC41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1">
    <w:name w:val="DEF41673A6F7411DBEB6C100124EE228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22">
    <w:name w:val="E7CE665A67884321B0A87CFBDEE1E7F82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22">
    <w:name w:val="27F6427657B24747A8B31E3DF185154A2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24">
    <w:name w:val="4A552E0D5CB44DB8B54B180434416E152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BB0E97456E04A9EBAE4EAB0B1A00F7A6">
    <w:name w:val="BBB0E97456E04A9EBAE4EAB0B1A00F7A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2">
    <w:name w:val="3D14072C73554D80865F45346DFDB201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2">
    <w:name w:val="629F2539429F47E6963A16C5E4C3BC41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2">
    <w:name w:val="DEF41673A6F7411DBEB6C100124EE228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23">
    <w:name w:val="E7CE665A67884321B0A87CFBDEE1E7F82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23">
    <w:name w:val="27F6427657B24747A8B31E3DF185154A2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25">
    <w:name w:val="4A552E0D5CB44DB8B54B180434416E152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BB0E97456E04A9EBAE4EAB0B1A00F7A7">
    <w:name w:val="BBB0E97456E04A9EBAE4EAB0B1A00F7A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3">
    <w:name w:val="3D14072C73554D80865F45346DFDB201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3">
    <w:name w:val="629F2539429F47E6963A16C5E4C3BC41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3">
    <w:name w:val="DEF41673A6F7411DBEB6C100124EE228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24">
    <w:name w:val="E7CE665A67884321B0A87CFBDEE1E7F82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24">
    <w:name w:val="27F6427657B24747A8B31E3DF185154A2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26">
    <w:name w:val="4A552E0D5CB44DB8B54B180434416E152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BB0E97456E04A9EBAE4EAB0B1A00F7A8">
    <w:name w:val="BBB0E97456E04A9EBAE4EAB0B1A00F7A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4">
    <w:name w:val="3D14072C73554D80865F45346DFDB201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4">
    <w:name w:val="629F2539429F47E6963A16C5E4C3BC41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4">
    <w:name w:val="DEF41673A6F7411DBEB6C100124EE228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25">
    <w:name w:val="E7CE665A67884321B0A87CFBDEE1E7F82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25">
    <w:name w:val="27F6427657B24747A8B31E3DF185154A2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27">
    <w:name w:val="4A552E0D5CB44DB8B54B180434416E152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BB0E97456E04A9EBAE4EAB0B1A00F7A9">
    <w:name w:val="BBB0E97456E04A9EBAE4EAB0B1A00F7A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5">
    <w:name w:val="3D14072C73554D80865F45346DFDB201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5">
    <w:name w:val="629F2539429F47E6963A16C5E4C3BC41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5">
    <w:name w:val="DEF41673A6F7411DBEB6C100124EE228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26">
    <w:name w:val="E7CE665A67884321B0A87CFBDEE1E7F82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26">
    <w:name w:val="27F6427657B24747A8B31E3DF185154A2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28">
    <w:name w:val="4A552E0D5CB44DB8B54B180434416E152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BB0E97456E04A9EBAE4EAB0B1A00F7A10">
    <w:name w:val="BBB0E97456E04A9EBAE4EAB0B1A00F7A1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6">
    <w:name w:val="3D14072C73554D80865F45346DFDB201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6">
    <w:name w:val="629F2539429F47E6963A16C5E4C3BC41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6">
    <w:name w:val="DEF41673A6F7411DBEB6C100124EE228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27">
    <w:name w:val="E7CE665A67884321B0A87CFBDEE1E7F82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27">
    <w:name w:val="27F6427657B24747A8B31E3DF185154A2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29">
    <w:name w:val="4A552E0D5CB44DB8B54B180434416E152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29D7942B364C718D2C3749F3DA2CFC">
    <w:name w:val="D129D7942B364C718D2C3749F3DA2CFC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7">
    <w:name w:val="3D14072C73554D80865F45346DFDB201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7">
    <w:name w:val="629F2539429F47E6963A16C5E4C3BC41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7">
    <w:name w:val="DEF41673A6F7411DBEB6C100124EE228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28">
    <w:name w:val="E7CE665A67884321B0A87CFBDEE1E7F82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28">
    <w:name w:val="27F6427657B24747A8B31E3DF185154A2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30">
    <w:name w:val="4A552E0D5CB44DB8B54B180434416E153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29D7942B364C718D2C3749F3DA2CFC1">
    <w:name w:val="D129D7942B364C718D2C3749F3DA2CFC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8">
    <w:name w:val="3D14072C73554D80865F45346DFDB201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8">
    <w:name w:val="629F2539429F47E6963A16C5E4C3BC41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8">
    <w:name w:val="DEF41673A6F7411DBEB6C100124EE228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29">
    <w:name w:val="E7CE665A67884321B0A87CFBDEE1E7F82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29">
    <w:name w:val="27F6427657B24747A8B31E3DF185154A2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31">
    <w:name w:val="4A552E0D5CB44DB8B54B180434416E153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29D7942B364C718D2C3749F3DA2CFC2">
    <w:name w:val="D129D7942B364C718D2C3749F3DA2CFC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">
    <w:name w:val="8F4AC5DEF17644D4BDAC602FF8FA0632"/>
    <w:rsid w:val="00934F40"/>
    <w:pPr>
      <w:widowControl w:val="0"/>
      <w:jc w:val="both"/>
    </w:pPr>
  </w:style>
  <w:style w:type="paragraph" w:customStyle="1" w:styleId="4F76E3966ADC4ECFAFA7BB651603190D">
    <w:name w:val="4F76E3966ADC4ECFAFA7BB651603190D"/>
    <w:rsid w:val="00934F40"/>
    <w:pPr>
      <w:widowControl w:val="0"/>
      <w:jc w:val="both"/>
    </w:pPr>
  </w:style>
  <w:style w:type="paragraph" w:customStyle="1" w:styleId="7236EF38489545F4BE78AAF5C6A03839">
    <w:name w:val="7236EF38489545F4BE78AAF5C6A03839"/>
    <w:rsid w:val="00934F40"/>
    <w:pPr>
      <w:widowControl w:val="0"/>
      <w:jc w:val="both"/>
    </w:pPr>
  </w:style>
  <w:style w:type="paragraph" w:customStyle="1" w:styleId="D00EB1CD6C8848C08CD015F4113BB7F8">
    <w:name w:val="D00EB1CD6C8848C08CD015F4113BB7F8"/>
    <w:rsid w:val="00934F40"/>
    <w:pPr>
      <w:widowControl w:val="0"/>
      <w:jc w:val="both"/>
    </w:pPr>
  </w:style>
  <w:style w:type="paragraph" w:customStyle="1" w:styleId="BFEC9F23003C425A9583E746441F4308">
    <w:name w:val="BFEC9F23003C425A9583E746441F4308"/>
    <w:rsid w:val="00934F40"/>
    <w:pPr>
      <w:widowControl w:val="0"/>
      <w:jc w:val="both"/>
    </w:pPr>
  </w:style>
  <w:style w:type="paragraph" w:customStyle="1" w:styleId="D020D601A60E4688A08E1E69275A8E0E">
    <w:name w:val="D020D601A60E4688A08E1E69275A8E0E"/>
    <w:rsid w:val="00934F40"/>
    <w:pPr>
      <w:widowControl w:val="0"/>
      <w:jc w:val="both"/>
    </w:pPr>
  </w:style>
  <w:style w:type="paragraph" w:customStyle="1" w:styleId="D13A0B6A91664CE8A663B66FDE3913B6">
    <w:name w:val="D13A0B6A91664CE8A663B66FDE3913B6"/>
    <w:rsid w:val="00934F40"/>
    <w:pPr>
      <w:widowControl w:val="0"/>
      <w:jc w:val="both"/>
    </w:pPr>
  </w:style>
  <w:style w:type="paragraph" w:customStyle="1" w:styleId="7DCD9C424F9C4436874B4EB82D1BCE26">
    <w:name w:val="7DCD9C424F9C4436874B4EB82D1BCE26"/>
    <w:rsid w:val="00934F40"/>
    <w:pPr>
      <w:widowControl w:val="0"/>
      <w:jc w:val="both"/>
    </w:pPr>
  </w:style>
  <w:style w:type="paragraph" w:customStyle="1" w:styleId="3D14072C73554D80865F45346DFDB2019">
    <w:name w:val="3D14072C73554D80865F45346DFDB201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9">
    <w:name w:val="629F2539429F47E6963A16C5E4C3BC41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9">
    <w:name w:val="DEF41673A6F7411DBEB6C100124EE228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30">
    <w:name w:val="E7CE665A67884321B0A87CFBDEE1E7F83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30">
    <w:name w:val="27F6427657B24747A8B31E3DF185154A3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32">
    <w:name w:val="4A552E0D5CB44DB8B54B180434416E153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1">
    <w:name w:val="8F4AC5DEF17644D4BDAC602FF8FA0632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1">
    <w:name w:val="4F76E3966ADC4ECFAFA7BB651603190D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1">
    <w:name w:val="7236EF38489545F4BE78AAF5C6A03839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1">
    <w:name w:val="D00EB1CD6C8848C08CD015F4113BB7F8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1">
    <w:name w:val="BFEC9F23003C425A9583E746441F4308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1">
    <w:name w:val="D020D601A60E4688A08E1E69275A8E0E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29D7942B364C718D2C3749F3DA2CFC3">
    <w:name w:val="D129D7942B364C718D2C3749F3DA2CFC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1">
    <w:name w:val="D13A0B6A91664CE8A663B66FDE3913B6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CD9C424F9C4436874B4EB82D1BCE261">
    <w:name w:val="7DCD9C424F9C4436874B4EB82D1BCE26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10">
    <w:name w:val="3D14072C73554D80865F45346DFDB2011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10">
    <w:name w:val="629F2539429F47E6963A16C5E4C3BC411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10">
    <w:name w:val="DEF41673A6F7411DBEB6C100124EE2281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31">
    <w:name w:val="E7CE665A67884321B0A87CFBDEE1E7F83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31">
    <w:name w:val="27F6427657B24747A8B31E3DF185154A3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33">
    <w:name w:val="4A552E0D5CB44DB8B54B180434416E153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2">
    <w:name w:val="8F4AC5DEF17644D4BDAC602FF8FA0632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2">
    <w:name w:val="4F76E3966ADC4ECFAFA7BB651603190D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2">
    <w:name w:val="7236EF38489545F4BE78AAF5C6A03839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2">
    <w:name w:val="D00EB1CD6C8848C08CD015F4113BB7F8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2">
    <w:name w:val="BFEC9F23003C425A9583E746441F4308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2">
    <w:name w:val="D020D601A60E4688A08E1E69275A8E0E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29D7942B364C718D2C3749F3DA2CFC4">
    <w:name w:val="D129D7942B364C718D2C3749F3DA2CFC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2">
    <w:name w:val="D13A0B6A91664CE8A663B66FDE3913B6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CD9C424F9C4436874B4EB82D1BCE262">
    <w:name w:val="7DCD9C424F9C4436874B4EB82D1BCE26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11">
    <w:name w:val="3D14072C73554D80865F45346DFDB2011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11">
    <w:name w:val="629F2539429F47E6963A16C5E4C3BC411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11">
    <w:name w:val="DEF41673A6F7411DBEB6C100124EE2281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32">
    <w:name w:val="E7CE665A67884321B0A87CFBDEE1E7F83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32">
    <w:name w:val="27F6427657B24747A8B31E3DF185154A3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34">
    <w:name w:val="4A552E0D5CB44DB8B54B180434416E153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3">
    <w:name w:val="8F4AC5DEF17644D4BDAC602FF8FA0632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3">
    <w:name w:val="4F76E3966ADC4ECFAFA7BB651603190D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3">
    <w:name w:val="7236EF38489545F4BE78AAF5C6A03839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3">
    <w:name w:val="D00EB1CD6C8848C08CD015F4113BB7F8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3">
    <w:name w:val="BFEC9F23003C425A9583E746441F4308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3">
    <w:name w:val="D020D601A60E4688A08E1E69275A8E0E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29D7942B364C718D2C3749F3DA2CFC5">
    <w:name w:val="D129D7942B364C718D2C3749F3DA2CFC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3">
    <w:name w:val="D13A0B6A91664CE8A663B66FDE3913B6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CD9C424F9C4436874B4EB82D1BCE263">
    <w:name w:val="7DCD9C424F9C4436874B4EB82D1BCE26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12">
    <w:name w:val="3D14072C73554D80865F45346DFDB2011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12">
    <w:name w:val="629F2539429F47E6963A16C5E4C3BC411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12">
    <w:name w:val="DEF41673A6F7411DBEB6C100124EE2281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33">
    <w:name w:val="E7CE665A67884321B0A87CFBDEE1E7F83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33">
    <w:name w:val="27F6427657B24747A8B31E3DF185154A3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35">
    <w:name w:val="4A552E0D5CB44DB8B54B180434416E153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4">
    <w:name w:val="8F4AC5DEF17644D4BDAC602FF8FA0632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4">
    <w:name w:val="4F76E3966ADC4ECFAFA7BB651603190D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4">
    <w:name w:val="7236EF38489545F4BE78AAF5C6A03839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4">
    <w:name w:val="D00EB1CD6C8848C08CD015F4113BB7F8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4">
    <w:name w:val="BFEC9F23003C425A9583E746441F4308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4">
    <w:name w:val="D020D601A60E4688A08E1E69275A8E0E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29D7942B364C718D2C3749F3DA2CFC6">
    <w:name w:val="D129D7942B364C718D2C3749F3DA2CFC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4">
    <w:name w:val="D13A0B6A91664CE8A663B66FDE3913B6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CD9C424F9C4436874B4EB82D1BCE264">
    <w:name w:val="7DCD9C424F9C4436874B4EB82D1BCE26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13">
    <w:name w:val="3D14072C73554D80865F45346DFDB2011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13">
    <w:name w:val="629F2539429F47E6963A16C5E4C3BC411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13">
    <w:name w:val="DEF41673A6F7411DBEB6C100124EE2281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34">
    <w:name w:val="E7CE665A67884321B0A87CFBDEE1E7F83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34">
    <w:name w:val="27F6427657B24747A8B31E3DF185154A3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36">
    <w:name w:val="4A552E0D5CB44DB8B54B180434416E153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5">
    <w:name w:val="8F4AC5DEF17644D4BDAC602FF8FA0632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5">
    <w:name w:val="4F76E3966ADC4ECFAFA7BB651603190D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5">
    <w:name w:val="7236EF38489545F4BE78AAF5C6A03839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5">
    <w:name w:val="D00EB1CD6C8848C08CD015F4113BB7F8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5">
    <w:name w:val="BFEC9F23003C425A9583E746441F4308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5">
    <w:name w:val="D020D601A60E4688A08E1E69275A8E0E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29D7942B364C718D2C3749F3DA2CFC7">
    <w:name w:val="D129D7942B364C718D2C3749F3DA2CFC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5">
    <w:name w:val="D13A0B6A91664CE8A663B66FDE3913B6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CD9C424F9C4436874B4EB82D1BCE265">
    <w:name w:val="7DCD9C424F9C4436874B4EB82D1BCE26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14">
    <w:name w:val="3D14072C73554D80865F45346DFDB2011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14">
    <w:name w:val="629F2539429F47E6963A16C5E4C3BC411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14">
    <w:name w:val="DEF41673A6F7411DBEB6C100124EE2281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35">
    <w:name w:val="E7CE665A67884321B0A87CFBDEE1E7F83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35">
    <w:name w:val="27F6427657B24747A8B31E3DF185154A3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37">
    <w:name w:val="4A552E0D5CB44DB8B54B180434416E153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6">
    <w:name w:val="8F4AC5DEF17644D4BDAC602FF8FA0632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6">
    <w:name w:val="4F76E3966ADC4ECFAFA7BB651603190D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6">
    <w:name w:val="7236EF38489545F4BE78AAF5C6A03839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6">
    <w:name w:val="D00EB1CD6C8848C08CD015F4113BB7F8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6">
    <w:name w:val="BFEC9F23003C425A9583E746441F4308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6">
    <w:name w:val="D020D601A60E4688A08E1E69275A8E0E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29D7942B364C718D2C3749F3DA2CFC8">
    <w:name w:val="D129D7942B364C718D2C3749F3DA2CFC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6">
    <w:name w:val="D13A0B6A91664CE8A663B66FDE3913B6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CD9C424F9C4436874B4EB82D1BCE266">
    <w:name w:val="7DCD9C424F9C4436874B4EB82D1BCE26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15">
    <w:name w:val="3D14072C73554D80865F45346DFDB2011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15">
    <w:name w:val="629F2539429F47E6963A16C5E4C3BC411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15">
    <w:name w:val="DEF41673A6F7411DBEB6C100124EE2281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36">
    <w:name w:val="E7CE665A67884321B0A87CFBDEE1E7F83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36">
    <w:name w:val="27F6427657B24747A8B31E3DF185154A3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38">
    <w:name w:val="4A552E0D5CB44DB8B54B180434416E153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7">
    <w:name w:val="8F4AC5DEF17644D4BDAC602FF8FA0632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7">
    <w:name w:val="4F76E3966ADC4ECFAFA7BB651603190D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7">
    <w:name w:val="7236EF38489545F4BE78AAF5C6A03839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7">
    <w:name w:val="D00EB1CD6C8848C08CD015F4113BB7F8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7">
    <w:name w:val="BFEC9F23003C425A9583E746441F4308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7">
    <w:name w:val="D020D601A60E4688A08E1E69275A8E0E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29D7942B364C718D2C3749F3DA2CFC9">
    <w:name w:val="D129D7942B364C718D2C3749F3DA2CFC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7">
    <w:name w:val="D13A0B6A91664CE8A663B66FDE3913B6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CD9C424F9C4436874B4EB82D1BCE267">
    <w:name w:val="7DCD9C424F9C4436874B4EB82D1BCE26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16">
    <w:name w:val="3D14072C73554D80865F45346DFDB2011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16">
    <w:name w:val="629F2539429F47E6963A16C5E4C3BC411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16">
    <w:name w:val="DEF41673A6F7411DBEB6C100124EE2281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37">
    <w:name w:val="E7CE665A67884321B0A87CFBDEE1E7F83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37">
    <w:name w:val="27F6427657B24747A8B31E3DF185154A3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39">
    <w:name w:val="4A552E0D5CB44DB8B54B180434416E153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8">
    <w:name w:val="8F4AC5DEF17644D4BDAC602FF8FA0632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8">
    <w:name w:val="4F76E3966ADC4ECFAFA7BB651603190D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8">
    <w:name w:val="7236EF38489545F4BE78AAF5C6A03839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8">
    <w:name w:val="D00EB1CD6C8848C08CD015F4113BB7F8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8">
    <w:name w:val="BFEC9F23003C425A9583E746441F4308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8">
    <w:name w:val="D020D601A60E4688A08E1E69275A8E0E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29D7942B364C718D2C3749F3DA2CFC10">
    <w:name w:val="D129D7942B364C718D2C3749F3DA2CFC1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8">
    <w:name w:val="D13A0B6A91664CE8A663B66FDE3913B6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CD9C424F9C4436874B4EB82D1BCE268">
    <w:name w:val="7DCD9C424F9C4436874B4EB82D1BCE26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17">
    <w:name w:val="3D14072C73554D80865F45346DFDB2011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17">
    <w:name w:val="629F2539429F47E6963A16C5E4C3BC411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17">
    <w:name w:val="DEF41673A6F7411DBEB6C100124EE22817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38">
    <w:name w:val="E7CE665A67884321B0A87CFBDEE1E7F83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38">
    <w:name w:val="27F6427657B24747A8B31E3DF185154A3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40">
    <w:name w:val="4A552E0D5CB44DB8B54B180434416E154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9">
    <w:name w:val="8F4AC5DEF17644D4BDAC602FF8FA0632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9">
    <w:name w:val="4F76E3966ADC4ECFAFA7BB651603190D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9">
    <w:name w:val="7236EF38489545F4BE78AAF5C6A03839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9">
    <w:name w:val="D00EB1CD6C8848C08CD015F4113BB7F8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9">
    <w:name w:val="BFEC9F23003C425A9583E746441F4308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9">
    <w:name w:val="D020D601A60E4688A08E1E69275A8E0E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29D7942B364C718D2C3749F3DA2CFC11">
    <w:name w:val="D129D7942B364C718D2C3749F3DA2CFC1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9">
    <w:name w:val="D13A0B6A91664CE8A663B66FDE3913B6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CD9C424F9C4436874B4EB82D1BCE269">
    <w:name w:val="7DCD9C424F9C4436874B4EB82D1BCE26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18">
    <w:name w:val="3D14072C73554D80865F45346DFDB2011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18">
    <w:name w:val="629F2539429F47E6963A16C5E4C3BC411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18">
    <w:name w:val="DEF41673A6F7411DBEB6C100124EE2281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39">
    <w:name w:val="E7CE665A67884321B0A87CFBDEE1E7F83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39">
    <w:name w:val="27F6427657B24747A8B31E3DF185154A3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41">
    <w:name w:val="4A552E0D5CB44DB8B54B180434416E154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10">
    <w:name w:val="8F4AC5DEF17644D4BDAC602FF8FA06321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10">
    <w:name w:val="4F76E3966ADC4ECFAFA7BB651603190D1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10">
    <w:name w:val="7236EF38489545F4BE78AAF5C6A038391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10">
    <w:name w:val="D00EB1CD6C8848C08CD015F4113BB7F81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10">
    <w:name w:val="BFEC9F23003C425A9583E746441F43081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10">
    <w:name w:val="D020D601A60E4688A08E1E69275A8E0E1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29D7942B364C718D2C3749F3DA2CFC12">
    <w:name w:val="D129D7942B364C718D2C3749F3DA2CFC1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10">
    <w:name w:val="D13A0B6A91664CE8A663B66FDE3913B61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CD9C424F9C4436874B4EB82D1BCE2610">
    <w:name w:val="7DCD9C424F9C4436874B4EB82D1BCE261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19">
    <w:name w:val="3D14072C73554D80865F45346DFDB2011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19">
    <w:name w:val="629F2539429F47E6963A16C5E4C3BC411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19">
    <w:name w:val="DEF41673A6F7411DBEB6C100124EE22819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40">
    <w:name w:val="E7CE665A67884321B0A87CFBDEE1E7F84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40">
    <w:name w:val="27F6427657B24747A8B31E3DF185154A4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42">
    <w:name w:val="4A552E0D5CB44DB8B54B180434416E154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11">
    <w:name w:val="8F4AC5DEF17644D4BDAC602FF8FA06321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11">
    <w:name w:val="4F76E3966ADC4ECFAFA7BB651603190D1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11">
    <w:name w:val="7236EF38489545F4BE78AAF5C6A038391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11">
    <w:name w:val="D00EB1CD6C8848C08CD015F4113BB7F81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11">
    <w:name w:val="BFEC9F23003C425A9583E746441F43081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11">
    <w:name w:val="D020D601A60E4688A08E1E69275A8E0E1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29D7942B364C718D2C3749F3DA2CFC13">
    <w:name w:val="D129D7942B364C718D2C3749F3DA2CFC1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11">
    <w:name w:val="D13A0B6A91664CE8A663B66FDE3913B61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CD9C424F9C4436874B4EB82D1BCE2611">
    <w:name w:val="7DCD9C424F9C4436874B4EB82D1BCE261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D14072C73554D80865F45346DFDB20120">
    <w:name w:val="3D14072C73554D80865F45346DFDB2012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20">
    <w:name w:val="629F2539429F47E6963A16C5E4C3BC412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20">
    <w:name w:val="DEF41673A6F7411DBEB6C100124EE22820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41">
    <w:name w:val="E7CE665A67884321B0A87CFBDEE1E7F84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41">
    <w:name w:val="27F6427657B24747A8B31E3DF185154A4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43">
    <w:name w:val="4A552E0D5CB44DB8B54B180434416E154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12">
    <w:name w:val="8F4AC5DEF17644D4BDAC602FF8FA06321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12">
    <w:name w:val="4F76E3966ADC4ECFAFA7BB651603190D1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12">
    <w:name w:val="7236EF38489545F4BE78AAF5C6A038391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12">
    <w:name w:val="D00EB1CD6C8848C08CD015F4113BB7F81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12">
    <w:name w:val="BFEC9F23003C425A9583E746441F43081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12">
    <w:name w:val="D020D601A60E4688A08E1E69275A8E0E1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29D7942B364C718D2C3749F3DA2CFC14">
    <w:name w:val="D129D7942B364C718D2C3749F3DA2CFC1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12">
    <w:name w:val="D13A0B6A91664CE8A663B66FDE3913B61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CD9C424F9C4436874B4EB82D1BCE2612">
    <w:name w:val="7DCD9C424F9C4436874B4EB82D1BCE261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E08CFCAA6484957BE3CE7C262C432CC">
    <w:name w:val="EE08CFCAA6484957BE3CE7C262C432CC"/>
    <w:rsid w:val="00934F40"/>
    <w:pPr>
      <w:widowControl w:val="0"/>
      <w:jc w:val="both"/>
    </w:pPr>
  </w:style>
  <w:style w:type="paragraph" w:customStyle="1" w:styleId="3D14072C73554D80865F45346DFDB20121">
    <w:name w:val="3D14072C73554D80865F45346DFDB2012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9F2539429F47E6963A16C5E4C3BC4121">
    <w:name w:val="629F2539429F47E6963A16C5E4C3BC412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EF41673A6F7411DBEB6C100124EE22821">
    <w:name w:val="DEF41673A6F7411DBEB6C100124EE2282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42">
    <w:name w:val="E7CE665A67884321B0A87CFBDEE1E7F84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42">
    <w:name w:val="27F6427657B24747A8B31E3DF185154A4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44">
    <w:name w:val="4A552E0D5CB44DB8B54B180434416E154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13">
    <w:name w:val="8F4AC5DEF17644D4BDAC602FF8FA06321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13">
    <w:name w:val="4F76E3966ADC4ECFAFA7BB651603190D1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13">
    <w:name w:val="7236EF38489545F4BE78AAF5C6A038391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13">
    <w:name w:val="D00EB1CD6C8848C08CD015F4113BB7F81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13">
    <w:name w:val="BFEC9F23003C425A9583E746441F43081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13">
    <w:name w:val="D020D601A60E4688A08E1E69275A8E0E1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29D7942B364C718D2C3749F3DA2CFC15">
    <w:name w:val="D129D7942B364C718D2C3749F3DA2CFC1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EEA533395B04D33BB4798295620DFD8">
    <w:name w:val="1EEA533395B04D33BB4798295620DFD8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13">
    <w:name w:val="D13A0B6A91664CE8A663B66FDE3913B61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CD9C424F9C4436874B4EB82D1BCE2613">
    <w:name w:val="7DCD9C424F9C4436874B4EB82D1BCE261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509035D2D0A424C852D87060CA0DA32">
    <w:name w:val="F509035D2D0A424C852D87060CA0DA32"/>
    <w:rsid w:val="00934F40"/>
    <w:pPr>
      <w:widowControl w:val="0"/>
      <w:jc w:val="both"/>
    </w:pPr>
  </w:style>
  <w:style w:type="paragraph" w:customStyle="1" w:styleId="F509035D2D0A424C852D87060CA0DA321">
    <w:name w:val="F509035D2D0A424C852D87060CA0DA32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43">
    <w:name w:val="E7CE665A67884321B0A87CFBDEE1E7F84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43">
    <w:name w:val="27F6427657B24747A8B31E3DF185154A43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45">
    <w:name w:val="4A552E0D5CB44DB8B54B180434416E154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14">
    <w:name w:val="8F4AC5DEF17644D4BDAC602FF8FA06321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14">
    <w:name w:val="4F76E3966ADC4ECFAFA7BB651603190D1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14">
    <w:name w:val="7236EF38489545F4BE78AAF5C6A038391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14">
    <w:name w:val="D00EB1CD6C8848C08CD015F4113BB7F81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14">
    <w:name w:val="BFEC9F23003C425A9583E746441F43081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14">
    <w:name w:val="D020D601A60E4688A08E1E69275A8E0E1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EEA533395B04D33BB4798295620DFD81">
    <w:name w:val="1EEA533395B04D33BB4798295620DFD81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14">
    <w:name w:val="D13A0B6A91664CE8A663B66FDE3913B61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CD9C424F9C4436874B4EB82D1BCE2614">
    <w:name w:val="7DCD9C424F9C4436874B4EB82D1BCE261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509035D2D0A424C852D87060CA0DA322">
    <w:name w:val="F509035D2D0A424C852D87060CA0DA32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44">
    <w:name w:val="E7CE665A67884321B0A87CFBDEE1E7F84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44">
    <w:name w:val="27F6427657B24747A8B31E3DF185154A44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46">
    <w:name w:val="4A552E0D5CB44DB8B54B180434416E1546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15">
    <w:name w:val="8F4AC5DEF17644D4BDAC602FF8FA06321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15">
    <w:name w:val="4F76E3966ADC4ECFAFA7BB651603190D1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15">
    <w:name w:val="7236EF38489545F4BE78AAF5C6A038391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15">
    <w:name w:val="D00EB1CD6C8848C08CD015F4113BB7F81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15">
    <w:name w:val="BFEC9F23003C425A9583E746441F43081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15">
    <w:name w:val="D020D601A60E4688A08E1E69275A8E0E1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EEA533395B04D33BB4798295620DFD82">
    <w:name w:val="1EEA533395B04D33BB4798295620DFD82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15">
    <w:name w:val="D13A0B6A91664CE8A663B66FDE3913B61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CD9C424F9C4436874B4EB82D1BCE2615">
    <w:name w:val="7DCD9C424F9C4436874B4EB82D1BCE2615"/>
    <w:rsid w:val="00934F40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509035D2D0A424C852D87060CA0DA323">
    <w:name w:val="F509035D2D0A424C852D87060CA0DA323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45">
    <w:name w:val="E7CE665A67884321B0A87CFBDEE1E7F845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45">
    <w:name w:val="27F6427657B24747A8B31E3DF185154A45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47">
    <w:name w:val="4A552E0D5CB44DB8B54B180434416E1547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16">
    <w:name w:val="8F4AC5DEF17644D4BDAC602FF8FA063216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16">
    <w:name w:val="4F76E3966ADC4ECFAFA7BB651603190D16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16">
    <w:name w:val="7236EF38489545F4BE78AAF5C6A0383916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16">
    <w:name w:val="D00EB1CD6C8848C08CD015F4113BB7F816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16">
    <w:name w:val="BFEC9F23003C425A9583E746441F430816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16">
    <w:name w:val="D020D601A60E4688A08E1E69275A8E0E16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169A1AF23D24420A53F899A3B49DDAD">
    <w:name w:val="3169A1AF23D24420A53F899A3B49DDAD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16">
    <w:name w:val="D13A0B6A91664CE8A663B66FDE3913B616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CD9C424F9C4436874B4EB82D1BCE2616">
    <w:name w:val="7DCD9C424F9C4436874B4EB82D1BCE2616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D2C640672404E3388E1925EB2984A9C">
    <w:name w:val="ED2C640672404E3388E1925EB2984A9C"/>
    <w:rsid w:val="008630FF"/>
    <w:pPr>
      <w:widowControl w:val="0"/>
      <w:jc w:val="both"/>
    </w:pPr>
  </w:style>
  <w:style w:type="paragraph" w:customStyle="1" w:styleId="F509035D2D0A424C852D87060CA0DA324">
    <w:name w:val="F509035D2D0A424C852D87060CA0DA324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46">
    <w:name w:val="E7CE665A67884321B0A87CFBDEE1E7F846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46">
    <w:name w:val="27F6427657B24747A8B31E3DF185154A46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48">
    <w:name w:val="4A552E0D5CB44DB8B54B180434416E1548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17">
    <w:name w:val="8F4AC5DEF17644D4BDAC602FF8FA063217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17">
    <w:name w:val="4F76E3966ADC4ECFAFA7BB651603190D17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17">
    <w:name w:val="7236EF38489545F4BE78AAF5C6A0383917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17">
    <w:name w:val="D00EB1CD6C8848C08CD015F4113BB7F817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17">
    <w:name w:val="BFEC9F23003C425A9583E746441F430817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17">
    <w:name w:val="D020D601A60E4688A08E1E69275A8E0E17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169A1AF23D24420A53F899A3B49DDAD1">
    <w:name w:val="3169A1AF23D24420A53F899A3B49DDAD1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17">
    <w:name w:val="D13A0B6A91664CE8A663B66FDE3913B617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D2C640672404E3388E1925EB2984A9C1">
    <w:name w:val="ED2C640672404E3388E1925EB2984A9C1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509035D2D0A424C852D87060CA0DA325">
    <w:name w:val="F509035D2D0A424C852D87060CA0DA325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47">
    <w:name w:val="E7CE665A67884321B0A87CFBDEE1E7F847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47">
    <w:name w:val="27F6427657B24747A8B31E3DF185154A47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49">
    <w:name w:val="4A552E0D5CB44DB8B54B180434416E1549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18">
    <w:name w:val="8F4AC5DEF17644D4BDAC602FF8FA063218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18">
    <w:name w:val="4F76E3966ADC4ECFAFA7BB651603190D18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18">
    <w:name w:val="7236EF38489545F4BE78AAF5C6A0383918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18">
    <w:name w:val="D00EB1CD6C8848C08CD015F4113BB7F818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18">
    <w:name w:val="BFEC9F23003C425A9583E746441F430818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18">
    <w:name w:val="D020D601A60E4688A08E1E69275A8E0E18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169A1AF23D24420A53F899A3B49DDAD2">
    <w:name w:val="3169A1AF23D24420A53F899A3B49DDAD2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18">
    <w:name w:val="D13A0B6A91664CE8A663B66FDE3913B618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D2C640672404E3388E1925EB2984A9C2">
    <w:name w:val="ED2C640672404E3388E1925EB2984A9C2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509035D2D0A424C852D87060CA0DA326">
    <w:name w:val="F509035D2D0A424C852D87060CA0DA326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48">
    <w:name w:val="E7CE665A67884321B0A87CFBDEE1E7F848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7F6427657B24747A8B31E3DF185154A48">
    <w:name w:val="27F6427657B24747A8B31E3DF185154A48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A552E0D5CB44DB8B54B180434416E1550">
    <w:name w:val="4A552E0D5CB44DB8B54B180434416E1550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19">
    <w:name w:val="8F4AC5DEF17644D4BDAC602FF8FA063219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19">
    <w:name w:val="4F76E3966ADC4ECFAFA7BB651603190D19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19">
    <w:name w:val="7236EF38489545F4BE78AAF5C6A0383919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19">
    <w:name w:val="D00EB1CD6C8848C08CD015F4113BB7F819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19">
    <w:name w:val="BFEC9F23003C425A9583E746441F430819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19">
    <w:name w:val="D020D601A60E4688A08E1E69275A8E0E19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169A1AF23D24420A53F899A3B49DDAD3">
    <w:name w:val="3169A1AF23D24420A53F899A3B49DDAD3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19">
    <w:name w:val="D13A0B6A91664CE8A663B66FDE3913B619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D2C640672404E3388E1925EB2984A9C3">
    <w:name w:val="ED2C640672404E3388E1925EB2984A9C3"/>
    <w:rsid w:val="008630F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B24C4EC0194640A25B8F345F789C11">
    <w:name w:val="7DB24C4EC0194640A25B8F345F789C11"/>
    <w:rsid w:val="008630FF"/>
    <w:pPr>
      <w:widowControl w:val="0"/>
      <w:jc w:val="both"/>
    </w:pPr>
  </w:style>
  <w:style w:type="paragraph" w:customStyle="1" w:styleId="7399AE07067044368ABEB5F0B6DD1880">
    <w:name w:val="7399AE07067044368ABEB5F0B6DD1880"/>
    <w:rsid w:val="008630FF"/>
    <w:pPr>
      <w:widowControl w:val="0"/>
      <w:jc w:val="both"/>
    </w:pPr>
  </w:style>
  <w:style w:type="paragraph" w:customStyle="1" w:styleId="A55B16F4278F4CF48A8537BE7EEA4951">
    <w:name w:val="A55B16F4278F4CF48A8537BE7EEA4951"/>
    <w:rsid w:val="0055535A"/>
    <w:pPr>
      <w:widowControl w:val="0"/>
      <w:jc w:val="both"/>
    </w:pPr>
  </w:style>
  <w:style w:type="paragraph" w:customStyle="1" w:styleId="F509035D2D0A424C852D87060CA0DA327">
    <w:name w:val="F509035D2D0A424C852D87060CA0DA327"/>
    <w:rsid w:val="0055535A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49">
    <w:name w:val="E7CE665A67884321B0A87CFBDEE1E7F849"/>
    <w:rsid w:val="0055535A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B24C4EC0194640A25B8F345F789C111">
    <w:name w:val="7DB24C4EC0194640A25B8F345F789C111"/>
    <w:rsid w:val="0055535A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399AE07067044368ABEB5F0B6DD18801">
    <w:name w:val="7399AE07067044368ABEB5F0B6DD18801"/>
    <w:rsid w:val="0055535A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20">
    <w:name w:val="8F4AC5DEF17644D4BDAC602FF8FA063220"/>
    <w:rsid w:val="0055535A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20">
    <w:name w:val="4F76E3966ADC4ECFAFA7BB651603190D20"/>
    <w:rsid w:val="0055535A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20">
    <w:name w:val="7236EF38489545F4BE78AAF5C6A0383920"/>
    <w:rsid w:val="0055535A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20">
    <w:name w:val="D00EB1CD6C8848C08CD015F4113BB7F820"/>
    <w:rsid w:val="0055535A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20">
    <w:name w:val="BFEC9F23003C425A9583E746441F430820"/>
    <w:rsid w:val="0055535A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20">
    <w:name w:val="D020D601A60E4688A08E1E69275A8E0E20"/>
    <w:rsid w:val="0055535A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1">
    <w:name w:val="A55B16F4278F4CF48A8537BE7EEA49511"/>
    <w:rsid w:val="0055535A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20">
    <w:name w:val="D13A0B6A91664CE8A663B66FDE3913B620"/>
    <w:rsid w:val="0055535A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D2C640672404E3388E1925EB2984A9C4">
    <w:name w:val="ED2C640672404E3388E1925EB2984A9C4"/>
    <w:rsid w:val="0055535A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509035D2D0A424C852D87060CA0DA328">
    <w:name w:val="F509035D2D0A424C852D87060CA0DA328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">
    <w:name w:val="C5E5D30E3DCF4F30ABDDC51950324E97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50">
    <w:name w:val="E7CE665A67884321B0A87CFBDEE1E7F850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B24C4EC0194640A25B8F345F789C112">
    <w:name w:val="7DB24C4EC0194640A25B8F345F789C112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399AE07067044368ABEB5F0B6DD18802">
    <w:name w:val="7399AE07067044368ABEB5F0B6DD18802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21">
    <w:name w:val="8F4AC5DEF17644D4BDAC602FF8FA063221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21">
    <w:name w:val="4F76E3966ADC4ECFAFA7BB651603190D21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21">
    <w:name w:val="7236EF38489545F4BE78AAF5C6A0383921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21">
    <w:name w:val="D00EB1CD6C8848C08CD015F4113BB7F821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21">
    <w:name w:val="BFEC9F23003C425A9583E746441F430821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21">
    <w:name w:val="D020D601A60E4688A08E1E69275A8E0E21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2">
    <w:name w:val="A55B16F4278F4CF48A8537BE7EEA49512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21">
    <w:name w:val="D13A0B6A91664CE8A663B66FDE3913B621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D2C640672404E3388E1925EB2984A9C5">
    <w:name w:val="ED2C640672404E3388E1925EB2984A9C5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">
    <w:name w:val="12E15ECBC50947698430C5E8C8956D53"/>
    <w:rsid w:val="002644C5"/>
    <w:pPr>
      <w:widowControl w:val="0"/>
      <w:jc w:val="both"/>
    </w:pPr>
  </w:style>
  <w:style w:type="paragraph" w:customStyle="1" w:styleId="2624D0D2A25D4D6AA5E8185D861A63C8">
    <w:name w:val="2624D0D2A25D4D6AA5E8185D861A63C8"/>
    <w:rsid w:val="002644C5"/>
    <w:pPr>
      <w:widowControl w:val="0"/>
      <w:jc w:val="both"/>
    </w:pPr>
  </w:style>
  <w:style w:type="paragraph" w:customStyle="1" w:styleId="F509035D2D0A424C852D87060CA0DA329">
    <w:name w:val="F509035D2D0A424C852D87060CA0DA329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1">
    <w:name w:val="C5E5D30E3DCF4F30ABDDC51950324E971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1">
    <w:name w:val="12E15ECBC50947698430C5E8C8956D531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51">
    <w:name w:val="E7CE665A67884321B0A87CFBDEE1E7F851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B24C4EC0194640A25B8F345F789C113">
    <w:name w:val="7DB24C4EC0194640A25B8F345F789C113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399AE07067044368ABEB5F0B6DD18803">
    <w:name w:val="7399AE07067044368ABEB5F0B6DD18803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22">
    <w:name w:val="8F4AC5DEF17644D4BDAC602FF8FA063222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22">
    <w:name w:val="4F76E3966ADC4ECFAFA7BB651603190D22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22">
    <w:name w:val="7236EF38489545F4BE78AAF5C6A0383922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22">
    <w:name w:val="D00EB1CD6C8848C08CD015F4113BB7F822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22">
    <w:name w:val="BFEC9F23003C425A9583E746441F430822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22">
    <w:name w:val="D020D601A60E4688A08E1E69275A8E0E22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3">
    <w:name w:val="A55B16F4278F4CF48A8537BE7EEA49513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22">
    <w:name w:val="D13A0B6A91664CE8A663B66FDE3913B622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D2C640672404E3388E1925EB2984A9C6">
    <w:name w:val="ED2C640672404E3388E1925EB2984A9C6"/>
    <w:rsid w:val="002644C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">
    <w:name w:val="539176383B604716BD2E9C0A8AF76894"/>
    <w:rsid w:val="002644C5"/>
    <w:pPr>
      <w:widowControl w:val="0"/>
      <w:jc w:val="both"/>
    </w:pPr>
  </w:style>
  <w:style w:type="paragraph" w:customStyle="1" w:styleId="A33106E4D48644E9AE6188C0B5120C60">
    <w:name w:val="A33106E4D48644E9AE6188C0B5120C60"/>
    <w:rsid w:val="002644C5"/>
    <w:pPr>
      <w:widowControl w:val="0"/>
      <w:jc w:val="both"/>
    </w:pPr>
  </w:style>
  <w:style w:type="paragraph" w:customStyle="1" w:styleId="B4CD2134B5AC4B499370B95614F56F18">
    <w:name w:val="B4CD2134B5AC4B499370B95614F56F18"/>
    <w:rsid w:val="002644C5"/>
    <w:pPr>
      <w:widowControl w:val="0"/>
      <w:jc w:val="both"/>
    </w:pPr>
  </w:style>
  <w:style w:type="paragraph" w:customStyle="1" w:styleId="528EA3050A8A4994AFC7A21FEF828E93">
    <w:name w:val="528EA3050A8A4994AFC7A21FEF828E93"/>
    <w:rsid w:val="002644C5"/>
    <w:pPr>
      <w:widowControl w:val="0"/>
      <w:jc w:val="both"/>
    </w:pPr>
  </w:style>
  <w:style w:type="paragraph" w:customStyle="1" w:styleId="6EA458B89ADC475FA4041B2E503BFD5B">
    <w:name w:val="6EA458B89ADC475FA4041B2E503BFD5B"/>
    <w:rsid w:val="002644C5"/>
    <w:pPr>
      <w:widowControl w:val="0"/>
      <w:jc w:val="both"/>
    </w:pPr>
  </w:style>
  <w:style w:type="paragraph" w:customStyle="1" w:styleId="C552727B321240D0A6BC64D1743F875D">
    <w:name w:val="C552727B321240D0A6BC64D1743F875D"/>
    <w:rsid w:val="002644C5"/>
    <w:pPr>
      <w:widowControl w:val="0"/>
      <w:jc w:val="both"/>
    </w:pPr>
  </w:style>
  <w:style w:type="paragraph" w:customStyle="1" w:styleId="05916101CCAF4CECA521E4F4124D5031">
    <w:name w:val="05916101CCAF4CECA521E4F4124D5031"/>
    <w:rsid w:val="002644C5"/>
    <w:pPr>
      <w:widowControl w:val="0"/>
      <w:jc w:val="both"/>
    </w:pPr>
  </w:style>
  <w:style w:type="paragraph" w:customStyle="1" w:styleId="0C5AB82F0CB24C4690EF998D8690BB85">
    <w:name w:val="0C5AB82F0CB24C4690EF998D8690BB85"/>
    <w:rsid w:val="002644C5"/>
    <w:pPr>
      <w:widowControl w:val="0"/>
      <w:jc w:val="both"/>
    </w:pPr>
  </w:style>
  <w:style w:type="paragraph" w:customStyle="1" w:styleId="581BAE1BFBF94199A784CA5E62FF1F46">
    <w:name w:val="581BAE1BFBF94199A784CA5E62FF1F46"/>
    <w:rsid w:val="002644C5"/>
    <w:pPr>
      <w:widowControl w:val="0"/>
      <w:jc w:val="both"/>
    </w:pPr>
  </w:style>
  <w:style w:type="paragraph" w:customStyle="1" w:styleId="612FDABB43E942C7BA50BA9ABE58D6F2">
    <w:name w:val="612FDABB43E942C7BA50BA9ABE58D6F2"/>
    <w:rsid w:val="002644C5"/>
    <w:pPr>
      <w:widowControl w:val="0"/>
      <w:jc w:val="both"/>
    </w:pPr>
  </w:style>
  <w:style w:type="paragraph" w:customStyle="1" w:styleId="02417DEB58AB4D78B5A0F7CFDB21FFE1">
    <w:name w:val="02417DEB58AB4D78B5A0F7CFDB21FFE1"/>
    <w:rsid w:val="002644C5"/>
    <w:pPr>
      <w:widowControl w:val="0"/>
      <w:jc w:val="both"/>
    </w:pPr>
  </w:style>
  <w:style w:type="paragraph" w:customStyle="1" w:styleId="F509035D2D0A424C852D87060CA0DA3210">
    <w:name w:val="F509035D2D0A424C852D87060CA0DA3210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2">
    <w:name w:val="C5E5D30E3DCF4F30ABDDC51950324E972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2">
    <w:name w:val="12E15ECBC50947698430C5E8C8956D532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1">
    <w:name w:val="539176383B604716BD2E9C0A8AF768941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33106E4D48644E9AE6188C0B5120C601">
    <w:name w:val="A33106E4D48644E9AE6188C0B5120C601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4CD2134B5AC4B499370B95614F56F181">
    <w:name w:val="B4CD2134B5AC4B499370B95614F56F181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52">
    <w:name w:val="E7CE665A67884321B0A87CFBDEE1E7F852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B24C4EC0194640A25B8F345F789C114">
    <w:name w:val="7DB24C4EC0194640A25B8F345F789C11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399AE07067044368ABEB5F0B6DD18804">
    <w:name w:val="7399AE07067044368ABEB5F0B6DD1880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23">
    <w:name w:val="8F4AC5DEF17644D4BDAC602FF8FA06322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23">
    <w:name w:val="4F76E3966ADC4ECFAFA7BB651603190D2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23">
    <w:name w:val="7236EF38489545F4BE78AAF5C6A038392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23">
    <w:name w:val="D00EB1CD6C8848C08CD015F4113BB7F82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23">
    <w:name w:val="BFEC9F23003C425A9583E746441F43082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23">
    <w:name w:val="D020D601A60E4688A08E1E69275A8E0E2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4">
    <w:name w:val="A55B16F4278F4CF48A8537BE7EEA4951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23">
    <w:name w:val="D13A0B6A91664CE8A663B66FDE3913B62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D2C640672404E3388E1925EB2984A9C7">
    <w:name w:val="ED2C640672404E3388E1925EB2984A9C7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28EA3050A8A4994AFC7A21FEF828E931">
    <w:name w:val="528EA3050A8A4994AFC7A21FEF828E931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EA458B89ADC475FA4041B2E503BFD5B1">
    <w:name w:val="6EA458B89ADC475FA4041B2E503BFD5B1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52727B321240D0A6BC64D1743F875D1">
    <w:name w:val="C552727B321240D0A6BC64D1743F875D1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5916101CCAF4CECA521E4F4124D50311">
    <w:name w:val="05916101CCAF4CECA521E4F4124D50311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C5AB82F0CB24C4690EF998D8690BB851">
    <w:name w:val="0C5AB82F0CB24C4690EF998D8690BB851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81BAE1BFBF94199A784CA5E62FF1F461">
    <w:name w:val="581BAE1BFBF94199A784CA5E62FF1F461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12FDABB43E942C7BA50BA9ABE58D6F21">
    <w:name w:val="612FDABB43E942C7BA50BA9ABE58D6F21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2417DEB58AB4D78B5A0F7CFDB21FFE11">
    <w:name w:val="02417DEB58AB4D78B5A0F7CFDB21FFE11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509035D2D0A424C852D87060CA0DA3211">
    <w:name w:val="F509035D2D0A424C852D87060CA0DA3211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3">
    <w:name w:val="C5E5D30E3DCF4F30ABDDC51950324E97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3">
    <w:name w:val="12E15ECBC50947698430C5E8C8956D53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2">
    <w:name w:val="539176383B604716BD2E9C0A8AF768942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33106E4D48644E9AE6188C0B5120C602">
    <w:name w:val="A33106E4D48644E9AE6188C0B5120C602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4CD2134B5AC4B499370B95614F56F182">
    <w:name w:val="B4CD2134B5AC4B499370B95614F56F182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53">
    <w:name w:val="E7CE665A67884321B0A87CFBDEE1E7F85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B24C4EC0194640A25B8F345F789C115">
    <w:name w:val="7DB24C4EC0194640A25B8F345F789C11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399AE07067044368ABEB5F0B6DD18805">
    <w:name w:val="7399AE07067044368ABEB5F0B6DD1880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24">
    <w:name w:val="8F4AC5DEF17644D4BDAC602FF8FA06322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725D711F86842F2A3136E821B43F9B4">
    <w:name w:val="F725D711F86842F2A3136E821B43F9B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24">
    <w:name w:val="4F76E3966ADC4ECFAFA7BB651603190D2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24">
    <w:name w:val="7236EF38489545F4BE78AAF5C6A038392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24">
    <w:name w:val="D00EB1CD6C8848C08CD015F4113BB7F82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24">
    <w:name w:val="BFEC9F23003C425A9583E746441F43082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24">
    <w:name w:val="D020D601A60E4688A08E1E69275A8E0E2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5">
    <w:name w:val="A55B16F4278F4CF48A8537BE7EEA4951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24">
    <w:name w:val="D13A0B6A91664CE8A663B66FDE3913B62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D2C640672404E3388E1925EB2984A9C8">
    <w:name w:val="ED2C640672404E3388E1925EB2984A9C8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28EA3050A8A4994AFC7A21FEF828E932">
    <w:name w:val="528EA3050A8A4994AFC7A21FEF828E932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EA458B89ADC475FA4041B2E503BFD5B2">
    <w:name w:val="6EA458B89ADC475FA4041B2E503BFD5B2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52727B321240D0A6BC64D1743F875D2">
    <w:name w:val="C552727B321240D0A6BC64D1743F875D2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5916101CCAF4CECA521E4F4124D50312">
    <w:name w:val="05916101CCAF4CECA521E4F4124D50312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C5AB82F0CB24C4690EF998D8690BB852">
    <w:name w:val="0C5AB82F0CB24C4690EF998D8690BB852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81BAE1BFBF94199A784CA5E62FF1F462">
    <w:name w:val="581BAE1BFBF94199A784CA5E62FF1F462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12FDABB43E942C7BA50BA9ABE58D6F22">
    <w:name w:val="612FDABB43E942C7BA50BA9ABE58D6F22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2417DEB58AB4D78B5A0F7CFDB21FFE12">
    <w:name w:val="02417DEB58AB4D78B5A0F7CFDB21FFE12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509035D2D0A424C852D87060CA0DA3212">
    <w:name w:val="F509035D2D0A424C852D87060CA0DA3212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4">
    <w:name w:val="C5E5D30E3DCF4F30ABDDC51950324E97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4">
    <w:name w:val="12E15ECBC50947698430C5E8C8956D53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3">
    <w:name w:val="539176383B604716BD2E9C0A8AF76894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33106E4D48644E9AE6188C0B5120C603">
    <w:name w:val="A33106E4D48644E9AE6188C0B5120C60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4CD2134B5AC4B499370B95614F56F183">
    <w:name w:val="B4CD2134B5AC4B499370B95614F56F18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54">
    <w:name w:val="E7CE665A67884321B0A87CFBDEE1E7F85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B24C4EC0194640A25B8F345F789C116">
    <w:name w:val="7DB24C4EC0194640A25B8F345F789C116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399AE07067044368ABEB5F0B6DD18806">
    <w:name w:val="7399AE07067044368ABEB5F0B6DD18806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25">
    <w:name w:val="8F4AC5DEF17644D4BDAC602FF8FA06322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725D711F86842F2A3136E821B43F9B41">
    <w:name w:val="F725D711F86842F2A3136E821B43F9B41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25">
    <w:name w:val="4F76E3966ADC4ECFAFA7BB651603190D2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25">
    <w:name w:val="7236EF38489545F4BE78AAF5C6A038392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25">
    <w:name w:val="D00EB1CD6C8848C08CD015F4113BB7F82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25">
    <w:name w:val="BFEC9F23003C425A9583E746441F43082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25">
    <w:name w:val="D020D601A60E4688A08E1E69275A8E0E2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6">
    <w:name w:val="A55B16F4278F4CF48A8537BE7EEA49516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25">
    <w:name w:val="D13A0B6A91664CE8A663B66FDE3913B62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D2C640672404E3388E1925EB2984A9C9">
    <w:name w:val="ED2C640672404E3388E1925EB2984A9C9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28EA3050A8A4994AFC7A21FEF828E933">
    <w:name w:val="528EA3050A8A4994AFC7A21FEF828E93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EA458B89ADC475FA4041B2E503BFD5B3">
    <w:name w:val="6EA458B89ADC475FA4041B2E503BFD5B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52727B321240D0A6BC64D1743F875D3">
    <w:name w:val="C552727B321240D0A6BC64D1743F875D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5916101CCAF4CECA521E4F4124D50313">
    <w:name w:val="05916101CCAF4CECA521E4F4124D5031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C5AB82F0CB24C4690EF998D8690BB853">
    <w:name w:val="0C5AB82F0CB24C4690EF998D8690BB85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81BAE1BFBF94199A784CA5E62FF1F463">
    <w:name w:val="581BAE1BFBF94199A784CA5E62FF1F46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12FDABB43E942C7BA50BA9ABE58D6F23">
    <w:name w:val="612FDABB43E942C7BA50BA9ABE58D6F2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2417DEB58AB4D78B5A0F7CFDB21FFE13">
    <w:name w:val="02417DEB58AB4D78B5A0F7CFDB21FFE1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509035D2D0A424C852D87060CA0DA3213">
    <w:name w:val="F509035D2D0A424C852D87060CA0DA321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5">
    <w:name w:val="C5E5D30E3DCF4F30ABDDC51950324E97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5">
    <w:name w:val="12E15ECBC50947698430C5E8C8956D53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4">
    <w:name w:val="539176383B604716BD2E9C0A8AF76894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33106E4D48644E9AE6188C0B5120C604">
    <w:name w:val="A33106E4D48644E9AE6188C0B5120C60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4CD2134B5AC4B499370B95614F56F184">
    <w:name w:val="B4CD2134B5AC4B499370B95614F56F18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55">
    <w:name w:val="E7CE665A67884321B0A87CFBDEE1E7F85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B24C4EC0194640A25B8F345F789C117">
    <w:name w:val="7DB24C4EC0194640A25B8F345F789C117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399AE07067044368ABEB5F0B6DD18807">
    <w:name w:val="7399AE07067044368ABEB5F0B6DD18807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26">
    <w:name w:val="8F4AC5DEF17644D4BDAC602FF8FA063226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725D711F86842F2A3136E821B43F9B42">
    <w:name w:val="F725D711F86842F2A3136E821B43F9B42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26">
    <w:name w:val="4F76E3966ADC4ECFAFA7BB651603190D26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26">
    <w:name w:val="7236EF38489545F4BE78AAF5C6A0383926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26">
    <w:name w:val="D00EB1CD6C8848C08CD015F4113BB7F826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26">
    <w:name w:val="BFEC9F23003C425A9583E746441F430826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26">
    <w:name w:val="D020D601A60E4688A08E1E69275A8E0E26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7">
    <w:name w:val="A55B16F4278F4CF48A8537BE7EEA49517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26">
    <w:name w:val="D13A0B6A91664CE8A663B66FDE3913B626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D2C640672404E3388E1925EB2984A9C10">
    <w:name w:val="ED2C640672404E3388E1925EB2984A9C10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28EA3050A8A4994AFC7A21FEF828E934">
    <w:name w:val="528EA3050A8A4994AFC7A21FEF828E93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EA458B89ADC475FA4041B2E503BFD5B4">
    <w:name w:val="6EA458B89ADC475FA4041B2E503BFD5B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52727B321240D0A6BC64D1743F875D4">
    <w:name w:val="C552727B321240D0A6BC64D1743F875D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5916101CCAF4CECA521E4F4124D50314">
    <w:name w:val="05916101CCAF4CECA521E4F4124D5031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C5AB82F0CB24C4690EF998D8690BB854">
    <w:name w:val="0C5AB82F0CB24C4690EF998D8690BB85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81BAE1BFBF94199A784CA5E62FF1F464">
    <w:name w:val="581BAE1BFBF94199A784CA5E62FF1F46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12FDABB43E942C7BA50BA9ABE58D6F24">
    <w:name w:val="612FDABB43E942C7BA50BA9ABE58D6F2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2417DEB58AB4D78B5A0F7CFDB21FFE14">
    <w:name w:val="02417DEB58AB4D78B5A0F7CFDB21FFE1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509035D2D0A424C852D87060CA0DA3214">
    <w:name w:val="F509035D2D0A424C852D87060CA0DA3214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6">
    <w:name w:val="C5E5D30E3DCF4F30ABDDC51950324E976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6">
    <w:name w:val="12E15ECBC50947698430C5E8C8956D536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5">
    <w:name w:val="539176383B604716BD2E9C0A8AF76894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33106E4D48644E9AE6188C0B5120C605">
    <w:name w:val="A33106E4D48644E9AE6188C0B5120C60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4CD2134B5AC4B499370B95614F56F185">
    <w:name w:val="B4CD2134B5AC4B499370B95614F56F18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56">
    <w:name w:val="E7CE665A67884321B0A87CFBDEE1E7F856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B24C4EC0194640A25B8F345F789C118">
    <w:name w:val="7DB24C4EC0194640A25B8F345F789C118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399AE07067044368ABEB5F0B6DD18808">
    <w:name w:val="7399AE07067044368ABEB5F0B6DD18808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27">
    <w:name w:val="8F4AC5DEF17644D4BDAC602FF8FA063227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725D711F86842F2A3136E821B43F9B43">
    <w:name w:val="F725D711F86842F2A3136E821B43F9B43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27">
    <w:name w:val="4F76E3966ADC4ECFAFA7BB651603190D27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27">
    <w:name w:val="7236EF38489545F4BE78AAF5C6A0383927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27">
    <w:name w:val="D00EB1CD6C8848C08CD015F4113BB7F827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27">
    <w:name w:val="BFEC9F23003C425A9583E746441F430827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27">
    <w:name w:val="D020D601A60E4688A08E1E69275A8E0E27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8">
    <w:name w:val="A55B16F4278F4CF48A8537BE7EEA49518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27">
    <w:name w:val="D13A0B6A91664CE8A663B66FDE3913B627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D2C640672404E3388E1925EB2984A9C11">
    <w:name w:val="ED2C640672404E3388E1925EB2984A9C11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28EA3050A8A4994AFC7A21FEF828E935">
    <w:name w:val="528EA3050A8A4994AFC7A21FEF828E93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EA458B89ADC475FA4041B2E503BFD5B5">
    <w:name w:val="6EA458B89ADC475FA4041B2E503BFD5B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52727B321240D0A6BC64D1743F875D5">
    <w:name w:val="C552727B321240D0A6BC64D1743F875D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5916101CCAF4CECA521E4F4124D50315">
    <w:name w:val="05916101CCAF4CECA521E4F4124D5031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C5AB82F0CB24C4690EF998D8690BB855">
    <w:name w:val="0C5AB82F0CB24C4690EF998D8690BB85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81BAE1BFBF94199A784CA5E62FF1F465">
    <w:name w:val="581BAE1BFBF94199A784CA5E62FF1F46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12FDABB43E942C7BA50BA9ABE58D6F25">
    <w:name w:val="612FDABB43E942C7BA50BA9ABE58D6F2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2417DEB58AB4D78B5A0F7CFDB21FFE15">
    <w:name w:val="02417DEB58AB4D78B5A0F7CFDB21FFE15"/>
    <w:rsid w:val="00BB5CF5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509035D2D0A424C852D87060CA0DA3215">
    <w:name w:val="F509035D2D0A424C852D87060CA0DA3215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7">
    <w:name w:val="C5E5D30E3DCF4F30ABDDC51950324E977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7">
    <w:name w:val="12E15ECBC50947698430C5E8C8956D537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6">
    <w:name w:val="539176383B604716BD2E9C0A8AF768946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33106E4D48644E9AE6188C0B5120C606">
    <w:name w:val="A33106E4D48644E9AE6188C0B5120C606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4CD2134B5AC4B499370B95614F56F186">
    <w:name w:val="B4CD2134B5AC4B499370B95614F56F186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57">
    <w:name w:val="E7CE665A67884321B0A87CFBDEE1E7F857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B24C4EC0194640A25B8F345F789C119">
    <w:name w:val="7DB24C4EC0194640A25B8F345F789C11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399AE07067044368ABEB5F0B6DD18809">
    <w:name w:val="7399AE07067044368ABEB5F0B6DD1880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28">
    <w:name w:val="8F4AC5DEF17644D4BDAC602FF8FA06322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725D711F86842F2A3136E821B43F9B44">
    <w:name w:val="F725D711F86842F2A3136E821B43F9B44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28">
    <w:name w:val="4F76E3966ADC4ECFAFA7BB651603190D2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28">
    <w:name w:val="7236EF38489545F4BE78AAF5C6A038392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28">
    <w:name w:val="D00EB1CD6C8848C08CD015F4113BB7F82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28">
    <w:name w:val="BFEC9F23003C425A9583E746441F43082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28">
    <w:name w:val="D020D601A60E4688A08E1E69275A8E0E2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9">
    <w:name w:val="A55B16F4278F4CF48A8537BE7EEA4951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28">
    <w:name w:val="D13A0B6A91664CE8A663B66FDE3913B62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D2C640672404E3388E1925EB2984A9C12">
    <w:name w:val="ED2C640672404E3388E1925EB2984A9C1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28EA3050A8A4994AFC7A21FEF828E936">
    <w:name w:val="528EA3050A8A4994AFC7A21FEF828E936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EA458B89ADC475FA4041B2E503BFD5B6">
    <w:name w:val="6EA458B89ADC475FA4041B2E503BFD5B6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52727B321240D0A6BC64D1743F875D6">
    <w:name w:val="C552727B321240D0A6BC64D1743F875D6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5916101CCAF4CECA521E4F4124D50316">
    <w:name w:val="05916101CCAF4CECA521E4F4124D50316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C5AB82F0CB24C4690EF998D8690BB856">
    <w:name w:val="0C5AB82F0CB24C4690EF998D8690BB856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81BAE1BFBF94199A784CA5E62FF1F466">
    <w:name w:val="581BAE1BFBF94199A784CA5E62FF1F466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12FDABB43E942C7BA50BA9ABE58D6F26">
    <w:name w:val="612FDABB43E942C7BA50BA9ABE58D6F26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2417DEB58AB4D78B5A0F7CFDB21FFE16">
    <w:name w:val="02417DEB58AB4D78B5A0F7CFDB21FFE16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509035D2D0A424C852D87060CA0DA3216">
    <w:name w:val="F509035D2D0A424C852D87060CA0DA3216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8">
    <w:name w:val="C5E5D30E3DCF4F30ABDDC51950324E97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8">
    <w:name w:val="12E15ECBC50947698430C5E8C8956D53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7">
    <w:name w:val="539176383B604716BD2E9C0A8AF768947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33106E4D48644E9AE6188C0B5120C607">
    <w:name w:val="A33106E4D48644E9AE6188C0B5120C607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4CD2134B5AC4B499370B95614F56F187">
    <w:name w:val="B4CD2134B5AC4B499370B95614F56F187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58">
    <w:name w:val="E7CE665A67884321B0A87CFBDEE1E7F85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B24C4EC0194640A25B8F345F789C1110">
    <w:name w:val="7DB24C4EC0194640A25B8F345F789C111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399AE07067044368ABEB5F0B6DD188010">
    <w:name w:val="7399AE07067044368ABEB5F0B6DD18801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29">
    <w:name w:val="8F4AC5DEF17644D4BDAC602FF8FA06322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725D711F86842F2A3136E821B43F9B45">
    <w:name w:val="F725D711F86842F2A3136E821B43F9B45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29">
    <w:name w:val="4F76E3966ADC4ECFAFA7BB651603190D2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29">
    <w:name w:val="7236EF38489545F4BE78AAF5C6A038392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29">
    <w:name w:val="D00EB1CD6C8848C08CD015F4113BB7F82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29">
    <w:name w:val="BFEC9F23003C425A9583E746441F43082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29">
    <w:name w:val="D020D601A60E4688A08E1E69275A8E0E2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10">
    <w:name w:val="A55B16F4278F4CF48A8537BE7EEA49511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29">
    <w:name w:val="D13A0B6A91664CE8A663B66FDE3913B62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D2C640672404E3388E1925EB2984A9C13">
    <w:name w:val="ED2C640672404E3388E1925EB2984A9C13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28EA3050A8A4994AFC7A21FEF828E937">
    <w:name w:val="528EA3050A8A4994AFC7A21FEF828E937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EA458B89ADC475FA4041B2E503BFD5B7">
    <w:name w:val="6EA458B89ADC475FA4041B2E503BFD5B7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52727B321240D0A6BC64D1743F875D7">
    <w:name w:val="C552727B321240D0A6BC64D1743F875D7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5916101CCAF4CECA521E4F4124D50317">
    <w:name w:val="05916101CCAF4CECA521E4F4124D50317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C5AB82F0CB24C4690EF998D8690BB857">
    <w:name w:val="0C5AB82F0CB24C4690EF998D8690BB857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81BAE1BFBF94199A784CA5E62FF1F467">
    <w:name w:val="581BAE1BFBF94199A784CA5E62FF1F467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12FDABB43E942C7BA50BA9ABE58D6F27">
    <w:name w:val="612FDABB43E942C7BA50BA9ABE58D6F27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2417DEB58AB4D78B5A0F7CFDB21FFE17">
    <w:name w:val="02417DEB58AB4D78B5A0F7CFDB21FFE17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544217720C40188E861E51E9FA815C">
    <w:name w:val="4F544217720C40188E861E51E9FA815C"/>
    <w:rsid w:val="008F0E12"/>
    <w:pPr>
      <w:widowControl w:val="0"/>
      <w:jc w:val="both"/>
    </w:pPr>
  </w:style>
  <w:style w:type="paragraph" w:customStyle="1" w:styleId="F509035D2D0A424C852D87060CA0DA3217">
    <w:name w:val="F509035D2D0A424C852D87060CA0DA3217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9">
    <w:name w:val="C5E5D30E3DCF4F30ABDDC51950324E97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9">
    <w:name w:val="12E15ECBC50947698430C5E8C8956D53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8">
    <w:name w:val="539176383B604716BD2E9C0A8AF76894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33106E4D48644E9AE6188C0B5120C608">
    <w:name w:val="A33106E4D48644E9AE6188C0B5120C60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4CD2134B5AC4B499370B95614F56F188">
    <w:name w:val="B4CD2134B5AC4B499370B95614F56F18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59">
    <w:name w:val="E7CE665A67884321B0A87CFBDEE1E7F85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B24C4EC0194640A25B8F345F789C1111">
    <w:name w:val="7DB24C4EC0194640A25B8F345F789C111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399AE07067044368ABEB5F0B6DD188011">
    <w:name w:val="7399AE07067044368ABEB5F0B6DD18801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30">
    <w:name w:val="8F4AC5DEF17644D4BDAC602FF8FA06323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725D711F86842F2A3136E821B43F9B46">
    <w:name w:val="F725D711F86842F2A3136E821B43F9B46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30">
    <w:name w:val="4F76E3966ADC4ECFAFA7BB651603190D3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544217720C40188E861E51E9FA815C1">
    <w:name w:val="4F544217720C40188E861E51E9FA815C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30">
    <w:name w:val="7236EF38489545F4BE78AAF5C6A038393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30">
    <w:name w:val="D00EB1CD6C8848C08CD015F4113BB7F83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30">
    <w:name w:val="BFEC9F23003C425A9583E746441F43083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30">
    <w:name w:val="D020D601A60E4688A08E1E69275A8E0E3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11">
    <w:name w:val="A55B16F4278F4CF48A8537BE7EEA49511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30">
    <w:name w:val="D13A0B6A91664CE8A663B66FDE3913B63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D2C640672404E3388E1925EB2984A9C14">
    <w:name w:val="ED2C640672404E3388E1925EB2984A9C14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28EA3050A8A4994AFC7A21FEF828E938">
    <w:name w:val="528EA3050A8A4994AFC7A21FEF828E93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EA458B89ADC475FA4041B2E503BFD5B8">
    <w:name w:val="6EA458B89ADC475FA4041B2E503BFD5B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52727B321240D0A6BC64D1743F875D8">
    <w:name w:val="C552727B321240D0A6BC64D1743F875D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5916101CCAF4CECA521E4F4124D50318">
    <w:name w:val="05916101CCAF4CECA521E4F4124D5031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C5AB82F0CB24C4690EF998D8690BB858">
    <w:name w:val="0C5AB82F0CB24C4690EF998D8690BB85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81BAE1BFBF94199A784CA5E62FF1F468">
    <w:name w:val="581BAE1BFBF94199A784CA5E62FF1F46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12FDABB43E942C7BA50BA9ABE58D6F28">
    <w:name w:val="612FDABB43E942C7BA50BA9ABE58D6F2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2417DEB58AB4D78B5A0F7CFDB21FFE18">
    <w:name w:val="02417DEB58AB4D78B5A0F7CFDB21FFE1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509035D2D0A424C852D87060CA0DA3218">
    <w:name w:val="F509035D2D0A424C852D87060CA0DA321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10">
    <w:name w:val="C5E5D30E3DCF4F30ABDDC51950324E971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10">
    <w:name w:val="12E15ECBC50947698430C5E8C8956D531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9">
    <w:name w:val="539176383B604716BD2E9C0A8AF76894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33106E4D48644E9AE6188C0B5120C609">
    <w:name w:val="A33106E4D48644E9AE6188C0B5120C60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4CD2134B5AC4B499370B95614F56F189">
    <w:name w:val="B4CD2134B5AC4B499370B95614F56F18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60">
    <w:name w:val="E7CE665A67884321B0A87CFBDEE1E7F86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B24C4EC0194640A25B8F345F789C1112">
    <w:name w:val="7DB24C4EC0194640A25B8F345F789C111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399AE07067044368ABEB5F0B6DD188012">
    <w:name w:val="7399AE07067044368ABEB5F0B6DD18801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31">
    <w:name w:val="8F4AC5DEF17644D4BDAC602FF8FA06323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725D711F86842F2A3136E821B43F9B47">
    <w:name w:val="F725D711F86842F2A3136E821B43F9B47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31">
    <w:name w:val="4F76E3966ADC4ECFAFA7BB651603190D3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544217720C40188E861E51E9FA815C2">
    <w:name w:val="4F544217720C40188E861E51E9FA815C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236EF38489545F4BE78AAF5C6A0383931">
    <w:name w:val="7236EF38489545F4BE78AAF5C6A038393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0EB1CD6C8848C08CD015F4113BB7F831">
    <w:name w:val="D00EB1CD6C8848C08CD015F4113BB7F83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FEC9F23003C425A9583E746441F430831">
    <w:name w:val="BFEC9F23003C425A9583E746441F43083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020D601A60E4688A08E1E69275A8E0E31">
    <w:name w:val="D020D601A60E4688A08E1E69275A8E0E3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12">
    <w:name w:val="A55B16F4278F4CF48A8537BE7EEA49511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D13A0B6A91664CE8A663B66FDE3913B631">
    <w:name w:val="D13A0B6A91664CE8A663B66FDE3913B63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D2C640672404E3388E1925EB2984A9C15">
    <w:name w:val="ED2C640672404E3388E1925EB2984A9C15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28EA3050A8A4994AFC7A21FEF828E939">
    <w:name w:val="528EA3050A8A4994AFC7A21FEF828E93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EA458B89ADC475FA4041B2E503BFD5B9">
    <w:name w:val="6EA458B89ADC475FA4041B2E503BFD5B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52727B321240D0A6BC64D1743F875D9">
    <w:name w:val="C552727B321240D0A6BC64D1743F875D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5916101CCAF4CECA521E4F4124D50319">
    <w:name w:val="05916101CCAF4CECA521E4F4124D5031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C5AB82F0CB24C4690EF998D8690BB859">
    <w:name w:val="0C5AB82F0CB24C4690EF998D8690BB85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81BAE1BFBF94199A784CA5E62FF1F469">
    <w:name w:val="581BAE1BFBF94199A784CA5E62FF1F46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12FDABB43E942C7BA50BA9ABE58D6F29">
    <w:name w:val="612FDABB43E942C7BA50BA9ABE58D6F2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2417DEB58AB4D78B5A0F7CFDB21FFE19">
    <w:name w:val="02417DEB58AB4D78B5A0F7CFDB21FFE1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E1D63C8A65F4971BEC59F8562FED5BA">
    <w:name w:val="2E1D63C8A65F4971BEC59F8562FED5BA"/>
    <w:rsid w:val="008F0E12"/>
    <w:pPr>
      <w:widowControl w:val="0"/>
      <w:jc w:val="both"/>
    </w:pPr>
  </w:style>
  <w:style w:type="paragraph" w:customStyle="1" w:styleId="1FCEF57B5E01408A8D71AACC622B7BDE">
    <w:name w:val="1FCEF57B5E01408A8D71AACC622B7BDE"/>
    <w:rsid w:val="008F0E12"/>
    <w:pPr>
      <w:widowControl w:val="0"/>
      <w:jc w:val="both"/>
    </w:pPr>
  </w:style>
  <w:style w:type="paragraph" w:customStyle="1" w:styleId="B6E86351B7DF4089AE4C0A8CEA137EC1">
    <w:name w:val="B6E86351B7DF4089AE4C0A8CEA137EC1"/>
    <w:rsid w:val="008F0E12"/>
    <w:pPr>
      <w:widowControl w:val="0"/>
      <w:jc w:val="both"/>
    </w:pPr>
  </w:style>
  <w:style w:type="paragraph" w:customStyle="1" w:styleId="BC3D9DAE1E7449BB95A048E9AFF1B8BB">
    <w:name w:val="BC3D9DAE1E7449BB95A048E9AFF1B8BB"/>
    <w:rsid w:val="008F0E12"/>
    <w:pPr>
      <w:widowControl w:val="0"/>
      <w:jc w:val="both"/>
    </w:pPr>
  </w:style>
  <w:style w:type="paragraph" w:customStyle="1" w:styleId="7D50B04E00274B80AC36EB3C5E7A15B5">
    <w:name w:val="7D50B04E00274B80AC36EB3C5E7A15B5"/>
    <w:rsid w:val="008F0E12"/>
    <w:pPr>
      <w:widowControl w:val="0"/>
      <w:jc w:val="both"/>
    </w:pPr>
  </w:style>
  <w:style w:type="paragraph" w:customStyle="1" w:styleId="7DAF07FC77A4420880CAA4EB39751B4D">
    <w:name w:val="7DAF07FC77A4420880CAA4EB39751B4D"/>
    <w:rsid w:val="008F0E12"/>
    <w:pPr>
      <w:widowControl w:val="0"/>
      <w:jc w:val="both"/>
    </w:pPr>
  </w:style>
  <w:style w:type="paragraph" w:customStyle="1" w:styleId="79A24045416043B090E0BDF6CDFD4F24">
    <w:name w:val="79A24045416043B090E0BDF6CDFD4F24"/>
    <w:rsid w:val="008F0E12"/>
    <w:pPr>
      <w:widowControl w:val="0"/>
      <w:jc w:val="both"/>
    </w:pPr>
  </w:style>
  <w:style w:type="paragraph" w:customStyle="1" w:styleId="8950ACE8F87540749CED3172AFE11C90">
    <w:name w:val="8950ACE8F87540749CED3172AFE11C90"/>
    <w:rsid w:val="008F0E12"/>
    <w:pPr>
      <w:widowControl w:val="0"/>
      <w:jc w:val="both"/>
    </w:pPr>
  </w:style>
  <w:style w:type="paragraph" w:customStyle="1" w:styleId="12DA2BDBA96F42B89CC61B54B5A39FE9">
    <w:name w:val="12DA2BDBA96F42B89CC61B54B5A39FE9"/>
    <w:rsid w:val="008F0E12"/>
    <w:pPr>
      <w:widowControl w:val="0"/>
      <w:jc w:val="both"/>
    </w:pPr>
  </w:style>
  <w:style w:type="paragraph" w:customStyle="1" w:styleId="621006A21C9644449A095AB709986035">
    <w:name w:val="621006A21C9644449A095AB709986035"/>
    <w:rsid w:val="008F0E12"/>
    <w:pPr>
      <w:widowControl w:val="0"/>
      <w:jc w:val="both"/>
    </w:pPr>
  </w:style>
  <w:style w:type="paragraph" w:customStyle="1" w:styleId="E65350DC0E3E4834B2C4F63A9BFB72B2">
    <w:name w:val="E65350DC0E3E4834B2C4F63A9BFB72B2"/>
    <w:rsid w:val="008F0E12"/>
    <w:pPr>
      <w:widowControl w:val="0"/>
      <w:jc w:val="both"/>
    </w:pPr>
  </w:style>
  <w:style w:type="paragraph" w:customStyle="1" w:styleId="395B6E5E00D3421D95E623D496C41877">
    <w:name w:val="395B6E5E00D3421D95E623D496C41877"/>
    <w:rsid w:val="008F0E12"/>
    <w:pPr>
      <w:widowControl w:val="0"/>
      <w:jc w:val="both"/>
    </w:pPr>
  </w:style>
  <w:style w:type="paragraph" w:customStyle="1" w:styleId="F509035D2D0A424C852D87060CA0DA3219">
    <w:name w:val="F509035D2D0A424C852D87060CA0DA321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11">
    <w:name w:val="C5E5D30E3DCF4F30ABDDC51950324E971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11">
    <w:name w:val="12E15ECBC50947698430C5E8C8956D531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10">
    <w:name w:val="539176383B604716BD2E9C0A8AF768941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33106E4D48644E9AE6188C0B5120C6010">
    <w:name w:val="A33106E4D48644E9AE6188C0B5120C601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4CD2134B5AC4B499370B95614F56F1810">
    <w:name w:val="B4CD2134B5AC4B499370B95614F56F181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61">
    <w:name w:val="E7CE665A67884321B0A87CFBDEE1E7F86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B24C4EC0194640A25B8F345F789C1113">
    <w:name w:val="7DB24C4EC0194640A25B8F345F789C1113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399AE07067044368ABEB5F0B6DD188013">
    <w:name w:val="7399AE07067044368ABEB5F0B6DD188013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32">
    <w:name w:val="8F4AC5DEF17644D4BDAC602FF8FA06323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725D711F86842F2A3136E821B43F9B48">
    <w:name w:val="F725D711F86842F2A3136E821B43F9B48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32">
    <w:name w:val="4F76E3966ADC4ECFAFA7BB651603190D3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544217720C40188E861E51E9FA815C3">
    <w:name w:val="4F544217720C40188E861E51E9FA815C3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E1D63C8A65F4971BEC59F8562FED5BA1">
    <w:name w:val="2E1D63C8A65F4971BEC59F8562FED5BA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FCEF57B5E01408A8D71AACC622B7BDE1">
    <w:name w:val="1FCEF57B5E01408A8D71AACC622B7BDE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6E86351B7DF4089AE4C0A8CEA137EC11">
    <w:name w:val="B6E86351B7DF4089AE4C0A8CEA137EC1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C3D9DAE1E7449BB95A048E9AFF1B8BB1">
    <w:name w:val="BC3D9DAE1E7449BB95A048E9AFF1B8BB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50B04E00274B80AC36EB3C5E7A15B51">
    <w:name w:val="7D50B04E00274B80AC36EB3C5E7A15B5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AF07FC77A4420880CAA4EB39751B4D1">
    <w:name w:val="7DAF07FC77A4420880CAA4EB39751B4D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9A24045416043B090E0BDF6CDFD4F241">
    <w:name w:val="79A24045416043B090E0BDF6CDFD4F24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950ACE8F87540749CED3172AFE11C901">
    <w:name w:val="8950ACE8F87540749CED3172AFE11C90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13">
    <w:name w:val="A55B16F4278F4CF48A8537BE7EEA495113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DA2BDBA96F42B89CC61B54B5A39FE91">
    <w:name w:val="12DA2BDBA96F42B89CC61B54B5A39FE9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1006A21C9644449A095AB7099860351">
    <w:name w:val="621006A21C9644449A095AB709986035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65350DC0E3E4834B2C4F63A9BFB72B21">
    <w:name w:val="E65350DC0E3E4834B2C4F63A9BFB72B2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95B6E5E00D3421D95E623D496C418771">
    <w:name w:val="395B6E5E00D3421D95E623D496C41877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D2C640672404E3388E1925EB2984A9C16">
    <w:name w:val="ED2C640672404E3388E1925EB2984A9C16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28EA3050A8A4994AFC7A21FEF828E9310">
    <w:name w:val="528EA3050A8A4994AFC7A21FEF828E931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EA458B89ADC475FA4041B2E503BFD5B10">
    <w:name w:val="6EA458B89ADC475FA4041B2E503BFD5B1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52727B321240D0A6BC64D1743F875D10">
    <w:name w:val="C552727B321240D0A6BC64D1743F875D1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5916101CCAF4CECA521E4F4124D503110">
    <w:name w:val="05916101CCAF4CECA521E4F4124D50311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C5AB82F0CB24C4690EF998D8690BB8510">
    <w:name w:val="0C5AB82F0CB24C4690EF998D8690BB851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81BAE1BFBF94199A784CA5E62FF1F4610">
    <w:name w:val="581BAE1BFBF94199A784CA5E62FF1F461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12FDABB43E942C7BA50BA9ABE58D6F210">
    <w:name w:val="612FDABB43E942C7BA50BA9ABE58D6F21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2417DEB58AB4D78B5A0F7CFDB21FFE110">
    <w:name w:val="02417DEB58AB4D78B5A0F7CFDB21FFE11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509035D2D0A424C852D87060CA0DA3220">
    <w:name w:val="F509035D2D0A424C852D87060CA0DA3220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12">
    <w:name w:val="C5E5D30E3DCF4F30ABDDC51950324E971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12">
    <w:name w:val="12E15ECBC50947698430C5E8C8956D531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11">
    <w:name w:val="539176383B604716BD2E9C0A8AF768941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33106E4D48644E9AE6188C0B5120C6011">
    <w:name w:val="A33106E4D48644E9AE6188C0B5120C601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4CD2134B5AC4B499370B95614F56F1811">
    <w:name w:val="B4CD2134B5AC4B499370B95614F56F181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62">
    <w:name w:val="E7CE665A67884321B0A87CFBDEE1E7F86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B24C4EC0194640A25B8F345F789C1114">
    <w:name w:val="7DB24C4EC0194640A25B8F345F789C1114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399AE07067044368ABEB5F0B6DD188014">
    <w:name w:val="7399AE07067044368ABEB5F0B6DD188014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33">
    <w:name w:val="8F4AC5DEF17644D4BDAC602FF8FA063233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725D711F86842F2A3136E821B43F9B49">
    <w:name w:val="F725D711F86842F2A3136E821B43F9B49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33">
    <w:name w:val="4F76E3966ADC4ECFAFA7BB651603190D33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544217720C40188E861E51E9FA815C4">
    <w:name w:val="4F544217720C40188E861E51E9FA815C4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E1D63C8A65F4971BEC59F8562FED5BA2">
    <w:name w:val="2E1D63C8A65F4971BEC59F8562FED5BA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FCEF57B5E01408A8D71AACC622B7BDE2">
    <w:name w:val="1FCEF57B5E01408A8D71AACC622B7BDE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6E86351B7DF4089AE4C0A8CEA137EC12">
    <w:name w:val="B6E86351B7DF4089AE4C0A8CEA137EC1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C3D9DAE1E7449BB95A048E9AFF1B8BB2">
    <w:name w:val="BC3D9DAE1E7449BB95A048E9AFF1B8BB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50B04E00274B80AC36EB3C5E7A15B52">
    <w:name w:val="7D50B04E00274B80AC36EB3C5E7A15B5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AF07FC77A4420880CAA4EB39751B4D2">
    <w:name w:val="7DAF07FC77A4420880CAA4EB39751B4D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9A24045416043B090E0BDF6CDFD4F242">
    <w:name w:val="79A24045416043B090E0BDF6CDFD4F24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950ACE8F87540749CED3172AFE11C902">
    <w:name w:val="8950ACE8F87540749CED3172AFE11C90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14">
    <w:name w:val="A55B16F4278F4CF48A8537BE7EEA495114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DA2BDBA96F42B89CC61B54B5A39FE92">
    <w:name w:val="12DA2BDBA96F42B89CC61B54B5A39FE9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21006A21C9644449A095AB7099860352">
    <w:name w:val="621006A21C9644449A095AB709986035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65350DC0E3E4834B2C4F63A9BFB72B22">
    <w:name w:val="E65350DC0E3E4834B2C4F63A9BFB72B2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95B6E5E00D3421D95E623D496C418772">
    <w:name w:val="395B6E5E00D3421D95E623D496C418772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28EA3050A8A4994AFC7A21FEF828E9311">
    <w:name w:val="528EA3050A8A4994AFC7A21FEF828E931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EA458B89ADC475FA4041B2E503BFD5B11">
    <w:name w:val="6EA458B89ADC475FA4041B2E503BFD5B1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52727B321240D0A6BC64D1743F875D11">
    <w:name w:val="C552727B321240D0A6BC64D1743F875D1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5916101CCAF4CECA521E4F4124D503111">
    <w:name w:val="05916101CCAF4CECA521E4F4124D50311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C5AB82F0CB24C4690EF998D8690BB8511">
    <w:name w:val="0C5AB82F0CB24C4690EF998D8690BB851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81BAE1BFBF94199A784CA5E62FF1F4611">
    <w:name w:val="581BAE1BFBF94199A784CA5E62FF1F461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12FDABB43E942C7BA50BA9ABE58D6F211">
    <w:name w:val="612FDABB43E942C7BA50BA9ABE58D6F21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2417DEB58AB4D78B5A0F7CFDB21FFE111">
    <w:name w:val="02417DEB58AB4D78B5A0F7CFDB21FFE111"/>
    <w:rsid w:val="008F0E12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8AF1823BD41489FBF9F7886B902F16D">
    <w:name w:val="B8AF1823BD41489FBF9F7886B902F16D"/>
    <w:rsid w:val="004F5D24"/>
    <w:pPr>
      <w:widowControl w:val="0"/>
      <w:jc w:val="both"/>
    </w:pPr>
  </w:style>
  <w:style w:type="paragraph" w:customStyle="1" w:styleId="8B64A63C9A7A4E9B92BAEEDA038EC123">
    <w:name w:val="8B64A63C9A7A4E9B92BAEEDA038EC123"/>
    <w:rsid w:val="004F5D24"/>
    <w:pPr>
      <w:widowControl w:val="0"/>
      <w:jc w:val="both"/>
    </w:pPr>
  </w:style>
  <w:style w:type="paragraph" w:customStyle="1" w:styleId="3F4B74BA37E143E98296CFC92A0A16B5">
    <w:name w:val="3F4B74BA37E143E98296CFC92A0A16B5"/>
    <w:rsid w:val="004F5D24"/>
    <w:pPr>
      <w:widowControl w:val="0"/>
      <w:jc w:val="both"/>
    </w:pPr>
  </w:style>
  <w:style w:type="paragraph" w:customStyle="1" w:styleId="C38B3597F8874F11A31BE3AF96B90A59">
    <w:name w:val="C38B3597F8874F11A31BE3AF96B90A59"/>
    <w:rsid w:val="004F5D24"/>
    <w:pPr>
      <w:widowControl w:val="0"/>
      <w:jc w:val="both"/>
    </w:pPr>
  </w:style>
  <w:style w:type="paragraph" w:customStyle="1" w:styleId="50AEE694C5964189BEABB2554D9EC5B4">
    <w:name w:val="50AEE694C5964189BEABB2554D9EC5B4"/>
    <w:rsid w:val="004F5D24"/>
    <w:pPr>
      <w:widowControl w:val="0"/>
      <w:jc w:val="both"/>
    </w:pPr>
  </w:style>
  <w:style w:type="paragraph" w:customStyle="1" w:styleId="15ADE8F02FCA4EC19606AF81C36948CC">
    <w:name w:val="15ADE8F02FCA4EC19606AF81C36948CC"/>
    <w:rsid w:val="004F5D24"/>
    <w:pPr>
      <w:widowControl w:val="0"/>
      <w:jc w:val="both"/>
    </w:pPr>
  </w:style>
  <w:style w:type="paragraph" w:customStyle="1" w:styleId="8D241DEFB42A4C5E8A2E0B4A46E68AC6">
    <w:name w:val="8D241DEFB42A4C5E8A2E0B4A46E68AC6"/>
    <w:rsid w:val="004F5D24"/>
    <w:pPr>
      <w:widowControl w:val="0"/>
      <w:jc w:val="both"/>
    </w:pPr>
  </w:style>
  <w:style w:type="paragraph" w:customStyle="1" w:styleId="AA268197E737488AA4DAC4A07EE110AA">
    <w:name w:val="AA268197E737488AA4DAC4A07EE110AA"/>
    <w:rsid w:val="004F5D24"/>
    <w:pPr>
      <w:widowControl w:val="0"/>
      <w:jc w:val="both"/>
    </w:pPr>
  </w:style>
  <w:style w:type="paragraph" w:customStyle="1" w:styleId="B2AD14C5E7E24E40BFD7D0936DA08BDA">
    <w:name w:val="B2AD14C5E7E24E40BFD7D0936DA08BDA"/>
    <w:rsid w:val="004F5D24"/>
    <w:pPr>
      <w:widowControl w:val="0"/>
      <w:jc w:val="both"/>
    </w:pPr>
  </w:style>
  <w:style w:type="paragraph" w:customStyle="1" w:styleId="96C9FE71556F4BE1BC57A5292C4A6CA8">
    <w:name w:val="96C9FE71556F4BE1BC57A5292C4A6CA8"/>
    <w:rsid w:val="004F5D24"/>
    <w:pPr>
      <w:widowControl w:val="0"/>
      <w:jc w:val="both"/>
    </w:pPr>
  </w:style>
  <w:style w:type="paragraph" w:customStyle="1" w:styleId="8E10455D03A745F2843A3FBF81B3F03D">
    <w:name w:val="8E10455D03A745F2843A3FBF81B3F03D"/>
    <w:rsid w:val="004F5D24"/>
    <w:pPr>
      <w:widowControl w:val="0"/>
      <w:jc w:val="both"/>
    </w:pPr>
  </w:style>
  <w:style w:type="paragraph" w:customStyle="1" w:styleId="369970F17C884CB39EE8345D198F3AB3">
    <w:name w:val="369970F17C884CB39EE8345D198F3AB3"/>
    <w:rsid w:val="004F5D24"/>
    <w:pPr>
      <w:widowControl w:val="0"/>
      <w:jc w:val="both"/>
    </w:pPr>
  </w:style>
  <w:style w:type="paragraph" w:customStyle="1" w:styleId="06CC77A2A6EE4CB7BD242A2D31262419">
    <w:name w:val="06CC77A2A6EE4CB7BD242A2D31262419"/>
    <w:rsid w:val="004F5D24"/>
    <w:pPr>
      <w:widowControl w:val="0"/>
      <w:jc w:val="both"/>
    </w:pPr>
  </w:style>
  <w:style w:type="paragraph" w:customStyle="1" w:styleId="869095D88FE54631BF58311BE7CF6D91">
    <w:name w:val="869095D88FE54631BF58311BE7CF6D91"/>
    <w:rsid w:val="004F5D24"/>
    <w:pPr>
      <w:widowControl w:val="0"/>
      <w:jc w:val="both"/>
    </w:pPr>
  </w:style>
  <w:style w:type="paragraph" w:customStyle="1" w:styleId="C66056346D6B4903BA7C48D49274DBA1">
    <w:name w:val="C66056346D6B4903BA7C48D49274DBA1"/>
    <w:rsid w:val="004F5D24"/>
    <w:pPr>
      <w:widowControl w:val="0"/>
      <w:jc w:val="both"/>
    </w:pPr>
  </w:style>
  <w:style w:type="paragraph" w:customStyle="1" w:styleId="F2958E03B8624D928B43CF79E5A5E555">
    <w:name w:val="F2958E03B8624D928B43CF79E5A5E555"/>
    <w:rsid w:val="004F5D24"/>
    <w:pPr>
      <w:widowControl w:val="0"/>
      <w:jc w:val="both"/>
    </w:pPr>
  </w:style>
  <w:style w:type="paragraph" w:customStyle="1" w:styleId="E4539D839678485898F70C56A366B4F2">
    <w:name w:val="E4539D839678485898F70C56A366B4F2"/>
    <w:rsid w:val="004F5D24"/>
    <w:pPr>
      <w:widowControl w:val="0"/>
      <w:jc w:val="both"/>
    </w:pPr>
  </w:style>
  <w:style w:type="paragraph" w:customStyle="1" w:styleId="F509035D2D0A424C852D87060CA0DA3221">
    <w:name w:val="F509035D2D0A424C852D87060CA0DA3221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13">
    <w:name w:val="C5E5D30E3DCF4F30ABDDC51950324E9713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13">
    <w:name w:val="12E15ECBC50947698430C5E8C8956D5313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12">
    <w:name w:val="539176383B604716BD2E9C0A8AF7689412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33106E4D48644E9AE6188C0B5120C6012">
    <w:name w:val="A33106E4D48644E9AE6188C0B5120C6012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4CD2134B5AC4B499370B95614F56F1812">
    <w:name w:val="B4CD2134B5AC4B499370B95614F56F1812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63">
    <w:name w:val="E7CE665A67884321B0A87CFBDEE1E7F863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B24C4EC0194640A25B8F345F789C1115">
    <w:name w:val="7DB24C4EC0194640A25B8F345F789C1115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399AE07067044368ABEB5F0B6DD188015">
    <w:name w:val="7399AE07067044368ABEB5F0B6DD188015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34">
    <w:name w:val="8F4AC5DEF17644D4BDAC602FF8FA063234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725D711F86842F2A3136E821B43F9B410">
    <w:name w:val="F725D711F86842F2A3136E821B43F9B410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34">
    <w:name w:val="4F76E3966ADC4ECFAFA7BB651603190D34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8AF1823BD41489FBF9F7886B902F16D1">
    <w:name w:val="B8AF1823BD41489FBF9F7886B902F16D1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B64A63C9A7A4E9B92BAEEDA038EC1231">
    <w:name w:val="8B64A63C9A7A4E9B92BAEEDA038EC1231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F4B74BA37E143E98296CFC92A0A16B51">
    <w:name w:val="3F4B74BA37E143E98296CFC92A0A16B51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38B3597F8874F11A31BE3AF96B90A591">
    <w:name w:val="C38B3597F8874F11A31BE3AF96B90A591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0AEE694C5964189BEABB2554D9EC5B41">
    <w:name w:val="50AEE694C5964189BEABB2554D9EC5B41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ADE8F02FCA4EC19606AF81C36948CC1">
    <w:name w:val="15ADE8F02FCA4EC19606AF81C36948CC1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D241DEFB42A4C5E8A2E0B4A46E68AC61">
    <w:name w:val="8D241DEFB42A4C5E8A2E0B4A46E68AC61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A268197E737488AA4DAC4A07EE110AA1">
    <w:name w:val="AA268197E737488AA4DAC4A07EE110AA1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2AD14C5E7E24E40BFD7D0936DA08BDA1">
    <w:name w:val="B2AD14C5E7E24E40BFD7D0936DA08BDA1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15">
    <w:name w:val="A55B16F4278F4CF48A8537BE7EEA495115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69095D88FE54631BF58311BE7CF6D911">
    <w:name w:val="869095D88FE54631BF58311BE7CF6D911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66056346D6B4903BA7C48D49274DBA11">
    <w:name w:val="C66056346D6B4903BA7C48D49274DBA11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2958E03B8624D928B43CF79E5A5E5551">
    <w:name w:val="F2958E03B8624D928B43CF79E5A5E5551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4539D839678485898F70C56A366B4F21">
    <w:name w:val="E4539D839678485898F70C56A366B4F21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28EA3050A8A4994AFC7A21FEF828E9312">
    <w:name w:val="528EA3050A8A4994AFC7A21FEF828E9312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EA458B89ADC475FA4041B2E503BFD5B12">
    <w:name w:val="6EA458B89ADC475FA4041B2E503BFD5B12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52727B321240D0A6BC64D1743F875D12">
    <w:name w:val="C552727B321240D0A6BC64D1743F875D12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5916101CCAF4CECA521E4F4124D503112">
    <w:name w:val="05916101CCAF4CECA521E4F4124D503112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C5AB82F0CB24C4690EF998D8690BB8512">
    <w:name w:val="0C5AB82F0CB24C4690EF998D8690BB8512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81BAE1BFBF94199A784CA5E62FF1F4612">
    <w:name w:val="581BAE1BFBF94199A784CA5E62FF1F4612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12FDABB43E942C7BA50BA9ABE58D6F212">
    <w:name w:val="612FDABB43E942C7BA50BA9ABE58D6F212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2417DEB58AB4D78B5A0F7CFDB21FFE112">
    <w:name w:val="02417DEB58AB4D78B5A0F7CFDB21FFE112"/>
    <w:rsid w:val="004F5D24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509035D2D0A424C852D87060CA0DA3222">
    <w:name w:val="F509035D2D0A424C852D87060CA0DA3222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14">
    <w:name w:val="C5E5D30E3DCF4F30ABDDC51950324E9714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14">
    <w:name w:val="12E15ECBC50947698430C5E8C8956D5314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13">
    <w:name w:val="539176383B604716BD2E9C0A8AF768941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33106E4D48644E9AE6188C0B5120C6013">
    <w:name w:val="A33106E4D48644E9AE6188C0B5120C601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4CD2134B5AC4B499370B95614F56F1813">
    <w:name w:val="B4CD2134B5AC4B499370B95614F56F181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64">
    <w:name w:val="E7CE665A67884321B0A87CFBDEE1E7F864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DB24C4EC0194640A25B8F345F789C1116">
    <w:name w:val="7DB24C4EC0194640A25B8F345F789C1116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7399AE07067044368ABEB5F0B6DD188016">
    <w:name w:val="7399AE07067044368ABEB5F0B6DD188016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35">
    <w:name w:val="8F4AC5DEF17644D4BDAC602FF8FA063235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725D711F86842F2A3136E821B43F9B411">
    <w:name w:val="F725D711F86842F2A3136E821B43F9B411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35">
    <w:name w:val="4F76E3966ADC4ECFAFA7BB651603190D35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8AF1823BD41489FBF9F7886B902F16D2">
    <w:name w:val="B8AF1823BD41489FBF9F7886B902F16D2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B64A63C9A7A4E9B92BAEEDA038EC1232">
    <w:name w:val="8B64A63C9A7A4E9B92BAEEDA038EC1232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F4B74BA37E143E98296CFC92A0A16B52">
    <w:name w:val="3F4B74BA37E143E98296CFC92A0A16B52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38B3597F8874F11A31BE3AF96B90A592">
    <w:name w:val="C38B3597F8874F11A31BE3AF96B90A592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0AEE694C5964189BEABB2554D9EC5B42">
    <w:name w:val="50AEE694C5964189BEABB2554D9EC5B42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ADE8F02FCA4EC19606AF81C36948CC2">
    <w:name w:val="15ADE8F02FCA4EC19606AF81C36948CC2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D241DEFB42A4C5E8A2E0B4A46E68AC62">
    <w:name w:val="8D241DEFB42A4C5E8A2E0B4A46E68AC62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A268197E737488AA4DAC4A07EE110AA2">
    <w:name w:val="AA268197E737488AA4DAC4A07EE110AA2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2AD14C5E7E24E40BFD7D0936DA08BDA2">
    <w:name w:val="B2AD14C5E7E24E40BFD7D0936DA08BDA2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16">
    <w:name w:val="A55B16F4278F4CF48A8537BE7EEA495116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69095D88FE54631BF58311BE7CF6D912">
    <w:name w:val="869095D88FE54631BF58311BE7CF6D912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66056346D6B4903BA7C48D49274DBA12">
    <w:name w:val="C66056346D6B4903BA7C48D49274DBA12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2958E03B8624D928B43CF79E5A5E5552">
    <w:name w:val="F2958E03B8624D928B43CF79E5A5E5552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4539D839678485898F70C56A366B4F22">
    <w:name w:val="E4539D839678485898F70C56A366B4F22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28EA3050A8A4994AFC7A21FEF828E9313">
    <w:name w:val="528EA3050A8A4994AFC7A21FEF828E931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EA458B89ADC475FA4041B2E503BFD5B13">
    <w:name w:val="6EA458B89ADC475FA4041B2E503BFD5B1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52727B321240D0A6BC64D1743F875D13">
    <w:name w:val="C552727B321240D0A6BC64D1743F875D1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5916101CCAF4CECA521E4F4124D503113">
    <w:name w:val="05916101CCAF4CECA521E4F4124D50311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C5AB82F0CB24C4690EF998D8690BB8513">
    <w:name w:val="0C5AB82F0CB24C4690EF998D8690BB851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81BAE1BFBF94199A784CA5E62FF1F4613">
    <w:name w:val="581BAE1BFBF94199A784CA5E62FF1F461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12FDABB43E942C7BA50BA9ABE58D6F213">
    <w:name w:val="612FDABB43E942C7BA50BA9ABE58D6F21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2417DEB58AB4D78B5A0F7CFDB21FFE113">
    <w:name w:val="02417DEB58AB4D78B5A0F7CFDB21FFE11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C07091AB98C46718BA09DEC7C7AE2A7">
    <w:name w:val="8C07091AB98C46718BA09DEC7C7AE2A7"/>
    <w:rsid w:val="008E5DCD"/>
    <w:pPr>
      <w:widowControl w:val="0"/>
      <w:jc w:val="both"/>
    </w:pPr>
  </w:style>
  <w:style w:type="paragraph" w:customStyle="1" w:styleId="7FB4259D219D45D19F6849F299570033">
    <w:name w:val="7FB4259D219D45D19F6849F299570033"/>
    <w:rsid w:val="008E5DCD"/>
    <w:pPr>
      <w:widowControl w:val="0"/>
      <w:jc w:val="both"/>
    </w:pPr>
  </w:style>
  <w:style w:type="paragraph" w:customStyle="1" w:styleId="E2DC195A9F414A5EBB0AA54F259606BA">
    <w:name w:val="E2DC195A9F414A5EBB0AA54F259606BA"/>
    <w:rsid w:val="008E5DCD"/>
    <w:pPr>
      <w:widowControl w:val="0"/>
      <w:jc w:val="both"/>
    </w:pPr>
  </w:style>
  <w:style w:type="paragraph" w:customStyle="1" w:styleId="7CB42655768C4D148C46ECD62920594A">
    <w:name w:val="7CB42655768C4D148C46ECD62920594A"/>
    <w:rsid w:val="008E5DCD"/>
    <w:pPr>
      <w:widowControl w:val="0"/>
      <w:jc w:val="both"/>
    </w:pPr>
  </w:style>
  <w:style w:type="paragraph" w:customStyle="1" w:styleId="8E5AEE9241F642A1A622156BFDD74A55">
    <w:name w:val="8E5AEE9241F642A1A622156BFDD74A55"/>
    <w:rsid w:val="008E5DCD"/>
    <w:pPr>
      <w:widowControl w:val="0"/>
      <w:jc w:val="both"/>
    </w:pPr>
  </w:style>
  <w:style w:type="paragraph" w:customStyle="1" w:styleId="3335114679534321885188BCAE1C7C56">
    <w:name w:val="3335114679534321885188BCAE1C7C56"/>
    <w:rsid w:val="008E5DCD"/>
    <w:pPr>
      <w:widowControl w:val="0"/>
      <w:jc w:val="both"/>
    </w:pPr>
  </w:style>
  <w:style w:type="paragraph" w:customStyle="1" w:styleId="2DCFD5628B804AB1B5950EF4F8957CB6">
    <w:name w:val="2DCFD5628B804AB1B5950EF4F8957CB6"/>
    <w:rsid w:val="008E5DCD"/>
    <w:pPr>
      <w:widowControl w:val="0"/>
      <w:jc w:val="both"/>
    </w:pPr>
  </w:style>
  <w:style w:type="paragraph" w:customStyle="1" w:styleId="C463B4B8D7FC4420B2CA2EBAA3144696">
    <w:name w:val="C463B4B8D7FC4420B2CA2EBAA3144696"/>
    <w:rsid w:val="008E5DCD"/>
    <w:pPr>
      <w:widowControl w:val="0"/>
      <w:jc w:val="both"/>
    </w:pPr>
  </w:style>
  <w:style w:type="paragraph" w:customStyle="1" w:styleId="959B2ED829FC4E9A8482E99A78622A67">
    <w:name w:val="959B2ED829FC4E9A8482E99A78622A67"/>
    <w:rsid w:val="008E5DCD"/>
    <w:pPr>
      <w:widowControl w:val="0"/>
      <w:jc w:val="both"/>
    </w:pPr>
  </w:style>
  <w:style w:type="paragraph" w:customStyle="1" w:styleId="A8AFD34F4D1A4825B77DB596666CFDB0">
    <w:name w:val="A8AFD34F4D1A4825B77DB596666CFDB0"/>
    <w:rsid w:val="008E5DCD"/>
    <w:pPr>
      <w:widowControl w:val="0"/>
      <w:jc w:val="both"/>
    </w:pPr>
  </w:style>
  <w:style w:type="paragraph" w:customStyle="1" w:styleId="A50E5FEEFB4C4948B76D3039762BDCAC">
    <w:name w:val="A50E5FEEFB4C4948B76D3039762BDCAC"/>
    <w:rsid w:val="008E5DCD"/>
    <w:pPr>
      <w:widowControl w:val="0"/>
      <w:jc w:val="both"/>
    </w:pPr>
  </w:style>
  <w:style w:type="paragraph" w:customStyle="1" w:styleId="2E82E19246104A2BBAB6ED8AFCAABFDE">
    <w:name w:val="2E82E19246104A2BBAB6ED8AFCAABFDE"/>
    <w:rsid w:val="008E5DCD"/>
    <w:pPr>
      <w:widowControl w:val="0"/>
      <w:jc w:val="both"/>
    </w:pPr>
  </w:style>
  <w:style w:type="paragraph" w:customStyle="1" w:styleId="B6198591CA48492AA8CB649A37184651">
    <w:name w:val="B6198591CA48492AA8CB649A37184651"/>
    <w:rsid w:val="008E5DCD"/>
    <w:pPr>
      <w:widowControl w:val="0"/>
      <w:jc w:val="both"/>
    </w:pPr>
  </w:style>
  <w:style w:type="paragraph" w:customStyle="1" w:styleId="A2B947853BA94A298164F0A8493FB6DF">
    <w:name w:val="A2B947853BA94A298164F0A8493FB6DF"/>
    <w:rsid w:val="008E5DCD"/>
    <w:pPr>
      <w:widowControl w:val="0"/>
      <w:jc w:val="both"/>
    </w:pPr>
  </w:style>
  <w:style w:type="paragraph" w:customStyle="1" w:styleId="4945BE004A3A4472BD0096D94B9E38E6">
    <w:name w:val="4945BE004A3A4472BD0096D94B9E38E6"/>
    <w:rsid w:val="008E5DCD"/>
    <w:pPr>
      <w:widowControl w:val="0"/>
      <w:jc w:val="both"/>
    </w:pPr>
  </w:style>
  <w:style w:type="paragraph" w:customStyle="1" w:styleId="EAB0103EACC640EF9A878FD294D670EA">
    <w:name w:val="EAB0103EACC640EF9A878FD294D670EA"/>
    <w:rsid w:val="008E5DCD"/>
    <w:pPr>
      <w:widowControl w:val="0"/>
      <w:jc w:val="both"/>
    </w:pPr>
  </w:style>
  <w:style w:type="paragraph" w:customStyle="1" w:styleId="56DEB6CA4BE846CAA97AF4B917CBDD26">
    <w:name w:val="56DEB6CA4BE846CAA97AF4B917CBDD26"/>
    <w:rsid w:val="008E5DCD"/>
    <w:pPr>
      <w:widowControl w:val="0"/>
      <w:jc w:val="both"/>
    </w:pPr>
  </w:style>
  <w:style w:type="paragraph" w:customStyle="1" w:styleId="2A91800E5D6B4C9D9BB10985C167F1FE">
    <w:name w:val="2A91800E5D6B4C9D9BB10985C167F1FE"/>
    <w:rsid w:val="008E5DCD"/>
    <w:pPr>
      <w:widowControl w:val="0"/>
      <w:jc w:val="both"/>
    </w:pPr>
  </w:style>
  <w:style w:type="paragraph" w:customStyle="1" w:styleId="60E11E416A004154A0933768364B98F3">
    <w:name w:val="60E11E416A004154A0933768364B98F3"/>
    <w:rsid w:val="008E5DCD"/>
    <w:pPr>
      <w:widowControl w:val="0"/>
      <w:jc w:val="both"/>
    </w:pPr>
  </w:style>
  <w:style w:type="paragraph" w:customStyle="1" w:styleId="E141314E15704FA9A58362D8DD84E44D">
    <w:name w:val="E141314E15704FA9A58362D8DD84E44D"/>
    <w:rsid w:val="008E5DCD"/>
    <w:pPr>
      <w:widowControl w:val="0"/>
      <w:jc w:val="both"/>
    </w:pPr>
  </w:style>
  <w:style w:type="paragraph" w:customStyle="1" w:styleId="F0B8E5C3E03446C5B4434D1F65F11332">
    <w:name w:val="F0B8E5C3E03446C5B4434D1F65F11332"/>
    <w:rsid w:val="008E5DCD"/>
    <w:pPr>
      <w:widowControl w:val="0"/>
      <w:jc w:val="both"/>
    </w:pPr>
  </w:style>
  <w:style w:type="paragraph" w:customStyle="1" w:styleId="D2F488CE35094A109D08CA0C80BD134A">
    <w:name w:val="D2F488CE35094A109D08CA0C80BD134A"/>
    <w:rsid w:val="008E5DCD"/>
    <w:pPr>
      <w:widowControl w:val="0"/>
      <w:jc w:val="both"/>
    </w:pPr>
  </w:style>
  <w:style w:type="paragraph" w:customStyle="1" w:styleId="B68449A5EE6E4D0F80CF820BA76A97EC">
    <w:name w:val="B68449A5EE6E4D0F80CF820BA76A97EC"/>
    <w:rsid w:val="008E5DCD"/>
    <w:pPr>
      <w:widowControl w:val="0"/>
      <w:jc w:val="both"/>
    </w:pPr>
  </w:style>
  <w:style w:type="paragraph" w:customStyle="1" w:styleId="513F48641780478CB926633C2C3556F9">
    <w:name w:val="513F48641780478CB926633C2C3556F9"/>
    <w:rsid w:val="008E5DCD"/>
    <w:pPr>
      <w:widowControl w:val="0"/>
      <w:jc w:val="both"/>
    </w:pPr>
  </w:style>
  <w:style w:type="paragraph" w:customStyle="1" w:styleId="D79717370F3C45E588D8EB00F1BAA990">
    <w:name w:val="D79717370F3C45E588D8EB00F1BAA990"/>
    <w:rsid w:val="008E5DCD"/>
    <w:pPr>
      <w:widowControl w:val="0"/>
      <w:jc w:val="both"/>
    </w:pPr>
  </w:style>
  <w:style w:type="paragraph" w:customStyle="1" w:styleId="D3C0A20703B8474BBE7A0DD0540AECBA">
    <w:name w:val="D3C0A20703B8474BBE7A0DD0540AECBA"/>
    <w:rsid w:val="008E5DCD"/>
    <w:pPr>
      <w:widowControl w:val="0"/>
      <w:jc w:val="both"/>
    </w:pPr>
  </w:style>
  <w:style w:type="paragraph" w:customStyle="1" w:styleId="103D05E46DC14AA0A447351900293785">
    <w:name w:val="103D05E46DC14AA0A447351900293785"/>
    <w:rsid w:val="008E5DCD"/>
    <w:pPr>
      <w:widowControl w:val="0"/>
      <w:jc w:val="both"/>
    </w:pPr>
  </w:style>
  <w:style w:type="paragraph" w:customStyle="1" w:styleId="2AEDD34047124C9096992AEEDC878A26">
    <w:name w:val="2AEDD34047124C9096992AEEDC878A26"/>
    <w:rsid w:val="008E5DCD"/>
    <w:pPr>
      <w:widowControl w:val="0"/>
      <w:jc w:val="both"/>
    </w:pPr>
  </w:style>
  <w:style w:type="paragraph" w:customStyle="1" w:styleId="F509035D2D0A424C852D87060CA0DA3223">
    <w:name w:val="F509035D2D0A424C852D87060CA0DA322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15">
    <w:name w:val="C5E5D30E3DCF4F30ABDDC51950324E9715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15">
    <w:name w:val="12E15ECBC50947698430C5E8C8956D5315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14">
    <w:name w:val="539176383B604716BD2E9C0A8AF7689414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33106E4D48644E9AE6188C0B5120C6014">
    <w:name w:val="A33106E4D48644E9AE6188C0B5120C6014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4CD2134B5AC4B499370B95614F56F1814">
    <w:name w:val="B4CD2134B5AC4B499370B95614F56F1814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65">
    <w:name w:val="E7CE665A67884321B0A87CFBDEE1E7F865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03D05E46DC14AA0A4473519002937851">
    <w:name w:val="103D05E46DC14AA0A4473519002937851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AEDD34047124C9096992AEEDC878A261">
    <w:name w:val="2AEDD34047124C9096992AEEDC878A261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36">
    <w:name w:val="8F4AC5DEF17644D4BDAC602FF8FA063236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725D711F86842F2A3136E821B43F9B412">
    <w:name w:val="F725D711F86842F2A3136E821B43F9B412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36">
    <w:name w:val="4F76E3966ADC4ECFAFA7BB651603190D36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8AF1823BD41489FBF9F7886B902F16D3">
    <w:name w:val="B8AF1823BD41489FBF9F7886B902F16D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B64A63C9A7A4E9B92BAEEDA038EC1233">
    <w:name w:val="8B64A63C9A7A4E9B92BAEEDA038EC123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F4B74BA37E143E98296CFC92A0A16B53">
    <w:name w:val="3F4B74BA37E143E98296CFC92A0A16B5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38B3597F8874F11A31BE3AF96B90A593">
    <w:name w:val="C38B3597F8874F11A31BE3AF96B90A59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0AEE694C5964189BEABB2554D9EC5B43">
    <w:name w:val="50AEE694C5964189BEABB2554D9EC5B4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ADE8F02FCA4EC19606AF81C36948CC3">
    <w:name w:val="15ADE8F02FCA4EC19606AF81C36948CC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D241DEFB42A4C5E8A2E0B4A46E68AC63">
    <w:name w:val="8D241DEFB42A4C5E8A2E0B4A46E68AC6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A268197E737488AA4DAC4A07EE110AA3">
    <w:name w:val="AA268197E737488AA4DAC4A07EE110AA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2AD14C5E7E24E40BFD7D0936DA08BDA3">
    <w:name w:val="B2AD14C5E7E24E40BFD7D0936DA08BDA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17">
    <w:name w:val="A55B16F4278F4CF48A8537BE7EEA495117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69095D88FE54631BF58311BE7CF6D913">
    <w:name w:val="869095D88FE54631BF58311BE7CF6D91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66056346D6B4903BA7C48D49274DBA13">
    <w:name w:val="C66056346D6B4903BA7C48D49274DBA1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2958E03B8624D928B43CF79E5A5E5553">
    <w:name w:val="F2958E03B8624D928B43CF79E5A5E555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4539D839678485898F70C56A366B4F23">
    <w:name w:val="E4539D839678485898F70C56A366B4F23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28EA3050A8A4994AFC7A21FEF828E9314">
    <w:name w:val="528EA3050A8A4994AFC7A21FEF828E9314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EA458B89ADC475FA4041B2E503BFD5B14">
    <w:name w:val="6EA458B89ADC475FA4041B2E503BFD5B14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52727B321240D0A6BC64D1743F875D14">
    <w:name w:val="C552727B321240D0A6BC64D1743F875D14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5916101CCAF4CECA521E4F4124D503114">
    <w:name w:val="05916101CCAF4CECA521E4F4124D503114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C5AB82F0CB24C4690EF998D8690BB8514">
    <w:name w:val="0C5AB82F0CB24C4690EF998D8690BB8514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81BAE1BFBF94199A784CA5E62FF1F4614">
    <w:name w:val="581BAE1BFBF94199A784CA5E62FF1F4614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12FDABB43E942C7BA50BA9ABE58D6F214">
    <w:name w:val="612FDABB43E942C7BA50BA9ABE58D6F214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2417DEB58AB4D78B5A0F7CFDB21FFE114">
    <w:name w:val="02417DEB58AB4D78B5A0F7CFDB21FFE114"/>
    <w:rsid w:val="008E5DCD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509035D2D0A424C852D87060CA0DA3224">
    <w:name w:val="F509035D2D0A424C852D87060CA0DA3224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16">
    <w:name w:val="C5E5D30E3DCF4F30ABDDC51950324E9716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16">
    <w:name w:val="12E15ECBC50947698430C5E8C8956D5316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15">
    <w:name w:val="539176383B604716BD2E9C0A8AF7689415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33106E4D48644E9AE6188C0B5120C6015">
    <w:name w:val="A33106E4D48644E9AE6188C0B5120C6015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4CD2134B5AC4B499370B95614F56F1815">
    <w:name w:val="B4CD2134B5AC4B499370B95614F56F1815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66">
    <w:name w:val="E7CE665A67884321B0A87CFBDEE1E7F866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03D05E46DC14AA0A4473519002937852">
    <w:name w:val="103D05E46DC14AA0A4473519002937852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AEDD34047124C9096992AEEDC878A262">
    <w:name w:val="2AEDD34047124C9096992AEEDC878A262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37">
    <w:name w:val="8F4AC5DEF17644D4BDAC602FF8FA063237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725D711F86842F2A3136E821B43F9B413">
    <w:name w:val="F725D711F86842F2A3136E821B43F9B413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37">
    <w:name w:val="4F76E3966ADC4ECFAFA7BB651603190D37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8AF1823BD41489FBF9F7886B902F16D4">
    <w:name w:val="B8AF1823BD41489FBF9F7886B902F16D4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B64A63C9A7A4E9B92BAEEDA038EC1234">
    <w:name w:val="8B64A63C9A7A4E9B92BAEEDA038EC1234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F4B74BA37E143E98296CFC92A0A16B54">
    <w:name w:val="3F4B74BA37E143E98296CFC92A0A16B54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38B3597F8874F11A31BE3AF96B90A594">
    <w:name w:val="C38B3597F8874F11A31BE3AF96B90A594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0AEE694C5964189BEABB2554D9EC5B44">
    <w:name w:val="50AEE694C5964189BEABB2554D9EC5B44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ADE8F02FCA4EC19606AF81C36948CC4">
    <w:name w:val="15ADE8F02FCA4EC19606AF81C36948CC4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D241DEFB42A4C5E8A2E0B4A46E68AC64">
    <w:name w:val="8D241DEFB42A4C5E8A2E0B4A46E68AC64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A268197E737488AA4DAC4A07EE110AA4">
    <w:name w:val="AA268197E737488AA4DAC4A07EE110AA4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2AD14C5E7E24E40BFD7D0936DA08BDA4">
    <w:name w:val="B2AD14C5E7E24E40BFD7D0936DA08BDA4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18">
    <w:name w:val="A55B16F4278F4CF48A8537BE7EEA495118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69095D88FE54631BF58311BE7CF6D914">
    <w:name w:val="869095D88FE54631BF58311BE7CF6D914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66056346D6B4903BA7C48D49274DBA14">
    <w:name w:val="C66056346D6B4903BA7C48D49274DBA14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2958E03B8624D928B43CF79E5A5E5554">
    <w:name w:val="F2958E03B8624D928B43CF79E5A5E5554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4539D839678485898F70C56A366B4F24">
    <w:name w:val="E4539D839678485898F70C56A366B4F24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28EA3050A8A4994AFC7A21FEF828E9315">
    <w:name w:val="528EA3050A8A4994AFC7A21FEF828E9315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EA458B89ADC475FA4041B2E503BFD5B15">
    <w:name w:val="6EA458B89ADC475FA4041B2E503BFD5B15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52727B321240D0A6BC64D1743F875D15">
    <w:name w:val="C552727B321240D0A6BC64D1743F875D15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5916101CCAF4CECA521E4F4124D503115">
    <w:name w:val="05916101CCAF4CECA521E4F4124D503115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C5AB82F0CB24C4690EF998D8690BB8515">
    <w:name w:val="0C5AB82F0CB24C4690EF998D8690BB8515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81BAE1BFBF94199A784CA5E62FF1F4615">
    <w:name w:val="581BAE1BFBF94199A784CA5E62FF1F4615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12FDABB43E942C7BA50BA9ABE58D6F215">
    <w:name w:val="612FDABB43E942C7BA50BA9ABE58D6F215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2417DEB58AB4D78B5A0F7CFDB21FFE115">
    <w:name w:val="02417DEB58AB4D78B5A0F7CFDB21FFE115"/>
    <w:rsid w:val="0020198F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509035D2D0A424C852D87060CA0DA3225">
    <w:name w:val="F509035D2D0A424C852D87060CA0DA3225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17">
    <w:name w:val="C5E5D30E3DCF4F30ABDDC51950324E9717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17">
    <w:name w:val="12E15ECBC50947698430C5E8C8956D5317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16">
    <w:name w:val="539176383B604716BD2E9C0A8AF7689416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33106E4D48644E9AE6188C0B5120C6016">
    <w:name w:val="A33106E4D48644E9AE6188C0B5120C6016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4CD2134B5AC4B499370B95614F56F1816">
    <w:name w:val="B4CD2134B5AC4B499370B95614F56F1816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67">
    <w:name w:val="E7CE665A67884321B0A87CFBDEE1E7F867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03D05E46DC14AA0A4473519002937853">
    <w:name w:val="103D05E46DC14AA0A4473519002937853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AEDD34047124C9096992AEEDC878A263">
    <w:name w:val="2AEDD34047124C9096992AEEDC878A263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38">
    <w:name w:val="8F4AC5DEF17644D4BDAC602FF8FA063238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725D711F86842F2A3136E821B43F9B414">
    <w:name w:val="F725D711F86842F2A3136E821B43F9B414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38">
    <w:name w:val="4F76E3966ADC4ECFAFA7BB651603190D38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8AF1823BD41489FBF9F7886B902F16D5">
    <w:name w:val="B8AF1823BD41489FBF9F7886B902F16D5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B64A63C9A7A4E9B92BAEEDA038EC1235">
    <w:name w:val="8B64A63C9A7A4E9B92BAEEDA038EC1235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F4B74BA37E143E98296CFC92A0A16B55">
    <w:name w:val="3F4B74BA37E143E98296CFC92A0A16B55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38B3597F8874F11A31BE3AF96B90A595">
    <w:name w:val="C38B3597F8874F11A31BE3AF96B90A595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0AEE694C5964189BEABB2554D9EC5B45">
    <w:name w:val="50AEE694C5964189BEABB2554D9EC5B45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ADE8F02FCA4EC19606AF81C36948CC5">
    <w:name w:val="15ADE8F02FCA4EC19606AF81C36948CC5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D241DEFB42A4C5E8A2E0B4A46E68AC65">
    <w:name w:val="8D241DEFB42A4C5E8A2E0B4A46E68AC65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A268197E737488AA4DAC4A07EE110AA5">
    <w:name w:val="AA268197E737488AA4DAC4A07EE110AA5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2AD14C5E7E24E40BFD7D0936DA08BDA5">
    <w:name w:val="B2AD14C5E7E24E40BFD7D0936DA08BDA5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19">
    <w:name w:val="A55B16F4278F4CF48A8537BE7EEA495119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69095D88FE54631BF58311BE7CF6D915">
    <w:name w:val="869095D88FE54631BF58311BE7CF6D915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66056346D6B4903BA7C48D49274DBA15">
    <w:name w:val="C66056346D6B4903BA7C48D49274DBA15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2958E03B8624D928B43CF79E5A5E5555">
    <w:name w:val="F2958E03B8624D928B43CF79E5A5E5555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4539D839678485898F70C56A366B4F25">
    <w:name w:val="E4539D839678485898F70C56A366B4F25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28EA3050A8A4994AFC7A21FEF828E9316">
    <w:name w:val="528EA3050A8A4994AFC7A21FEF828E9316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EA458B89ADC475FA4041B2E503BFD5B16">
    <w:name w:val="6EA458B89ADC475FA4041B2E503BFD5B16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52727B321240D0A6BC64D1743F875D16">
    <w:name w:val="C552727B321240D0A6BC64D1743F875D16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5916101CCAF4CECA521E4F4124D503116">
    <w:name w:val="05916101CCAF4CECA521E4F4124D503116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C5AB82F0CB24C4690EF998D8690BB8516">
    <w:name w:val="0C5AB82F0CB24C4690EF998D8690BB8516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81BAE1BFBF94199A784CA5E62FF1F4616">
    <w:name w:val="581BAE1BFBF94199A784CA5E62FF1F4616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12FDABB43E942C7BA50BA9ABE58D6F216">
    <w:name w:val="612FDABB43E942C7BA50BA9ABE58D6F216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2417DEB58AB4D78B5A0F7CFDB21FFE116">
    <w:name w:val="02417DEB58AB4D78B5A0F7CFDB21FFE116"/>
    <w:rsid w:val="003966A8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9E3A0BE863849F5BB16B6918015E279">
    <w:name w:val="69E3A0BE863849F5BB16B6918015E279"/>
    <w:rsid w:val="003966A8"/>
    <w:pPr>
      <w:widowControl w:val="0"/>
      <w:jc w:val="both"/>
    </w:pPr>
  </w:style>
  <w:style w:type="paragraph" w:customStyle="1" w:styleId="22C81D6771C14E90BCA88028D8161D00">
    <w:name w:val="22C81D6771C14E90BCA88028D8161D00"/>
    <w:rsid w:val="003966A8"/>
    <w:pPr>
      <w:widowControl w:val="0"/>
      <w:jc w:val="both"/>
    </w:pPr>
  </w:style>
  <w:style w:type="paragraph" w:customStyle="1" w:styleId="F509035D2D0A424C852D87060CA0DA3226">
    <w:name w:val="F509035D2D0A424C852D87060CA0DA3226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E5D30E3DCF4F30ABDDC51950324E9718">
    <w:name w:val="C5E5D30E3DCF4F30ABDDC51950324E9718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2E15ECBC50947698430C5E8C8956D5318">
    <w:name w:val="12E15ECBC50947698430C5E8C8956D5318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39176383B604716BD2E9C0A8AF7689417">
    <w:name w:val="539176383B604716BD2E9C0A8AF7689417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33106E4D48644E9AE6188C0B5120C6017">
    <w:name w:val="A33106E4D48644E9AE6188C0B5120C6017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4CD2134B5AC4B499370B95614F56F1817">
    <w:name w:val="B4CD2134B5AC4B499370B95614F56F1817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7CE665A67884321B0A87CFBDEE1E7F868">
    <w:name w:val="E7CE665A67884321B0A87CFBDEE1E7F868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9E3A0BE863849F5BB16B6918015E2791">
    <w:name w:val="69E3A0BE863849F5BB16B6918015E2791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22C81D6771C14E90BCA88028D8161D001">
    <w:name w:val="22C81D6771C14E90BCA88028D8161D001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F4AC5DEF17644D4BDAC602FF8FA063239">
    <w:name w:val="8F4AC5DEF17644D4BDAC602FF8FA063239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725D711F86842F2A3136E821B43F9B415">
    <w:name w:val="F725D711F86842F2A3136E821B43F9B415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4F76E3966ADC4ECFAFA7BB651603190D39">
    <w:name w:val="4F76E3966ADC4ECFAFA7BB651603190D39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8AF1823BD41489FBF9F7886B902F16D6">
    <w:name w:val="B8AF1823BD41489FBF9F7886B902F16D6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B64A63C9A7A4E9B92BAEEDA038EC1236">
    <w:name w:val="8B64A63C9A7A4E9B92BAEEDA038EC1236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F4B74BA37E143E98296CFC92A0A16B56">
    <w:name w:val="3F4B74BA37E143E98296CFC92A0A16B56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38B3597F8874F11A31BE3AF96B90A596">
    <w:name w:val="C38B3597F8874F11A31BE3AF96B90A596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0AEE694C5964189BEABB2554D9EC5B46">
    <w:name w:val="50AEE694C5964189BEABB2554D9EC5B46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15ADE8F02FCA4EC19606AF81C36948CC6">
    <w:name w:val="15ADE8F02FCA4EC19606AF81C36948CC6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D241DEFB42A4C5E8A2E0B4A46E68AC66">
    <w:name w:val="8D241DEFB42A4C5E8A2E0B4A46E68AC66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A268197E737488AA4DAC4A07EE110AA6">
    <w:name w:val="AA268197E737488AA4DAC4A07EE110AA6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B2AD14C5E7E24E40BFD7D0936DA08BDA6">
    <w:name w:val="B2AD14C5E7E24E40BFD7D0936DA08BDA6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A55B16F4278F4CF48A8537BE7EEA495120">
    <w:name w:val="A55B16F4278F4CF48A8537BE7EEA495120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869095D88FE54631BF58311BE7CF6D916">
    <w:name w:val="869095D88FE54631BF58311BE7CF6D916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66056346D6B4903BA7C48D49274DBA16">
    <w:name w:val="C66056346D6B4903BA7C48D49274DBA16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F2958E03B8624D928B43CF79E5A5E5556">
    <w:name w:val="F2958E03B8624D928B43CF79E5A5E5556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E4539D839678485898F70C56A366B4F26">
    <w:name w:val="E4539D839678485898F70C56A366B4F26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28EA3050A8A4994AFC7A21FEF828E9317">
    <w:name w:val="528EA3050A8A4994AFC7A21FEF828E9317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EA458B89ADC475FA4041B2E503BFD5B17">
    <w:name w:val="6EA458B89ADC475FA4041B2E503BFD5B17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C552727B321240D0A6BC64D1743F875D17">
    <w:name w:val="C552727B321240D0A6BC64D1743F875D17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5916101CCAF4CECA521E4F4124D503117">
    <w:name w:val="05916101CCAF4CECA521E4F4124D503117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C5AB82F0CB24C4690EF998D8690BB8517">
    <w:name w:val="0C5AB82F0CB24C4690EF998D8690BB8517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581BAE1BFBF94199A784CA5E62FF1F4617">
    <w:name w:val="581BAE1BFBF94199A784CA5E62FF1F4617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612FDABB43E942C7BA50BA9ABE58D6F217">
    <w:name w:val="612FDABB43E942C7BA50BA9ABE58D6F217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02417DEB58AB4D78B5A0F7CFDB21FFE117">
    <w:name w:val="02417DEB58AB4D78B5A0F7CFDB21FFE117"/>
    <w:rsid w:val="00FE3A07"/>
    <w:pPr>
      <w:widowControl w:val="0"/>
      <w:adjustRightInd w:val="0"/>
      <w:jc w:val="both"/>
      <w:textAlignment w:val="baseline"/>
    </w:pPr>
    <w:rPr>
      <w:rFonts w:ascii="Century" w:eastAsia="明朝" w:hAnsi="Century" w:cs="Times New Roman"/>
      <w:spacing w:val="-4"/>
      <w:kern w:val="0"/>
      <w:szCs w:val="20"/>
    </w:rPr>
  </w:style>
  <w:style w:type="paragraph" w:customStyle="1" w:styleId="359AF25586984B58910BB79D0B6CFD28">
    <w:name w:val="359AF25586984B58910BB79D0B6CFD28"/>
    <w:rsid w:val="00FE3A07"/>
    <w:pPr>
      <w:widowControl w:val="0"/>
      <w:jc w:val="both"/>
    </w:pPr>
  </w:style>
  <w:style w:type="paragraph" w:customStyle="1" w:styleId="2DFC96133EC24162806AE28290CCCEFF">
    <w:name w:val="2DFC96133EC24162806AE28290CCCEFF"/>
    <w:rsid w:val="00FE3A0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7D5B8-8413-4B38-A223-7A808C756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設備利用申込書_フォーム_Test.dotx</Template>
  <TotalTime>8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ukai</dc:creator>
  <cp:lastModifiedBy>ukai</cp:lastModifiedBy>
  <cp:revision>10</cp:revision>
  <cp:lastPrinted>2016-04-01T06:00:00Z</cp:lastPrinted>
  <dcterms:created xsi:type="dcterms:W3CDTF">2016-04-01T05:44:00Z</dcterms:created>
  <dcterms:modified xsi:type="dcterms:W3CDTF">2016-04-01T06:00:00Z</dcterms:modified>
</cp:coreProperties>
</file>